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E15FF19" wp14:editId="0CE83F99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8D34B4">
              <w:rPr>
                <w:b/>
                <w:caps/>
                <w:sz w:val="28"/>
                <w:szCs w:val="28"/>
              </w:rPr>
              <w:t xml:space="preserve"> ШЕСТОГО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F4B15" w:rsidRDefault="007E74E7" w:rsidP="008E6F0F">
            <w:pPr>
              <w:tabs>
                <w:tab w:val="left" w:pos="-426"/>
              </w:tabs>
              <w:ind w:right="3968"/>
              <w:jc w:val="both"/>
              <w:rPr>
                <w:bCs/>
              </w:rPr>
            </w:pPr>
            <w:r>
              <w:rPr>
                <w:bCs/>
              </w:rPr>
              <w:t>О досрочном прекращении полномочий председателя</w:t>
            </w:r>
            <w:r w:rsidR="00862148" w:rsidRPr="00862148">
              <w:rPr>
                <w:bCs/>
              </w:rPr>
              <w:t xml:space="preserve"> Городской Думы города Усть-Илимска </w:t>
            </w:r>
            <w:r w:rsidR="00862148">
              <w:rPr>
                <w:bCs/>
              </w:rPr>
              <w:t>шестого созыва Перетолчина В.В.</w:t>
            </w:r>
            <w:r w:rsidR="00E87582">
              <w:rPr>
                <w:bCs/>
              </w:rPr>
              <w:t xml:space="preserve"> </w:t>
            </w:r>
          </w:p>
          <w:p w:rsidR="00236811" w:rsidRDefault="00236811" w:rsidP="008E6F0F">
            <w:pPr>
              <w:tabs>
                <w:tab w:val="left" w:pos="-426"/>
              </w:tabs>
              <w:ind w:right="4818"/>
              <w:rPr>
                <w:bCs/>
              </w:rPr>
            </w:pPr>
          </w:p>
          <w:p w:rsidR="00236811" w:rsidRDefault="00236811" w:rsidP="008833EB">
            <w:pPr>
              <w:ind w:right="3401"/>
              <w:rPr>
                <w:bCs/>
              </w:rPr>
            </w:pPr>
          </w:p>
          <w:p w:rsidR="00236811" w:rsidRPr="007B41A7" w:rsidRDefault="00236811" w:rsidP="008833EB">
            <w:pPr>
              <w:ind w:right="3401"/>
            </w:pPr>
          </w:p>
        </w:tc>
      </w:tr>
    </w:tbl>
    <w:p w:rsidR="00282C35" w:rsidRPr="009F622E" w:rsidRDefault="00EE153B" w:rsidP="00862148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</w:t>
      </w:r>
      <w:r w:rsidRPr="00EA18AE">
        <w:rPr>
          <w:color w:val="000000"/>
          <w:sz w:val="22"/>
          <w:szCs w:val="22"/>
        </w:rPr>
        <w:t xml:space="preserve">а основании </w:t>
      </w:r>
      <w:r>
        <w:rPr>
          <w:color w:val="000000"/>
          <w:sz w:val="22"/>
          <w:szCs w:val="22"/>
        </w:rPr>
        <w:t xml:space="preserve">письменного </w:t>
      </w:r>
      <w:r w:rsidRPr="00EA18AE">
        <w:rPr>
          <w:color w:val="000000"/>
          <w:sz w:val="22"/>
          <w:szCs w:val="22"/>
        </w:rPr>
        <w:t xml:space="preserve">заявления </w:t>
      </w:r>
      <w:proofErr w:type="spellStart"/>
      <w:r w:rsidRPr="00EA18AE">
        <w:rPr>
          <w:color w:val="000000"/>
          <w:sz w:val="22"/>
          <w:szCs w:val="22"/>
        </w:rPr>
        <w:t>Перетолчина</w:t>
      </w:r>
      <w:proofErr w:type="spellEnd"/>
      <w:r w:rsidRPr="00EA18AE">
        <w:rPr>
          <w:color w:val="000000"/>
          <w:sz w:val="22"/>
          <w:szCs w:val="22"/>
        </w:rPr>
        <w:t xml:space="preserve"> В.В. </w:t>
      </w:r>
      <w:r>
        <w:rPr>
          <w:color w:val="000000"/>
          <w:sz w:val="22"/>
          <w:szCs w:val="22"/>
        </w:rPr>
        <w:t xml:space="preserve">об отставке </w:t>
      </w:r>
      <w:r w:rsidRPr="00EA18AE">
        <w:rPr>
          <w:color w:val="000000"/>
          <w:sz w:val="22"/>
          <w:szCs w:val="22"/>
        </w:rPr>
        <w:t>от 13.09.2018г.</w:t>
      </w:r>
      <w:r w:rsidR="00862148" w:rsidRPr="00EA18AE">
        <w:rPr>
          <w:color w:val="000000"/>
          <w:sz w:val="22"/>
          <w:szCs w:val="22"/>
        </w:rPr>
        <w:t>, руководствуясь</w:t>
      </w:r>
      <w:r w:rsidR="00862148" w:rsidRPr="00862148">
        <w:rPr>
          <w:color w:val="000000"/>
          <w:sz w:val="22"/>
          <w:szCs w:val="22"/>
        </w:rPr>
        <w:t xml:space="preserve"> статьей 40 Федерального закона от 06.10.2003</w:t>
      </w:r>
      <w:r w:rsidR="00A966FE" w:rsidRPr="00A966FE">
        <w:rPr>
          <w:color w:val="000000"/>
          <w:sz w:val="22"/>
          <w:szCs w:val="22"/>
        </w:rPr>
        <w:t xml:space="preserve"> </w:t>
      </w:r>
      <w:r w:rsidR="00862148" w:rsidRPr="00862148">
        <w:rPr>
          <w:color w:val="000000"/>
          <w:sz w:val="22"/>
          <w:szCs w:val="22"/>
        </w:rPr>
        <w:t xml:space="preserve">г. №131-ФЗ </w:t>
      </w:r>
      <w:r w:rsidR="008833EB">
        <w:rPr>
          <w:color w:val="000000"/>
          <w:sz w:val="22"/>
          <w:szCs w:val="22"/>
        </w:rPr>
        <w:t>«</w:t>
      </w:r>
      <w:r w:rsidR="00862148" w:rsidRPr="00862148">
        <w:rPr>
          <w:color w:val="000000"/>
          <w:sz w:val="22"/>
          <w:szCs w:val="22"/>
        </w:rPr>
        <w:t>Об общих принципах организации местного самоуправления в Российской Федерации</w:t>
      </w:r>
      <w:r w:rsidR="008833EB">
        <w:rPr>
          <w:color w:val="000000"/>
          <w:sz w:val="22"/>
          <w:szCs w:val="22"/>
        </w:rPr>
        <w:t>»</w:t>
      </w:r>
      <w:r w:rsidR="00862148" w:rsidRPr="00862148">
        <w:rPr>
          <w:color w:val="000000"/>
          <w:sz w:val="22"/>
          <w:szCs w:val="22"/>
        </w:rPr>
        <w:t xml:space="preserve">, </w:t>
      </w:r>
      <w:r w:rsidR="002361AD">
        <w:rPr>
          <w:color w:val="000000"/>
          <w:sz w:val="22"/>
          <w:szCs w:val="22"/>
        </w:rPr>
        <w:t xml:space="preserve">пунктом 2 части </w:t>
      </w:r>
      <w:r>
        <w:rPr>
          <w:color w:val="000000"/>
          <w:sz w:val="22"/>
          <w:szCs w:val="22"/>
        </w:rPr>
        <w:t>4</w:t>
      </w:r>
      <w:r w:rsidR="002361AD">
        <w:rPr>
          <w:color w:val="000000"/>
          <w:sz w:val="22"/>
          <w:szCs w:val="22"/>
        </w:rPr>
        <w:t xml:space="preserve"> статьи 25, </w:t>
      </w:r>
      <w:r w:rsidR="00862148" w:rsidRPr="00862148">
        <w:rPr>
          <w:color w:val="000000"/>
          <w:sz w:val="22"/>
          <w:szCs w:val="22"/>
        </w:rPr>
        <w:t>статьями 23</w:t>
      </w:r>
      <w:r w:rsidR="008833EB">
        <w:rPr>
          <w:color w:val="000000"/>
          <w:sz w:val="22"/>
          <w:szCs w:val="22"/>
        </w:rPr>
        <w:t xml:space="preserve">, </w:t>
      </w:r>
      <w:r w:rsidR="00862148" w:rsidRPr="00862148">
        <w:rPr>
          <w:color w:val="000000"/>
          <w:sz w:val="22"/>
          <w:szCs w:val="22"/>
        </w:rPr>
        <w:t>30, 43 Устава муниципального образования город Усть-Илимск, Городская Дума,-</w:t>
      </w:r>
    </w:p>
    <w:p w:rsidR="00282C35" w:rsidRPr="009F622E" w:rsidRDefault="00282C35" w:rsidP="00402D96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9F622E">
        <w:rPr>
          <w:b/>
          <w:sz w:val="22"/>
          <w:szCs w:val="22"/>
        </w:rPr>
        <w:t>РЕШИЛА:</w:t>
      </w:r>
    </w:p>
    <w:p w:rsidR="001C0FB5" w:rsidRDefault="00862148" w:rsidP="009E4BCF">
      <w:pPr>
        <w:ind w:firstLine="709"/>
        <w:jc w:val="both"/>
        <w:rPr>
          <w:sz w:val="22"/>
          <w:szCs w:val="22"/>
        </w:rPr>
      </w:pPr>
      <w:r w:rsidRPr="00862148">
        <w:rPr>
          <w:sz w:val="22"/>
          <w:szCs w:val="22"/>
        </w:rPr>
        <w:t xml:space="preserve">1. </w:t>
      </w:r>
      <w:r w:rsidR="00EE153B">
        <w:rPr>
          <w:sz w:val="22"/>
          <w:szCs w:val="22"/>
        </w:rPr>
        <w:t>Досрочно п</w:t>
      </w:r>
      <w:r w:rsidR="008833EB">
        <w:rPr>
          <w:sz w:val="22"/>
          <w:szCs w:val="22"/>
        </w:rPr>
        <w:t>рекратить</w:t>
      </w:r>
      <w:r w:rsidR="007E74E7">
        <w:rPr>
          <w:sz w:val="22"/>
          <w:szCs w:val="22"/>
        </w:rPr>
        <w:t xml:space="preserve"> полномочия </w:t>
      </w:r>
      <w:proofErr w:type="gramStart"/>
      <w:r w:rsidR="007E74E7">
        <w:rPr>
          <w:sz w:val="22"/>
          <w:szCs w:val="22"/>
        </w:rPr>
        <w:t>председателя</w:t>
      </w:r>
      <w:r w:rsidRPr="00862148">
        <w:rPr>
          <w:sz w:val="22"/>
          <w:szCs w:val="22"/>
        </w:rPr>
        <w:t xml:space="preserve"> Городской Думы города Усть-Илимска шестого созы</w:t>
      </w:r>
      <w:r w:rsidR="007E74E7">
        <w:rPr>
          <w:sz w:val="22"/>
          <w:szCs w:val="22"/>
        </w:rPr>
        <w:t>ва</w:t>
      </w:r>
      <w:proofErr w:type="gramEnd"/>
      <w:r w:rsidR="00EE153B">
        <w:rPr>
          <w:sz w:val="22"/>
          <w:szCs w:val="22"/>
        </w:rPr>
        <w:t xml:space="preserve"> </w:t>
      </w:r>
      <w:proofErr w:type="spellStart"/>
      <w:r w:rsidRPr="00862148">
        <w:rPr>
          <w:sz w:val="22"/>
          <w:szCs w:val="22"/>
        </w:rPr>
        <w:t>Пе</w:t>
      </w:r>
      <w:r w:rsidR="007E74E7">
        <w:rPr>
          <w:sz w:val="22"/>
          <w:szCs w:val="22"/>
        </w:rPr>
        <w:t>ретолчина</w:t>
      </w:r>
      <w:proofErr w:type="spellEnd"/>
      <w:r w:rsidR="007E74E7">
        <w:rPr>
          <w:sz w:val="22"/>
          <w:szCs w:val="22"/>
        </w:rPr>
        <w:t xml:space="preserve"> Виталия </w:t>
      </w:r>
      <w:r w:rsidR="007E74E7" w:rsidRPr="00EE153B">
        <w:rPr>
          <w:sz w:val="22"/>
          <w:szCs w:val="22"/>
        </w:rPr>
        <w:t>Владимировича в связи с отставкой.</w:t>
      </w:r>
    </w:p>
    <w:p w:rsidR="001C0FB5" w:rsidRDefault="001C0FB5" w:rsidP="009E4BC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9E4BCF" w:rsidRPr="009E4BCF">
        <w:rPr>
          <w:sz w:val="22"/>
          <w:szCs w:val="22"/>
        </w:rPr>
        <w:t>Признать утратившим силу решение Городской Думы города Усть-Илимска от 25.09.2014г. № 1/1 «О председателе Городской Думы города Усть-Илимска шестого созыва»</w:t>
      </w:r>
      <w:r w:rsidR="009E4BCF">
        <w:rPr>
          <w:sz w:val="22"/>
          <w:szCs w:val="22"/>
        </w:rPr>
        <w:t>.</w:t>
      </w:r>
    </w:p>
    <w:p w:rsidR="00596E65" w:rsidRPr="009F622E" w:rsidRDefault="001C0FB5" w:rsidP="009E4BCF">
      <w:pPr>
        <w:pStyle w:val="a7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422A5A" w:rsidRPr="009F622E">
        <w:rPr>
          <w:sz w:val="22"/>
          <w:szCs w:val="22"/>
        </w:rPr>
        <w:t xml:space="preserve">. </w:t>
      </w:r>
      <w:proofErr w:type="gramStart"/>
      <w:r w:rsidR="00236811">
        <w:rPr>
          <w:sz w:val="22"/>
          <w:szCs w:val="22"/>
        </w:rPr>
        <w:t>Р</w:t>
      </w:r>
      <w:r w:rsidR="00236811" w:rsidRPr="00236811">
        <w:rPr>
          <w:sz w:val="22"/>
          <w:szCs w:val="22"/>
        </w:rPr>
        <w:t>азместить</w:t>
      </w:r>
      <w:proofErr w:type="gramEnd"/>
      <w:r w:rsidR="00596E65" w:rsidRPr="009F622E">
        <w:rPr>
          <w:sz w:val="22"/>
          <w:szCs w:val="22"/>
        </w:rPr>
        <w:t xml:space="preserve"> </w:t>
      </w:r>
      <w:r w:rsidR="00767D51" w:rsidRPr="009F622E">
        <w:rPr>
          <w:sz w:val="22"/>
          <w:szCs w:val="22"/>
        </w:rPr>
        <w:t xml:space="preserve">настоящее решение </w:t>
      </w:r>
      <w:r w:rsidR="00CB3B50">
        <w:rPr>
          <w:sz w:val="22"/>
          <w:szCs w:val="22"/>
        </w:rPr>
        <w:t>на официальных</w:t>
      </w:r>
      <w:r w:rsidR="00596E65" w:rsidRPr="009F622E">
        <w:rPr>
          <w:sz w:val="22"/>
          <w:szCs w:val="22"/>
        </w:rPr>
        <w:t xml:space="preserve"> </w:t>
      </w:r>
      <w:r w:rsidR="00CB3B50">
        <w:rPr>
          <w:sz w:val="22"/>
          <w:szCs w:val="22"/>
        </w:rPr>
        <w:t>сайтах Городской Думы города Усть-Илимска,</w:t>
      </w:r>
      <w:r w:rsidR="009F622E" w:rsidRPr="009F622E">
        <w:rPr>
          <w:sz w:val="22"/>
          <w:szCs w:val="22"/>
        </w:rPr>
        <w:t xml:space="preserve"> Администрации</w:t>
      </w:r>
      <w:r w:rsidR="00596E65" w:rsidRPr="009F622E">
        <w:rPr>
          <w:sz w:val="22"/>
          <w:szCs w:val="22"/>
        </w:rPr>
        <w:t xml:space="preserve"> город</w:t>
      </w:r>
      <w:r w:rsidR="009F622E" w:rsidRPr="009F622E">
        <w:rPr>
          <w:sz w:val="22"/>
          <w:szCs w:val="22"/>
        </w:rPr>
        <w:t>а</w:t>
      </w:r>
      <w:r w:rsidR="00596E65" w:rsidRPr="009F622E">
        <w:rPr>
          <w:sz w:val="22"/>
          <w:szCs w:val="22"/>
        </w:rPr>
        <w:t xml:space="preserve"> Усть-Илимск</w:t>
      </w:r>
      <w:r w:rsidR="009F622E" w:rsidRPr="009F622E">
        <w:rPr>
          <w:sz w:val="22"/>
          <w:szCs w:val="22"/>
        </w:rPr>
        <w:t>а</w:t>
      </w:r>
      <w:r w:rsidR="00596E65" w:rsidRPr="009F622E">
        <w:rPr>
          <w:sz w:val="22"/>
          <w:szCs w:val="22"/>
        </w:rPr>
        <w:t>.</w:t>
      </w:r>
    </w:p>
    <w:p w:rsidR="00E73364" w:rsidRPr="009F622E" w:rsidRDefault="00E73364" w:rsidP="003F4B1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043F1" w:rsidRDefault="00A043F1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EE153B" w:rsidRDefault="00EE153B" w:rsidP="00282C3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897D8A" w:rsidRPr="00C85C7F" w:rsidRDefault="008833EB" w:rsidP="00CB3B5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И.о. п</w:t>
      </w:r>
      <w:r w:rsidR="00125860" w:rsidRPr="009F622E">
        <w:rPr>
          <w:b/>
          <w:iCs/>
          <w:color w:val="000000"/>
          <w:sz w:val="22"/>
          <w:szCs w:val="22"/>
        </w:rPr>
        <w:t>редседател</w:t>
      </w:r>
      <w:r>
        <w:rPr>
          <w:b/>
          <w:iCs/>
          <w:color w:val="000000"/>
          <w:sz w:val="22"/>
          <w:szCs w:val="22"/>
        </w:rPr>
        <w:t>я</w:t>
      </w:r>
      <w:r w:rsidR="00125860" w:rsidRPr="009F622E">
        <w:rPr>
          <w:b/>
          <w:iCs/>
          <w:color w:val="000000"/>
          <w:sz w:val="22"/>
          <w:szCs w:val="22"/>
        </w:rPr>
        <w:t xml:space="preserve"> Городской </w:t>
      </w:r>
      <w:r w:rsidR="00003E02">
        <w:rPr>
          <w:b/>
          <w:iCs/>
          <w:color w:val="000000"/>
          <w:sz w:val="22"/>
          <w:szCs w:val="22"/>
        </w:rPr>
        <w:t>Думы</w:t>
      </w:r>
      <w:r w:rsidR="00C85C7F" w:rsidRPr="00C85C7F">
        <w:rPr>
          <w:b/>
          <w:iCs/>
          <w:color w:val="000000"/>
          <w:sz w:val="22"/>
          <w:szCs w:val="22"/>
        </w:rPr>
        <w:t xml:space="preserve">                         </w:t>
      </w:r>
      <w:r w:rsidR="00C85C7F">
        <w:rPr>
          <w:b/>
          <w:iCs/>
          <w:color w:val="000000"/>
          <w:sz w:val="22"/>
          <w:szCs w:val="22"/>
        </w:rPr>
        <w:t xml:space="preserve">                                        </w:t>
      </w:r>
      <w:r w:rsidR="00C85C7F" w:rsidRPr="00C85C7F">
        <w:rPr>
          <w:b/>
          <w:iCs/>
          <w:color w:val="000000"/>
          <w:sz w:val="22"/>
          <w:szCs w:val="22"/>
        </w:rPr>
        <w:t xml:space="preserve">       </w:t>
      </w:r>
      <w:r w:rsidR="00C85C7F">
        <w:rPr>
          <w:b/>
          <w:iCs/>
          <w:color w:val="000000"/>
          <w:sz w:val="22"/>
          <w:szCs w:val="22"/>
        </w:rPr>
        <w:t>А.П. Чихирьков</w:t>
      </w: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A02007" w:rsidRDefault="00A0200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36811" w:rsidRDefault="00236811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862148" w:rsidRDefault="00862148" w:rsidP="002D4D32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:rsidR="00862148" w:rsidRDefault="00862148" w:rsidP="00E87582">
      <w:pPr>
        <w:autoSpaceDE w:val="0"/>
        <w:autoSpaceDN w:val="0"/>
        <w:adjustRightInd w:val="0"/>
        <w:rPr>
          <w:iCs/>
          <w:color w:val="000000"/>
          <w:sz w:val="22"/>
          <w:szCs w:val="22"/>
        </w:rPr>
      </w:pPr>
    </w:p>
    <w:p w:rsidR="007E74E7" w:rsidRDefault="007E74E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bookmarkStart w:id="0" w:name="_GoBack"/>
      <w:bookmarkEnd w:id="0"/>
    </w:p>
    <w:p w:rsidR="00EE153B" w:rsidRDefault="00EE153B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EE153B" w:rsidRDefault="00EE153B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EE153B" w:rsidRDefault="00EE153B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7E74E7" w:rsidRDefault="007E74E7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ЛИСТ СОГЛАСОВАНИЯ</w:t>
      </w:r>
    </w:p>
    <w:p w:rsidR="007E74E7" w:rsidRPr="007E74E7" w:rsidRDefault="00260E15" w:rsidP="007E74E7">
      <w:pPr>
        <w:autoSpaceDE w:val="0"/>
        <w:autoSpaceDN w:val="0"/>
        <w:adjustRightInd w:val="0"/>
        <w:jc w:val="center"/>
        <w:rPr>
          <w:bCs/>
          <w:iCs/>
          <w:color w:val="000000"/>
          <w:sz w:val="22"/>
          <w:szCs w:val="22"/>
          <w:u w:val="single"/>
        </w:rPr>
      </w:pPr>
      <w:r w:rsidRPr="00260E15">
        <w:rPr>
          <w:iCs/>
          <w:color w:val="000000"/>
          <w:sz w:val="22"/>
          <w:szCs w:val="22"/>
        </w:rPr>
        <w:t>проекта муниципального правового акта</w:t>
      </w:r>
      <w:r w:rsidR="00E87582">
        <w:rPr>
          <w:iCs/>
          <w:color w:val="000000"/>
          <w:sz w:val="22"/>
          <w:szCs w:val="22"/>
        </w:rPr>
        <w:t xml:space="preserve"> </w:t>
      </w:r>
      <w:r w:rsidR="00CB3B50">
        <w:rPr>
          <w:iCs/>
          <w:color w:val="000000"/>
          <w:sz w:val="22"/>
          <w:szCs w:val="22"/>
          <w:u w:val="single"/>
        </w:rPr>
        <w:t>«</w:t>
      </w:r>
      <w:r w:rsidR="007E74E7" w:rsidRPr="007E74E7">
        <w:rPr>
          <w:bCs/>
          <w:iCs/>
          <w:color w:val="000000"/>
          <w:sz w:val="22"/>
          <w:szCs w:val="22"/>
          <w:u w:val="single"/>
        </w:rPr>
        <w:t>О досрочном прекращении полномочий председателя Городской Думы города Усть-Илимска шестого созыва Перетолчина В.В.</w:t>
      </w:r>
      <w:r w:rsidR="007E74E7">
        <w:rPr>
          <w:bCs/>
          <w:iCs/>
          <w:color w:val="000000"/>
          <w:sz w:val="22"/>
          <w:szCs w:val="22"/>
          <w:u w:val="single"/>
        </w:rPr>
        <w:t>»</w:t>
      </w:r>
      <w:r w:rsidR="007E74E7" w:rsidRPr="007E74E7">
        <w:rPr>
          <w:bCs/>
          <w:iCs/>
          <w:color w:val="000000"/>
          <w:sz w:val="22"/>
          <w:szCs w:val="22"/>
          <w:u w:val="single"/>
        </w:rPr>
        <w:t xml:space="preserve"> </w:t>
      </w:r>
    </w:p>
    <w:p w:rsidR="00260E15" w:rsidRPr="00260E15" w:rsidRDefault="00CB3B50" w:rsidP="007E74E7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  <w:vertAlign w:val="superscript"/>
        </w:rPr>
      </w:pPr>
      <w:r w:rsidRPr="00CB3B50">
        <w:rPr>
          <w:iCs/>
          <w:color w:val="000000"/>
          <w:sz w:val="22"/>
          <w:szCs w:val="22"/>
          <w:u w:val="single"/>
          <w:vertAlign w:val="superscript"/>
        </w:rPr>
        <w:t xml:space="preserve"> </w:t>
      </w:r>
      <w:r w:rsidR="00260E15" w:rsidRPr="00260E15">
        <w:rPr>
          <w:iCs/>
          <w:color w:val="000000"/>
          <w:sz w:val="22"/>
          <w:szCs w:val="22"/>
          <w:vertAlign w:val="superscript"/>
        </w:rPr>
        <w:t>(наименование)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60E15" w:rsidRPr="00260E15" w:rsidTr="00260E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1A27" w:rsidRDefault="00551A27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Кондратьева Т.П.</w:t>
            </w:r>
          </w:p>
        </w:tc>
      </w:tr>
      <w:tr w:rsidR="00260E15" w:rsidRPr="00260E15" w:rsidTr="00260E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260E15" w:rsidRPr="00260E15" w:rsidTr="00260E15">
        <w:tc>
          <w:tcPr>
            <w:tcW w:w="675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98230</w:t>
            </w:r>
          </w:p>
        </w:tc>
        <w:tc>
          <w:tcPr>
            <w:tcW w:w="1560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lang w:val="en-US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Pr="00260E15" w:rsidRDefault="00C85C7F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И.о. председателя</w:t>
            </w:r>
            <w:r w:rsidR="00260E15" w:rsidRPr="00260E1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51A27">
              <w:rPr>
                <w:iCs/>
                <w:color w:val="000000"/>
                <w:sz w:val="22"/>
                <w:szCs w:val="22"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260E15" w:rsidRPr="00260E15" w:rsidRDefault="00C85C7F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А.П. Чихирьков</w:t>
            </w: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E15" w:rsidRDefault="00E87582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Правовой отдел</w:t>
            </w:r>
            <w:r w:rsidR="00CB3B50">
              <w:rPr>
                <w:iCs/>
                <w:color w:val="000000"/>
                <w:sz w:val="22"/>
                <w:szCs w:val="22"/>
              </w:rPr>
              <w:t xml:space="preserve"> Администрации города Усть-Илимска </w:t>
            </w:r>
          </w:p>
          <w:p w:rsidR="00CB3B50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B3B50" w:rsidRPr="00260E15" w:rsidRDefault="00CB3B50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60E15" w:rsidRPr="00260E15" w:rsidTr="00260E1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60E15" w:rsidRPr="00260E15" w:rsidTr="00260E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260E15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60E15" w:rsidRPr="00260E15" w:rsidTr="00260E15">
        <w:tc>
          <w:tcPr>
            <w:tcW w:w="3369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</w:r>
          </w:p>
          <w:p w:rsidR="00260E15" w:rsidRPr="00260E15" w:rsidRDefault="00260E15" w:rsidP="00260E15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260E15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260E15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260E15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В </w:t>
      </w:r>
      <w:proofErr w:type="gramStart"/>
      <w:r w:rsidRPr="00260E15">
        <w:rPr>
          <w:iCs/>
          <w:color w:val="000000"/>
          <w:sz w:val="22"/>
          <w:szCs w:val="22"/>
        </w:rPr>
        <w:t>случае</w:t>
      </w:r>
      <w:proofErr w:type="gramEnd"/>
      <w:r w:rsidRPr="00260E15">
        <w:rPr>
          <w:iCs/>
          <w:color w:val="000000"/>
          <w:sz w:val="22"/>
          <w:szCs w:val="22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60E15">
        <w:rPr>
          <w:iCs/>
          <w:color w:val="000000"/>
          <w:sz w:val="22"/>
          <w:szCs w:val="22"/>
        </w:rPr>
        <w:tab/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иные причины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Рассылка: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>3 экз. – в дело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t xml:space="preserve">1 экз. – исполнителю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Pr="00260E15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260E15">
        <w:rPr>
          <w:iCs/>
          <w:color w:val="000000"/>
          <w:sz w:val="22"/>
          <w:szCs w:val="22"/>
        </w:rPr>
        <w:sym w:font="Symbol" w:char="F0FF"/>
      </w:r>
      <w:r w:rsidR="00CB3B50">
        <w:rPr>
          <w:iCs/>
          <w:color w:val="000000"/>
          <w:sz w:val="22"/>
          <w:szCs w:val="22"/>
        </w:rPr>
        <w:t xml:space="preserve"> на официальные</w:t>
      </w:r>
      <w:r>
        <w:rPr>
          <w:iCs/>
          <w:color w:val="000000"/>
          <w:sz w:val="22"/>
          <w:szCs w:val="22"/>
        </w:rPr>
        <w:t xml:space="preserve"> сайт</w:t>
      </w:r>
      <w:r w:rsidR="00CB3B50">
        <w:rPr>
          <w:iCs/>
          <w:color w:val="000000"/>
          <w:sz w:val="22"/>
          <w:szCs w:val="22"/>
        </w:rPr>
        <w:t>ы Город</w:t>
      </w:r>
      <w:r w:rsidR="00E87582">
        <w:rPr>
          <w:iCs/>
          <w:color w:val="000000"/>
          <w:sz w:val="22"/>
          <w:szCs w:val="22"/>
        </w:rPr>
        <w:t xml:space="preserve">ской Думы города Усть-Илимска, </w:t>
      </w:r>
      <w:r w:rsidR="00CB3B50">
        <w:rPr>
          <w:iCs/>
          <w:color w:val="000000"/>
          <w:sz w:val="22"/>
          <w:szCs w:val="22"/>
        </w:rPr>
        <w:t>Администрации города У</w:t>
      </w:r>
      <w:r>
        <w:rPr>
          <w:iCs/>
          <w:color w:val="000000"/>
          <w:sz w:val="22"/>
          <w:szCs w:val="22"/>
        </w:rPr>
        <w:t>сть-Илимска</w:t>
      </w:r>
      <w:r w:rsidRPr="00260E15">
        <w:rPr>
          <w:iCs/>
          <w:color w:val="000000"/>
          <w:sz w:val="22"/>
          <w:szCs w:val="22"/>
        </w:rPr>
        <w:t xml:space="preserve"> </w:t>
      </w: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Cs/>
          <w:iCs/>
          <w:color w:val="000000"/>
          <w:sz w:val="22"/>
          <w:szCs w:val="22"/>
        </w:rPr>
      </w:pPr>
    </w:p>
    <w:p w:rsidR="00260E15" w:rsidRPr="00260E15" w:rsidRDefault="00260E15" w:rsidP="00260E15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60E15" w:rsidRPr="00634661" w:rsidRDefault="00260E15" w:rsidP="00422A5A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sectPr w:rsidR="00260E15" w:rsidRPr="00634661" w:rsidSect="00282C35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791" w:rsidRDefault="00320791">
      <w:r>
        <w:separator/>
      </w:r>
    </w:p>
  </w:endnote>
  <w:endnote w:type="continuationSeparator" w:id="0">
    <w:p w:rsidR="00320791" w:rsidRDefault="0032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791" w:rsidRDefault="00320791">
      <w:r>
        <w:separator/>
      </w:r>
    </w:p>
  </w:footnote>
  <w:footnote w:type="continuationSeparator" w:id="0">
    <w:p w:rsidR="00320791" w:rsidRDefault="00320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3D51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3E02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100A38"/>
    <w:rsid w:val="00111B95"/>
    <w:rsid w:val="001126C3"/>
    <w:rsid w:val="00113623"/>
    <w:rsid w:val="00113690"/>
    <w:rsid w:val="00125860"/>
    <w:rsid w:val="00137FDB"/>
    <w:rsid w:val="001B2015"/>
    <w:rsid w:val="001B6152"/>
    <w:rsid w:val="001C0FB5"/>
    <w:rsid w:val="001D00F8"/>
    <w:rsid w:val="001E1CFC"/>
    <w:rsid w:val="001E69F9"/>
    <w:rsid w:val="00230E17"/>
    <w:rsid w:val="002361AD"/>
    <w:rsid w:val="00236811"/>
    <w:rsid w:val="0023687E"/>
    <w:rsid w:val="00241B47"/>
    <w:rsid w:val="00260E15"/>
    <w:rsid w:val="00271B1A"/>
    <w:rsid w:val="00277283"/>
    <w:rsid w:val="00282C35"/>
    <w:rsid w:val="002A11E4"/>
    <w:rsid w:val="002A25B5"/>
    <w:rsid w:val="002A60B2"/>
    <w:rsid w:val="002A7E29"/>
    <w:rsid w:val="002C1B1A"/>
    <w:rsid w:val="002C3879"/>
    <w:rsid w:val="002C6397"/>
    <w:rsid w:val="002D4D32"/>
    <w:rsid w:val="002D638F"/>
    <w:rsid w:val="002E54C2"/>
    <w:rsid w:val="002F1E36"/>
    <w:rsid w:val="00301824"/>
    <w:rsid w:val="00305A8E"/>
    <w:rsid w:val="00317D9B"/>
    <w:rsid w:val="00320791"/>
    <w:rsid w:val="00343D00"/>
    <w:rsid w:val="00366AD2"/>
    <w:rsid w:val="003731FC"/>
    <w:rsid w:val="003A4283"/>
    <w:rsid w:val="003A4DE1"/>
    <w:rsid w:val="003B67BB"/>
    <w:rsid w:val="003E3A89"/>
    <w:rsid w:val="003F4B15"/>
    <w:rsid w:val="003F63FD"/>
    <w:rsid w:val="00402D96"/>
    <w:rsid w:val="00413422"/>
    <w:rsid w:val="00422A5A"/>
    <w:rsid w:val="00444984"/>
    <w:rsid w:val="00444B4C"/>
    <w:rsid w:val="004713B9"/>
    <w:rsid w:val="00472D9A"/>
    <w:rsid w:val="00485E3D"/>
    <w:rsid w:val="004B6769"/>
    <w:rsid w:val="004C7A24"/>
    <w:rsid w:val="004E11D1"/>
    <w:rsid w:val="004F7945"/>
    <w:rsid w:val="00501136"/>
    <w:rsid w:val="00517590"/>
    <w:rsid w:val="00551A27"/>
    <w:rsid w:val="00560914"/>
    <w:rsid w:val="005767CB"/>
    <w:rsid w:val="005906A2"/>
    <w:rsid w:val="005936DA"/>
    <w:rsid w:val="00595107"/>
    <w:rsid w:val="00596E65"/>
    <w:rsid w:val="005A3F1D"/>
    <w:rsid w:val="005A422B"/>
    <w:rsid w:val="005A697E"/>
    <w:rsid w:val="005E6828"/>
    <w:rsid w:val="00634661"/>
    <w:rsid w:val="006531B8"/>
    <w:rsid w:val="00665B4E"/>
    <w:rsid w:val="00671327"/>
    <w:rsid w:val="006802C3"/>
    <w:rsid w:val="00681966"/>
    <w:rsid w:val="006835B0"/>
    <w:rsid w:val="00685116"/>
    <w:rsid w:val="0068519E"/>
    <w:rsid w:val="006923CC"/>
    <w:rsid w:val="006F6562"/>
    <w:rsid w:val="007073F7"/>
    <w:rsid w:val="00722B0B"/>
    <w:rsid w:val="00723600"/>
    <w:rsid w:val="00724366"/>
    <w:rsid w:val="00742083"/>
    <w:rsid w:val="00744DBD"/>
    <w:rsid w:val="00757016"/>
    <w:rsid w:val="00767D51"/>
    <w:rsid w:val="007854A9"/>
    <w:rsid w:val="007B41A7"/>
    <w:rsid w:val="007B5D56"/>
    <w:rsid w:val="007C3F7E"/>
    <w:rsid w:val="007E0B1A"/>
    <w:rsid w:val="007E15F7"/>
    <w:rsid w:val="007E74E7"/>
    <w:rsid w:val="007F35FE"/>
    <w:rsid w:val="00800699"/>
    <w:rsid w:val="00803D1A"/>
    <w:rsid w:val="00862148"/>
    <w:rsid w:val="0087273A"/>
    <w:rsid w:val="008833EB"/>
    <w:rsid w:val="008848A1"/>
    <w:rsid w:val="00897D8A"/>
    <w:rsid w:val="008A490A"/>
    <w:rsid w:val="008C5231"/>
    <w:rsid w:val="008D34B4"/>
    <w:rsid w:val="008E6F0F"/>
    <w:rsid w:val="00956ACA"/>
    <w:rsid w:val="00956ADD"/>
    <w:rsid w:val="00963499"/>
    <w:rsid w:val="0097375A"/>
    <w:rsid w:val="009A75C0"/>
    <w:rsid w:val="009E4BCF"/>
    <w:rsid w:val="009F622E"/>
    <w:rsid w:val="00A02007"/>
    <w:rsid w:val="00A043F1"/>
    <w:rsid w:val="00A22712"/>
    <w:rsid w:val="00A3050E"/>
    <w:rsid w:val="00A560D8"/>
    <w:rsid w:val="00A95469"/>
    <w:rsid w:val="00A966FE"/>
    <w:rsid w:val="00AC7D33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961A5"/>
    <w:rsid w:val="00BA4DBB"/>
    <w:rsid w:val="00BC2A0A"/>
    <w:rsid w:val="00BE074F"/>
    <w:rsid w:val="00BF4EBD"/>
    <w:rsid w:val="00BF766B"/>
    <w:rsid w:val="00C411BB"/>
    <w:rsid w:val="00C65FF0"/>
    <w:rsid w:val="00C66935"/>
    <w:rsid w:val="00C85C7F"/>
    <w:rsid w:val="00CB3B50"/>
    <w:rsid w:val="00D04AB2"/>
    <w:rsid w:val="00D07B1D"/>
    <w:rsid w:val="00D137FE"/>
    <w:rsid w:val="00D46E2A"/>
    <w:rsid w:val="00D77403"/>
    <w:rsid w:val="00D8165B"/>
    <w:rsid w:val="00DB120A"/>
    <w:rsid w:val="00DC0758"/>
    <w:rsid w:val="00DD1E81"/>
    <w:rsid w:val="00DD7578"/>
    <w:rsid w:val="00DD7981"/>
    <w:rsid w:val="00DE3F07"/>
    <w:rsid w:val="00DF4C94"/>
    <w:rsid w:val="00E23BEC"/>
    <w:rsid w:val="00E42B0F"/>
    <w:rsid w:val="00E437DE"/>
    <w:rsid w:val="00E70619"/>
    <w:rsid w:val="00E73364"/>
    <w:rsid w:val="00E7780B"/>
    <w:rsid w:val="00E87582"/>
    <w:rsid w:val="00E936CE"/>
    <w:rsid w:val="00EA18AE"/>
    <w:rsid w:val="00EB33A0"/>
    <w:rsid w:val="00EC1DF7"/>
    <w:rsid w:val="00EC238D"/>
    <w:rsid w:val="00EE153B"/>
    <w:rsid w:val="00EF1494"/>
    <w:rsid w:val="00EF646F"/>
    <w:rsid w:val="00F27F78"/>
    <w:rsid w:val="00F33D51"/>
    <w:rsid w:val="00F6026C"/>
    <w:rsid w:val="00F60CB7"/>
    <w:rsid w:val="00F6186F"/>
    <w:rsid w:val="00F715DA"/>
    <w:rsid w:val="00F72AEC"/>
    <w:rsid w:val="00F8105F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3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Зарубина Яна Александровна</cp:lastModifiedBy>
  <cp:revision>4</cp:revision>
  <cp:lastPrinted>2018-10-01T04:21:00Z</cp:lastPrinted>
  <dcterms:created xsi:type="dcterms:W3CDTF">2018-10-02T09:13:00Z</dcterms:created>
  <dcterms:modified xsi:type="dcterms:W3CDTF">2018-10-02T09:16:00Z</dcterms:modified>
</cp:coreProperties>
</file>