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7101">
        <w:trPr>
          <w:trHeight w:hRule="exact" w:val="1928"/>
        </w:trPr>
        <w:tc>
          <w:tcPr>
            <w:tcW w:w="9854" w:type="dxa"/>
            <w:gridSpan w:val="5"/>
          </w:tcPr>
          <w:p w:rsidR="00665B4E" w:rsidRPr="00AE7101" w:rsidRDefault="00665B4E" w:rsidP="00F6186F">
            <w:pPr>
              <w:jc w:val="center"/>
              <w:rPr>
                <w:caps/>
              </w:rPr>
            </w:pPr>
            <w:r w:rsidRPr="00D2046B">
              <w:rPr>
                <w:caps/>
              </w:rPr>
              <w:t>Российская Федерация</w:t>
            </w:r>
          </w:p>
          <w:p w:rsidR="00665B4E" w:rsidRPr="00AE7101" w:rsidRDefault="00665B4E" w:rsidP="00F6186F">
            <w:pPr>
              <w:jc w:val="center"/>
              <w:rPr>
                <w:caps/>
              </w:rPr>
            </w:pPr>
            <w:r w:rsidRPr="00D2046B">
              <w:rPr>
                <w:caps/>
              </w:rPr>
              <w:t>Иркутская область</w:t>
            </w:r>
            <w:r w:rsidR="00AE7101" w:rsidRPr="00AE7101">
              <w:rPr>
                <w:caps/>
              </w:rPr>
              <w:br/>
            </w:r>
            <w:r w:rsidR="00AE7101" w:rsidRPr="00D71CB6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D2046B" w:rsidRDefault="00C22DE0" w:rsidP="00F6186F">
            <w:pPr>
              <w:jc w:val="center"/>
              <w:rPr>
                <w:caps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F8408D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Администрация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>
              <w:rPr>
                <w:b/>
                <w:caps/>
                <w:sz w:val="28"/>
                <w:szCs w:val="28"/>
              </w:rPr>
              <w:t>а</w:t>
            </w:r>
          </w:p>
          <w:p w:rsidR="00A95469" w:rsidRPr="005E6828" w:rsidRDefault="00A95469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E6828">
              <w:rPr>
                <w:b/>
                <w:caps/>
                <w:spacing w:val="60"/>
                <w:sz w:val="40"/>
                <w:szCs w:val="28"/>
              </w:rPr>
              <w:t>постановление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46BD7" w:rsidTr="00F27F78">
        <w:trPr>
          <w:trHeight w:val="2155"/>
        </w:trPr>
        <w:tc>
          <w:tcPr>
            <w:tcW w:w="9854" w:type="dxa"/>
            <w:gridSpan w:val="5"/>
          </w:tcPr>
          <w:p w:rsidR="00B269AE" w:rsidRPr="00446BD7" w:rsidRDefault="004C2966" w:rsidP="00375502">
            <w:pPr>
              <w:spacing w:before="480" w:after="480" w:line="240" w:lineRule="exact"/>
              <w:ind w:right="5103"/>
              <w:jc w:val="both"/>
            </w:pPr>
            <w:r w:rsidRPr="00446BD7">
              <w:t xml:space="preserve">Об исполнении </w:t>
            </w:r>
            <w:r w:rsidR="0003257E" w:rsidRPr="00446BD7">
              <w:t xml:space="preserve">бюджета города за </w:t>
            </w:r>
            <w:r w:rsidR="00375502" w:rsidRPr="00446BD7">
              <w:t xml:space="preserve">9 месяцев </w:t>
            </w:r>
            <w:r w:rsidR="0003257E" w:rsidRPr="00446BD7">
              <w:t>2019</w:t>
            </w:r>
            <w:r w:rsidRPr="00446BD7">
              <w:t xml:space="preserve"> года</w:t>
            </w:r>
            <w:r w:rsidR="00C22DE0">
              <w:rPr>
                <w:noProof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4C2966" w:rsidRPr="00446BD7" w:rsidRDefault="004C2966" w:rsidP="004C2966">
      <w:pPr>
        <w:ind w:firstLine="708"/>
        <w:jc w:val="both"/>
      </w:pPr>
      <w:proofErr w:type="gramStart"/>
      <w:r w:rsidRPr="00446BD7">
        <w:t>В соответствии с Бюджетным кодексом Российской Федерации, статьей 31 Положения о бюджетном процессе в муниципальном образовании город Усть-Илимск, утвержденного решением Городской Думы города Усть-Илимска  28.03.2012г. № 39/241, руководс</w:t>
      </w:r>
      <w:r w:rsidR="00192813" w:rsidRPr="00446BD7">
        <w:t xml:space="preserve">твуясь статьями 34, 43, 51, </w:t>
      </w:r>
      <w:r w:rsidRPr="00446BD7">
        <w:t>55, 58, 59 Устава муниципального образования город Усть-Илимск,</w:t>
      </w:r>
      <w:r w:rsidRPr="00446BD7">
        <w:rPr>
          <w:iCs/>
        </w:rPr>
        <w:t xml:space="preserve"> –</w:t>
      </w:r>
      <w:proofErr w:type="gramEnd"/>
    </w:p>
    <w:p w:rsidR="004C2966" w:rsidRPr="00446BD7" w:rsidRDefault="004C2966" w:rsidP="008E4780">
      <w:pPr>
        <w:ind w:firstLine="708"/>
        <w:jc w:val="both"/>
        <w:rPr>
          <w:b/>
        </w:rPr>
      </w:pPr>
      <w:r w:rsidRPr="00446BD7">
        <w:rPr>
          <w:b/>
        </w:rPr>
        <w:t>ПОСТАНОВЛЯЮ:</w:t>
      </w:r>
    </w:p>
    <w:p w:rsidR="004C2966" w:rsidRPr="00446BD7" w:rsidRDefault="004C2966" w:rsidP="004C2966">
      <w:pPr>
        <w:ind w:firstLine="708"/>
        <w:jc w:val="both"/>
      </w:pPr>
      <w:r w:rsidRPr="00446BD7">
        <w:t>1.Утвердить:</w:t>
      </w:r>
    </w:p>
    <w:p w:rsidR="004C2966" w:rsidRPr="00446BD7" w:rsidRDefault="004C2966" w:rsidP="008E4780">
      <w:pPr>
        <w:ind w:firstLine="709"/>
        <w:jc w:val="both"/>
        <w:rPr>
          <w:bCs/>
        </w:rPr>
      </w:pPr>
      <w:r w:rsidRPr="00446BD7">
        <w:t xml:space="preserve">1) </w:t>
      </w:r>
      <w:r w:rsidRPr="00446BD7">
        <w:rPr>
          <w:bCs/>
        </w:rPr>
        <w:t xml:space="preserve">исполнение </w:t>
      </w:r>
      <w:r w:rsidR="0003257E" w:rsidRPr="00446BD7">
        <w:rPr>
          <w:bCs/>
        </w:rPr>
        <w:t xml:space="preserve">бюджета города за </w:t>
      </w:r>
      <w:r w:rsidR="00375502" w:rsidRPr="00446BD7">
        <w:rPr>
          <w:bCs/>
        </w:rPr>
        <w:t xml:space="preserve">9 месяцев </w:t>
      </w:r>
      <w:r w:rsidR="0003257E" w:rsidRPr="00446BD7">
        <w:rPr>
          <w:bCs/>
        </w:rPr>
        <w:t>2019</w:t>
      </w:r>
      <w:r w:rsidRPr="00446BD7">
        <w:rPr>
          <w:bCs/>
        </w:rPr>
        <w:t xml:space="preserve"> года:</w:t>
      </w:r>
    </w:p>
    <w:p w:rsidR="00C22DE0" w:rsidRDefault="004C2966" w:rsidP="00C22DE0">
      <w:pPr>
        <w:ind w:firstLine="708"/>
        <w:jc w:val="both"/>
        <w:rPr>
          <w:bCs/>
        </w:rPr>
      </w:pPr>
      <w:r w:rsidRPr="00446BD7">
        <w:rPr>
          <w:bCs/>
        </w:rPr>
        <w:t xml:space="preserve">по доходам в сумме </w:t>
      </w:r>
      <w:r w:rsidR="00821929" w:rsidRPr="00446BD7">
        <w:rPr>
          <w:bCs/>
        </w:rPr>
        <w:t xml:space="preserve">1 890 169 755 </w:t>
      </w:r>
      <w:r w:rsidR="00AF599A" w:rsidRPr="00446BD7">
        <w:rPr>
          <w:bCs/>
        </w:rPr>
        <w:t>рублей</w:t>
      </w:r>
      <w:r w:rsidR="00821929" w:rsidRPr="00446BD7">
        <w:rPr>
          <w:bCs/>
        </w:rPr>
        <w:t xml:space="preserve"> 06  копее</w:t>
      </w:r>
      <w:r w:rsidRPr="00446BD7">
        <w:rPr>
          <w:bCs/>
        </w:rPr>
        <w:t>к</w:t>
      </w:r>
      <w:r w:rsidR="00821929" w:rsidRPr="00446BD7">
        <w:rPr>
          <w:bCs/>
        </w:rPr>
        <w:t xml:space="preserve">, </w:t>
      </w:r>
    </w:p>
    <w:p w:rsidR="004C2966" w:rsidRPr="00446BD7" w:rsidRDefault="00821929" w:rsidP="00C22DE0">
      <w:pPr>
        <w:ind w:firstLine="708"/>
        <w:jc w:val="both"/>
        <w:rPr>
          <w:bCs/>
        </w:rPr>
      </w:pPr>
      <w:r w:rsidRPr="00446BD7">
        <w:rPr>
          <w:bCs/>
        </w:rPr>
        <w:t>по расходам в сумме 1 880 371 247 рублей 19 копеек с профицитом – 9 798 507 рублей 87 копеек.</w:t>
      </w:r>
    </w:p>
    <w:p w:rsidR="00192813" w:rsidRPr="00446BD7" w:rsidRDefault="004C2966" w:rsidP="008E4780">
      <w:pPr>
        <w:ind w:firstLine="709"/>
        <w:jc w:val="both"/>
      </w:pPr>
      <w:r w:rsidRPr="00446BD7">
        <w:rPr>
          <w:bCs/>
        </w:rPr>
        <w:t>2) отчет об исполнении по доходам и источникам финансирова</w:t>
      </w:r>
      <w:r w:rsidR="00E60E0D" w:rsidRPr="00446BD7">
        <w:rPr>
          <w:bCs/>
        </w:rPr>
        <w:t xml:space="preserve">ния дефицита бюджета города за </w:t>
      </w:r>
      <w:r w:rsidR="00375502" w:rsidRPr="00446BD7">
        <w:rPr>
          <w:bCs/>
        </w:rPr>
        <w:t xml:space="preserve">9 месяцев </w:t>
      </w:r>
      <w:r w:rsidR="0003257E" w:rsidRPr="00446BD7">
        <w:rPr>
          <w:bCs/>
        </w:rPr>
        <w:t>2019</w:t>
      </w:r>
      <w:r w:rsidR="00364FBD">
        <w:rPr>
          <w:bCs/>
        </w:rPr>
        <w:t xml:space="preserve"> года </w:t>
      </w:r>
      <w:r w:rsidRPr="00446BD7">
        <w:t xml:space="preserve">(приложение № 1); </w:t>
      </w:r>
    </w:p>
    <w:p w:rsidR="004C2966" w:rsidRPr="00446BD7" w:rsidRDefault="004C2966" w:rsidP="00364FBD">
      <w:pPr>
        <w:ind w:firstLine="709"/>
        <w:jc w:val="both"/>
        <w:rPr>
          <w:bCs/>
          <w:color w:val="000000"/>
        </w:rPr>
      </w:pPr>
      <w:r w:rsidRPr="00446BD7">
        <w:t xml:space="preserve">3) </w:t>
      </w:r>
      <w:r w:rsidRPr="00446BD7">
        <w:rPr>
          <w:bCs/>
          <w:color w:val="000000"/>
        </w:rPr>
        <w:t>о</w:t>
      </w:r>
      <w:r w:rsidR="008E4780" w:rsidRPr="00446BD7">
        <w:rPr>
          <w:bCs/>
          <w:color w:val="000000"/>
        </w:rPr>
        <w:t xml:space="preserve">тчёт об исполнении бюджетных </w:t>
      </w:r>
      <w:r w:rsidRPr="00446BD7">
        <w:rPr>
          <w:bCs/>
          <w:color w:val="000000"/>
        </w:rPr>
        <w:t>ассигнований по разделам и  подразделам  классификации  рас</w:t>
      </w:r>
      <w:r w:rsidR="0003257E" w:rsidRPr="00446BD7">
        <w:rPr>
          <w:bCs/>
          <w:color w:val="000000"/>
        </w:rPr>
        <w:t xml:space="preserve">ходов бюджетов за </w:t>
      </w:r>
      <w:r w:rsidR="00375502" w:rsidRPr="00446BD7">
        <w:rPr>
          <w:bCs/>
          <w:color w:val="000000"/>
        </w:rPr>
        <w:t xml:space="preserve">9 месяцев </w:t>
      </w:r>
      <w:r w:rsidR="0003257E" w:rsidRPr="00446BD7">
        <w:rPr>
          <w:bCs/>
          <w:color w:val="000000"/>
        </w:rPr>
        <w:t>2019</w:t>
      </w:r>
      <w:r w:rsidRPr="00446BD7">
        <w:rPr>
          <w:bCs/>
          <w:color w:val="000000"/>
        </w:rPr>
        <w:t xml:space="preserve"> года</w:t>
      </w:r>
      <w:r w:rsidR="00364FBD">
        <w:rPr>
          <w:bCs/>
          <w:color w:val="000000"/>
        </w:rPr>
        <w:t xml:space="preserve"> </w:t>
      </w:r>
      <w:r w:rsidRPr="00446BD7">
        <w:t xml:space="preserve">(приложение № 2); </w:t>
      </w:r>
    </w:p>
    <w:p w:rsidR="004C2966" w:rsidRPr="00446BD7" w:rsidRDefault="004C2966" w:rsidP="008E4780">
      <w:pPr>
        <w:ind w:firstLine="709"/>
        <w:jc w:val="both"/>
      </w:pPr>
      <w:r w:rsidRPr="00446BD7">
        <w:t xml:space="preserve">4) отчёт об исполнении бюджетных  ассигнований по  целевым  статьям (программным и непрограммным направлениям деятельности), группам видов  расходов, разделам, подразделам  классификации  расходов бюджетов за  </w:t>
      </w:r>
      <w:r w:rsidR="00375502" w:rsidRPr="00446BD7">
        <w:t xml:space="preserve">9 месяцев </w:t>
      </w:r>
      <w:r w:rsidR="0003257E" w:rsidRPr="00446BD7">
        <w:rPr>
          <w:bCs/>
          <w:color w:val="000000"/>
        </w:rPr>
        <w:t>2019</w:t>
      </w:r>
      <w:r w:rsidRPr="00446BD7">
        <w:rPr>
          <w:bCs/>
          <w:color w:val="000000"/>
        </w:rPr>
        <w:t xml:space="preserve"> года  </w:t>
      </w:r>
      <w:r w:rsidRPr="00446BD7">
        <w:t>(приложение № 3);</w:t>
      </w:r>
    </w:p>
    <w:p w:rsidR="004C2966" w:rsidRPr="00446BD7" w:rsidRDefault="004C2966" w:rsidP="00192813">
      <w:pPr>
        <w:ind w:firstLine="708"/>
        <w:jc w:val="both"/>
      </w:pPr>
      <w:r w:rsidRPr="00446BD7">
        <w:t xml:space="preserve">2. Финансовому управлению Администрации города Усть-Илимска (Шадрина О.Ф.) направить отчет об исполнении бюджета города за </w:t>
      </w:r>
      <w:r w:rsidR="00375502" w:rsidRPr="00446BD7">
        <w:t xml:space="preserve">9 месяцев </w:t>
      </w:r>
      <w:r w:rsidR="0003257E" w:rsidRPr="00446BD7">
        <w:rPr>
          <w:bCs/>
        </w:rPr>
        <w:t>2019</w:t>
      </w:r>
      <w:r w:rsidR="00C22DE0">
        <w:rPr>
          <w:bCs/>
        </w:rPr>
        <w:t xml:space="preserve"> </w:t>
      </w:r>
      <w:r w:rsidRPr="00446BD7">
        <w:t>года и пояснительную записку к нему в Городскую Думу города Усть-Илимска</w:t>
      </w:r>
      <w:r w:rsidR="00C22DE0">
        <w:t xml:space="preserve"> </w:t>
      </w:r>
      <w:r w:rsidRPr="00446BD7">
        <w:t>и Контрольно-ревизионную комиссию города Усть-Илимска.</w:t>
      </w:r>
    </w:p>
    <w:p w:rsidR="004C2966" w:rsidRPr="00446BD7" w:rsidRDefault="004C2966" w:rsidP="004C2966">
      <w:pPr>
        <w:ind w:firstLine="720"/>
        <w:jc w:val="both"/>
      </w:pPr>
      <w:r w:rsidRPr="00446BD7">
        <w:t xml:space="preserve">3. Опубликовать настоящее постановление </w:t>
      </w:r>
      <w:r w:rsidR="00446BD7" w:rsidRPr="00446BD7">
        <w:t>в газете «Усть-Илимск официальный» и разместить на официальных сайтах</w:t>
      </w:r>
      <w:r w:rsidRPr="00446BD7">
        <w:t xml:space="preserve"> </w:t>
      </w:r>
      <w:r w:rsidR="00446BD7" w:rsidRPr="00446BD7">
        <w:t xml:space="preserve">Городской Думы города Усть-Илимска, </w:t>
      </w:r>
      <w:r w:rsidRPr="00446BD7">
        <w:t>Администрации города Усть-Илимска.</w:t>
      </w:r>
    </w:p>
    <w:p w:rsidR="004C2966" w:rsidRDefault="004C2966" w:rsidP="004C2966">
      <w:pPr>
        <w:ind w:firstLine="720"/>
        <w:jc w:val="both"/>
      </w:pPr>
      <w:r w:rsidRPr="00446BD7">
        <w:t xml:space="preserve">4. </w:t>
      </w:r>
      <w:proofErr w:type="gramStart"/>
      <w:r w:rsidRPr="00446BD7">
        <w:t>Контроль за</w:t>
      </w:r>
      <w:proofErr w:type="gramEnd"/>
      <w:r w:rsidRPr="00446BD7">
        <w:t xml:space="preserve"> исполнением настоящего постановления оставляю за собой.</w:t>
      </w:r>
    </w:p>
    <w:p w:rsidR="00446BD7" w:rsidRDefault="00446BD7" w:rsidP="004C2966">
      <w:pPr>
        <w:ind w:firstLine="720"/>
        <w:jc w:val="both"/>
      </w:pPr>
    </w:p>
    <w:p w:rsidR="00446BD7" w:rsidRDefault="00446BD7" w:rsidP="004C2966">
      <w:pPr>
        <w:ind w:firstLine="720"/>
        <w:jc w:val="both"/>
      </w:pPr>
    </w:p>
    <w:p w:rsidR="00446BD7" w:rsidRDefault="00446BD7" w:rsidP="004C2966">
      <w:pPr>
        <w:ind w:firstLine="720"/>
        <w:jc w:val="both"/>
      </w:pPr>
    </w:p>
    <w:p w:rsidR="00821929" w:rsidRPr="00446BD7" w:rsidRDefault="00446BD7" w:rsidP="00446BD7">
      <w:pPr>
        <w:jc w:val="both"/>
        <w:rPr>
          <w:b/>
        </w:rPr>
      </w:pPr>
      <w:r>
        <w:rPr>
          <w:b/>
        </w:rPr>
        <w:t xml:space="preserve">Мэр </w:t>
      </w:r>
      <w:r w:rsidR="00821929" w:rsidRPr="00446BD7">
        <w:rPr>
          <w:b/>
        </w:rPr>
        <w:t xml:space="preserve">города                                                                     </w:t>
      </w:r>
      <w:r>
        <w:rPr>
          <w:b/>
        </w:rPr>
        <w:t xml:space="preserve">                                             </w:t>
      </w:r>
      <w:r w:rsidR="00821929" w:rsidRPr="00446BD7">
        <w:rPr>
          <w:b/>
        </w:rPr>
        <w:t>А.И.Щекина</w:t>
      </w:r>
    </w:p>
    <w:p w:rsidR="004C2966" w:rsidRPr="005448F6" w:rsidRDefault="004C2966" w:rsidP="004C2966">
      <w:pPr>
        <w:ind w:firstLine="720"/>
        <w:jc w:val="both"/>
        <w:rPr>
          <w:b/>
        </w:rPr>
      </w:pPr>
    </w:p>
    <w:p w:rsidR="004C2966" w:rsidRDefault="005448F6" w:rsidP="004C2966">
      <w:pPr>
        <w:jc w:val="both"/>
        <w:rPr>
          <w:b/>
          <w:sz w:val="28"/>
          <w:szCs w:val="28"/>
        </w:rPr>
      </w:pPr>
      <w:r w:rsidRPr="008E4780">
        <w:rPr>
          <w:b/>
          <w:sz w:val="28"/>
          <w:szCs w:val="28"/>
        </w:rPr>
        <w:tab/>
      </w:r>
      <w:r w:rsidRPr="008E4780">
        <w:rPr>
          <w:b/>
          <w:sz w:val="28"/>
          <w:szCs w:val="28"/>
        </w:rPr>
        <w:tab/>
      </w:r>
    </w:p>
    <w:p w:rsidR="00446BD7" w:rsidRDefault="00446BD7" w:rsidP="004C2966">
      <w:pPr>
        <w:jc w:val="both"/>
        <w:rPr>
          <w:b/>
          <w:sz w:val="28"/>
          <w:szCs w:val="28"/>
        </w:rPr>
      </w:pPr>
    </w:p>
    <w:p w:rsidR="00446BD7" w:rsidRPr="008E4780" w:rsidRDefault="00446BD7" w:rsidP="004C2966">
      <w:pPr>
        <w:jc w:val="both"/>
        <w:rPr>
          <w:b/>
          <w:sz w:val="28"/>
          <w:szCs w:val="28"/>
        </w:rPr>
      </w:pPr>
    </w:p>
    <w:p w:rsidR="00FC1749" w:rsidRPr="001124F8" w:rsidRDefault="00FC1749" w:rsidP="00FC1749">
      <w:pPr>
        <w:jc w:val="center"/>
      </w:pPr>
      <w:r w:rsidRPr="001124F8">
        <w:t>ЛИСТ СОГЛАСОВАНИЯ</w:t>
      </w:r>
    </w:p>
    <w:p w:rsidR="00FC1749" w:rsidRDefault="00FC1749" w:rsidP="00FC1749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</w:p>
    <w:p w:rsidR="00FC1749" w:rsidRPr="00FC1749" w:rsidRDefault="00FC1749" w:rsidP="00FC1749">
      <w:pPr>
        <w:pBdr>
          <w:bottom w:val="single" w:sz="12" w:space="1" w:color="auto"/>
        </w:pBdr>
        <w:jc w:val="center"/>
      </w:pPr>
      <w:r>
        <w:t>«</w:t>
      </w:r>
      <w:r w:rsidRPr="00FC1749">
        <w:t xml:space="preserve">Об исполнении </w:t>
      </w:r>
      <w:r w:rsidR="0003257E">
        <w:t xml:space="preserve">бюджета города за </w:t>
      </w:r>
      <w:r w:rsidR="00446BD7">
        <w:t xml:space="preserve">9 месяцев </w:t>
      </w:r>
      <w:r w:rsidR="0003257E">
        <w:t>2019</w:t>
      </w:r>
      <w:r w:rsidRPr="00FC1749">
        <w:t xml:space="preserve"> года</w:t>
      </w:r>
      <w:r>
        <w:t>»</w:t>
      </w:r>
    </w:p>
    <w:p w:rsidR="00FC1749" w:rsidRPr="001124F8" w:rsidRDefault="00FC1749" w:rsidP="00FC1749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FC1749" w:rsidRPr="000459F5" w:rsidRDefault="00FC1749" w:rsidP="00FC1749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FC1749" w:rsidRPr="00D10010" w:rsidTr="00153C0E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C1749" w:rsidRPr="00D10010" w:rsidRDefault="00611FEA" w:rsidP="00611FEA">
            <w:pPr>
              <w:jc w:val="both"/>
            </w:pPr>
            <w:r>
              <w:t xml:space="preserve">Заместитель начальника Финансового </w:t>
            </w:r>
            <w:proofErr w:type="gramStart"/>
            <w:r>
              <w:t>управления-н</w:t>
            </w:r>
            <w:r w:rsidR="00FC1749">
              <w:t>ачальник</w:t>
            </w:r>
            <w:proofErr w:type="gramEnd"/>
            <w:r w:rsidR="00FC1749">
              <w:t xml:space="preserve"> отдела</w:t>
            </w:r>
            <w:r w:rsidR="00C22DE0">
              <w:t xml:space="preserve"> </w:t>
            </w:r>
            <w:proofErr w:type="spellStart"/>
            <w:r>
              <w:t>ДиНП</w:t>
            </w:r>
            <w:proofErr w:type="spellEnd"/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611FEA" w:rsidRDefault="00611FEA" w:rsidP="00153C0E">
            <w:pPr>
              <w:jc w:val="both"/>
            </w:pPr>
          </w:p>
          <w:p w:rsidR="00FC1749" w:rsidRPr="00D10010" w:rsidRDefault="00611FEA" w:rsidP="00153C0E">
            <w:pPr>
              <w:jc w:val="both"/>
            </w:pPr>
            <w:r>
              <w:t>Гребнева Н.П.</w:t>
            </w:r>
          </w:p>
        </w:tc>
      </w:tr>
      <w:tr w:rsidR="00FC1749" w:rsidRPr="00D10010" w:rsidTr="00153C0E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C1749" w:rsidRPr="00D10010" w:rsidTr="00153C0E">
        <w:tc>
          <w:tcPr>
            <w:tcW w:w="675" w:type="dxa"/>
          </w:tcPr>
          <w:p w:rsidR="00FC1749" w:rsidRPr="00D10010" w:rsidRDefault="00FC1749" w:rsidP="00153C0E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749" w:rsidRPr="00D10010" w:rsidRDefault="00FC1749" w:rsidP="00153C0E">
            <w:pPr>
              <w:jc w:val="center"/>
            </w:pPr>
            <w:r>
              <w:t>982</w:t>
            </w:r>
            <w:r w:rsidR="00192813">
              <w:t>42</w:t>
            </w:r>
          </w:p>
        </w:tc>
        <w:tc>
          <w:tcPr>
            <w:tcW w:w="1560" w:type="dxa"/>
          </w:tcPr>
          <w:p w:rsidR="00FC1749" w:rsidRPr="00D10010" w:rsidRDefault="00FC1749" w:rsidP="00153C0E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1749" w:rsidRPr="00D10010" w:rsidRDefault="00FC1749" w:rsidP="00153C0E">
            <w:pPr>
              <w:jc w:val="center"/>
            </w:pPr>
            <w:r>
              <w:t>11</w:t>
            </w:r>
            <w:r w:rsidR="00192813">
              <w:t>24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center"/>
            </w:pPr>
          </w:p>
        </w:tc>
        <w:tc>
          <w:tcPr>
            <w:tcW w:w="2517" w:type="dxa"/>
          </w:tcPr>
          <w:p w:rsidR="00FC1749" w:rsidRPr="00D10010" w:rsidRDefault="00FC1749" w:rsidP="00153C0E">
            <w:pPr>
              <w:jc w:val="center"/>
            </w:pPr>
          </w:p>
        </w:tc>
      </w:tr>
    </w:tbl>
    <w:p w:rsidR="00FC1749" w:rsidRPr="000459F5" w:rsidRDefault="00FC1749" w:rsidP="00FC1749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FC1749" w:rsidRPr="00D10010" w:rsidTr="00153C0E">
        <w:tc>
          <w:tcPr>
            <w:tcW w:w="4361" w:type="dxa"/>
            <w:tcBorders>
              <w:bottom w:val="single" w:sz="4" w:space="0" w:color="auto"/>
            </w:tcBorders>
          </w:tcPr>
          <w:p w:rsidR="00192813" w:rsidRDefault="00192813" w:rsidP="00153C0E">
            <w:pPr>
              <w:jc w:val="both"/>
            </w:pPr>
          </w:p>
          <w:p w:rsidR="00FC1749" w:rsidRPr="00D10010" w:rsidRDefault="00375502" w:rsidP="00153C0E">
            <w:pPr>
              <w:jc w:val="both"/>
            </w:pPr>
            <w:r>
              <w:t>И.о</w:t>
            </w:r>
            <w:proofErr w:type="gramStart"/>
            <w:r>
              <w:t>.</w:t>
            </w:r>
            <w:r w:rsidR="00192813">
              <w:t>Н</w:t>
            </w:r>
            <w:proofErr w:type="gramEnd"/>
            <w:r w:rsidR="00FC1749">
              <w:t>ачальник</w:t>
            </w:r>
            <w:r>
              <w:t>а</w:t>
            </w:r>
            <w:r w:rsidR="00FC1749">
              <w:t xml:space="preserve"> управления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C1749" w:rsidRDefault="00FC1749" w:rsidP="00153C0E">
            <w:pPr>
              <w:jc w:val="both"/>
            </w:pPr>
          </w:p>
          <w:p w:rsidR="00FC1749" w:rsidRPr="00D10010" w:rsidRDefault="00375502" w:rsidP="00153C0E">
            <w:pPr>
              <w:jc w:val="both"/>
            </w:pPr>
            <w:r>
              <w:t>Прохорова Ю.Р.</w:t>
            </w:r>
          </w:p>
        </w:tc>
      </w:tr>
      <w:tr w:rsidR="00FC1749" w:rsidRPr="00D10010" w:rsidTr="00153C0E">
        <w:tc>
          <w:tcPr>
            <w:tcW w:w="4361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C1749" w:rsidRDefault="00FC1749" w:rsidP="00FC1749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AD496B" w:rsidRPr="00D10010" w:rsidTr="00153C0E">
        <w:tc>
          <w:tcPr>
            <w:tcW w:w="4361" w:type="dxa"/>
            <w:tcBorders>
              <w:bottom w:val="single" w:sz="4" w:space="0" w:color="auto"/>
            </w:tcBorders>
          </w:tcPr>
          <w:p w:rsidR="00AD496B" w:rsidRPr="00D10010" w:rsidRDefault="00AD496B" w:rsidP="00AD496B">
            <w:pPr>
              <w:jc w:val="both"/>
            </w:pPr>
          </w:p>
        </w:tc>
        <w:tc>
          <w:tcPr>
            <w:tcW w:w="2693" w:type="dxa"/>
          </w:tcPr>
          <w:p w:rsidR="00AD496B" w:rsidRPr="00D10010" w:rsidRDefault="00AD496B" w:rsidP="00153C0E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AD496B" w:rsidRPr="00D10010" w:rsidRDefault="00AD496B" w:rsidP="00153C0E">
            <w:pPr>
              <w:jc w:val="both"/>
            </w:pPr>
          </w:p>
        </w:tc>
      </w:tr>
      <w:tr w:rsidR="00AD496B" w:rsidRPr="00D10010" w:rsidTr="00153C0E">
        <w:tc>
          <w:tcPr>
            <w:tcW w:w="4361" w:type="dxa"/>
            <w:tcBorders>
              <w:top w:val="single" w:sz="4" w:space="0" w:color="auto"/>
            </w:tcBorders>
          </w:tcPr>
          <w:p w:rsidR="00AD496B" w:rsidRPr="00D10010" w:rsidRDefault="00AD496B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AD496B" w:rsidRPr="00D10010" w:rsidRDefault="00AD496B" w:rsidP="00153C0E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AD496B" w:rsidRPr="00D10010" w:rsidRDefault="00AD496B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C1749" w:rsidRDefault="00FC1749" w:rsidP="00FC1749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FC1749" w:rsidRPr="00D10010" w:rsidTr="00153C0E">
        <w:tc>
          <w:tcPr>
            <w:tcW w:w="4361" w:type="dxa"/>
            <w:tcBorders>
              <w:bottom w:val="single" w:sz="4" w:space="0" w:color="auto"/>
            </w:tcBorders>
          </w:tcPr>
          <w:p w:rsidR="00FC1749" w:rsidRPr="00D10010" w:rsidRDefault="00FC1749" w:rsidP="00153C0E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C1749" w:rsidRPr="00D10010" w:rsidRDefault="00FC1749" w:rsidP="00153C0E">
            <w:pPr>
              <w:jc w:val="both"/>
            </w:pPr>
            <w:r>
              <w:t>Скоблова М.С.</w:t>
            </w:r>
          </w:p>
        </w:tc>
      </w:tr>
      <w:tr w:rsidR="00FC1749" w:rsidRPr="00D10010" w:rsidTr="00153C0E">
        <w:tc>
          <w:tcPr>
            <w:tcW w:w="4361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C1749" w:rsidRDefault="00FC1749" w:rsidP="00FC1749">
      <w:pPr>
        <w:autoSpaceDE w:val="0"/>
        <w:autoSpaceDN w:val="0"/>
        <w:adjustRightInd w:val="0"/>
        <w:spacing w:before="120"/>
      </w:pPr>
    </w:p>
    <w:p w:rsidR="00FC1749" w:rsidRDefault="00FC1749" w:rsidP="00FC1749">
      <w:pPr>
        <w:autoSpaceDE w:val="0"/>
        <w:autoSpaceDN w:val="0"/>
        <w:adjustRightInd w:val="0"/>
        <w:spacing w:before="120"/>
      </w:pPr>
      <w:r>
        <w:t xml:space="preserve">Правовой отдел </w:t>
      </w:r>
      <w:r w:rsidRPr="001124F8">
        <w:t>Администрации города Усть-Илимска</w:t>
      </w:r>
    </w:p>
    <w:p w:rsidR="00FC1749" w:rsidRDefault="00FC1749" w:rsidP="00FC1749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FC1749" w:rsidRPr="00D10010" w:rsidTr="00153C0E">
        <w:tc>
          <w:tcPr>
            <w:tcW w:w="4361" w:type="dxa"/>
            <w:tcBorders>
              <w:bottom w:val="single" w:sz="4" w:space="0" w:color="auto"/>
            </w:tcBorders>
          </w:tcPr>
          <w:p w:rsidR="00FC1749" w:rsidRPr="00D10010" w:rsidRDefault="00FC1749" w:rsidP="00153C0E">
            <w:pPr>
              <w:jc w:val="both"/>
            </w:pP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C1749" w:rsidRPr="00D10010" w:rsidRDefault="00FC1749" w:rsidP="00153C0E">
            <w:pPr>
              <w:jc w:val="both"/>
            </w:pPr>
          </w:p>
        </w:tc>
      </w:tr>
      <w:tr w:rsidR="00FC1749" w:rsidRPr="00D10010" w:rsidTr="00153C0E">
        <w:tc>
          <w:tcPr>
            <w:tcW w:w="4361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C1749" w:rsidRPr="00D10010" w:rsidRDefault="00FC1749" w:rsidP="00153C0E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C1749" w:rsidRDefault="00FC1749" w:rsidP="00FC1749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FC1749" w:rsidRPr="00D10010" w:rsidTr="00153C0E">
        <w:tc>
          <w:tcPr>
            <w:tcW w:w="3369" w:type="dxa"/>
          </w:tcPr>
          <w:p w:rsidR="00FC1749" w:rsidRPr="00D10010" w:rsidRDefault="00FC1749" w:rsidP="00153C0E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FC1749" w:rsidRPr="00D10010" w:rsidRDefault="00FC1749" w:rsidP="00153C0E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FC1749" w:rsidRPr="00D10010" w:rsidRDefault="008E4780" w:rsidP="00153C0E">
            <w:pPr>
              <w:autoSpaceDE w:val="0"/>
              <w:autoSpaceDN w:val="0"/>
              <w:adjustRightInd w:val="0"/>
            </w:pPr>
            <w:r w:rsidRPr="008E4780">
              <w:rPr>
                <w:b/>
                <w:lang w:val="en-US"/>
              </w:rPr>
              <w:t>V</w:t>
            </w:r>
            <w:r w:rsidR="00FC1749">
              <w:t>не</w:t>
            </w:r>
            <w:r w:rsidR="00FC1749" w:rsidRPr="00D10010">
              <w:t>нормативный</w:t>
            </w:r>
            <w:r w:rsidR="00FC1749" w:rsidRPr="00D10010">
              <w:tab/>
            </w:r>
          </w:p>
        </w:tc>
        <w:tc>
          <w:tcPr>
            <w:tcW w:w="6202" w:type="dxa"/>
          </w:tcPr>
          <w:p w:rsidR="00FC1749" w:rsidRPr="00D10010" w:rsidRDefault="00FC1749" w:rsidP="00153C0E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FC1749" w:rsidRPr="00D10010" w:rsidRDefault="00FC1749" w:rsidP="00153C0E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FC1749" w:rsidRPr="00D10010" w:rsidRDefault="008E4780" w:rsidP="00153C0E">
            <w:pPr>
              <w:jc w:val="both"/>
            </w:pPr>
            <w:r w:rsidRPr="008E4780">
              <w:rPr>
                <w:b/>
                <w:lang w:val="en-US"/>
              </w:rPr>
              <w:t>V</w:t>
            </w:r>
            <w:r w:rsidR="00FC1749" w:rsidRPr="00D10010">
              <w:t>нет</w:t>
            </w:r>
            <w:r w:rsidR="00FC1749" w:rsidRPr="00D10010">
              <w:tab/>
            </w:r>
          </w:p>
        </w:tc>
      </w:tr>
    </w:tbl>
    <w:p w:rsidR="00FC1749" w:rsidRDefault="00FC1749" w:rsidP="00FC1749">
      <w:pPr>
        <w:autoSpaceDE w:val="0"/>
        <w:autoSpaceDN w:val="0"/>
        <w:adjustRightInd w:val="0"/>
      </w:pPr>
    </w:p>
    <w:p w:rsidR="00FC1749" w:rsidRPr="00FC1749" w:rsidRDefault="00FC1749" w:rsidP="00FC1749">
      <w:pPr>
        <w:rPr>
          <w:sz w:val="20"/>
          <w:szCs w:val="20"/>
        </w:rPr>
      </w:pPr>
      <w:r w:rsidRPr="00FC1749">
        <w:rPr>
          <w:sz w:val="20"/>
          <w:szCs w:val="20"/>
        </w:rPr>
        <w:t>Рассылка:</w:t>
      </w:r>
    </w:p>
    <w:p w:rsidR="00FC1749" w:rsidRPr="00FC1749" w:rsidRDefault="00FC1749" w:rsidP="00FC1749">
      <w:pPr>
        <w:rPr>
          <w:sz w:val="20"/>
          <w:szCs w:val="20"/>
        </w:rPr>
      </w:pPr>
      <w:r w:rsidRPr="00FC1749">
        <w:rPr>
          <w:sz w:val="20"/>
          <w:szCs w:val="20"/>
        </w:rPr>
        <w:t>3 экз. – в дело</w:t>
      </w:r>
    </w:p>
    <w:p w:rsidR="00FC1749" w:rsidRPr="00FC1749" w:rsidRDefault="00375502" w:rsidP="00FC1749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FC1749" w:rsidRPr="00FC1749">
        <w:rPr>
          <w:sz w:val="20"/>
          <w:szCs w:val="20"/>
        </w:rPr>
        <w:t xml:space="preserve"> экз. – исполнителю </w:t>
      </w:r>
    </w:p>
    <w:p w:rsidR="00FC1749" w:rsidRDefault="008E4780" w:rsidP="00FC1749">
      <w:pPr>
        <w:rPr>
          <w:sz w:val="20"/>
          <w:szCs w:val="20"/>
        </w:rPr>
      </w:pPr>
      <w:r w:rsidRPr="008E4780">
        <w:rPr>
          <w:b/>
          <w:sz w:val="20"/>
          <w:szCs w:val="20"/>
          <w:lang w:val="en-US"/>
        </w:rPr>
        <w:t>V</w:t>
      </w:r>
      <w:r w:rsidR="00C22DE0">
        <w:rPr>
          <w:b/>
          <w:sz w:val="20"/>
          <w:szCs w:val="20"/>
        </w:rPr>
        <w:t xml:space="preserve"> </w:t>
      </w:r>
      <w:bookmarkStart w:id="0" w:name="_GoBack"/>
      <w:bookmarkEnd w:id="0"/>
      <w:r w:rsidR="00FC1749" w:rsidRPr="00FC1749">
        <w:rPr>
          <w:sz w:val="20"/>
          <w:szCs w:val="20"/>
        </w:rPr>
        <w:t>в газету «Усть-Илимск ОФИЦИАЛЬНЫЙ»</w:t>
      </w:r>
    </w:p>
    <w:p w:rsidR="00446BD7" w:rsidRPr="00446BD7" w:rsidRDefault="00446BD7" w:rsidP="00FC1749">
      <w:pPr>
        <w:rPr>
          <w:sz w:val="20"/>
          <w:szCs w:val="20"/>
        </w:rPr>
      </w:pPr>
      <w:r>
        <w:rPr>
          <w:sz w:val="20"/>
          <w:szCs w:val="20"/>
          <w:lang w:val="en-US"/>
        </w:rPr>
        <w:t>V</w:t>
      </w:r>
      <w:r w:rsidRPr="00446BD7">
        <w:rPr>
          <w:sz w:val="20"/>
          <w:szCs w:val="20"/>
        </w:rPr>
        <w:t xml:space="preserve"> </w:t>
      </w:r>
      <w:r>
        <w:rPr>
          <w:sz w:val="20"/>
          <w:szCs w:val="20"/>
        </w:rPr>
        <w:t>на официальный сайт Городской Думы города</w:t>
      </w:r>
    </w:p>
    <w:p w:rsidR="00317D9B" w:rsidRPr="00713C1A" w:rsidRDefault="008E4780" w:rsidP="008E4780">
      <w:pPr>
        <w:rPr>
          <w:sz w:val="28"/>
          <w:szCs w:val="28"/>
        </w:rPr>
      </w:pPr>
      <w:r w:rsidRPr="008E4780">
        <w:rPr>
          <w:b/>
          <w:sz w:val="20"/>
          <w:szCs w:val="20"/>
          <w:lang w:val="en-US"/>
        </w:rPr>
        <w:t>V</w:t>
      </w:r>
      <w:r w:rsidR="00FC1749" w:rsidRPr="00FC1749">
        <w:rPr>
          <w:sz w:val="20"/>
          <w:szCs w:val="20"/>
        </w:rPr>
        <w:t>на официальный сайт Администрации города</w:t>
      </w:r>
      <w:r w:rsidR="00C22DE0">
        <w:rPr>
          <w:noProof/>
        </w:rPr>
        <w:pict>
          <v:group id="Group 24" o:spid="_x0000_s1042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<v:group id="Group 18" o:spid="_x0000_s1046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<v:line id="Line 19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0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</v:group>
            <v:group id="Group 21" o:spid="_x0000_s104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<v:line id="Line 22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3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/v:group>
            <w10:wrap anchorx="margin" anchory="page"/>
          </v:group>
        </w:pict>
      </w:r>
    </w:p>
    <w:sectPr w:rsidR="00317D9B" w:rsidRPr="00713C1A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80" w:rsidRDefault="008E4780">
      <w:r>
        <w:separator/>
      </w:r>
    </w:p>
  </w:endnote>
  <w:endnote w:type="continuationSeparator" w:id="0">
    <w:p w:rsidR="008E4780" w:rsidRDefault="008E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80" w:rsidRDefault="008E4780">
      <w:r>
        <w:separator/>
      </w:r>
    </w:p>
  </w:footnote>
  <w:footnote w:type="continuationSeparator" w:id="0">
    <w:p w:rsidR="008E4780" w:rsidRDefault="008E4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80" w:rsidRDefault="00D037E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47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4780" w:rsidRDefault="008E47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780" w:rsidRDefault="00D037E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47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2DE0">
      <w:rPr>
        <w:rStyle w:val="a5"/>
        <w:noProof/>
      </w:rPr>
      <w:t>2</w:t>
    </w:r>
    <w:r>
      <w:rPr>
        <w:rStyle w:val="a5"/>
      </w:rPr>
      <w:fldChar w:fldCharType="end"/>
    </w:r>
  </w:p>
  <w:p w:rsidR="008E4780" w:rsidRDefault="008E47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966"/>
    <w:rsid w:val="0000313A"/>
    <w:rsid w:val="0003257E"/>
    <w:rsid w:val="0005664E"/>
    <w:rsid w:val="00075F8F"/>
    <w:rsid w:val="000832FC"/>
    <w:rsid w:val="00095C6C"/>
    <w:rsid w:val="00096A57"/>
    <w:rsid w:val="000A073A"/>
    <w:rsid w:val="000E776A"/>
    <w:rsid w:val="00113623"/>
    <w:rsid w:val="00153C0E"/>
    <w:rsid w:val="00192813"/>
    <w:rsid w:val="001A2934"/>
    <w:rsid w:val="001D00F8"/>
    <w:rsid w:val="002668F8"/>
    <w:rsid w:val="002A11E4"/>
    <w:rsid w:val="002A25B5"/>
    <w:rsid w:val="002C1B1A"/>
    <w:rsid w:val="002C2F36"/>
    <w:rsid w:val="002D638F"/>
    <w:rsid w:val="002E54C2"/>
    <w:rsid w:val="002F2EE1"/>
    <w:rsid w:val="00317D9B"/>
    <w:rsid w:val="00364FBD"/>
    <w:rsid w:val="00366AD2"/>
    <w:rsid w:val="00374311"/>
    <w:rsid w:val="00375502"/>
    <w:rsid w:val="003B67BB"/>
    <w:rsid w:val="00446BD7"/>
    <w:rsid w:val="004713B9"/>
    <w:rsid w:val="004A2F52"/>
    <w:rsid w:val="004A71D5"/>
    <w:rsid w:val="004B6769"/>
    <w:rsid w:val="004C2966"/>
    <w:rsid w:val="004C7A24"/>
    <w:rsid w:val="004D6E10"/>
    <w:rsid w:val="004E11D1"/>
    <w:rsid w:val="004F4C55"/>
    <w:rsid w:val="004F7945"/>
    <w:rsid w:val="005062B4"/>
    <w:rsid w:val="00517590"/>
    <w:rsid w:val="00524973"/>
    <w:rsid w:val="005448F6"/>
    <w:rsid w:val="005906A2"/>
    <w:rsid w:val="005B773C"/>
    <w:rsid w:val="005E6828"/>
    <w:rsid w:val="00611FEA"/>
    <w:rsid w:val="00642376"/>
    <w:rsid w:val="0064550A"/>
    <w:rsid w:val="006531B8"/>
    <w:rsid w:val="00665B4E"/>
    <w:rsid w:val="006835B0"/>
    <w:rsid w:val="00685116"/>
    <w:rsid w:val="0068519E"/>
    <w:rsid w:val="006923CC"/>
    <w:rsid w:val="006C3CFA"/>
    <w:rsid w:val="006E6DF1"/>
    <w:rsid w:val="006F6562"/>
    <w:rsid w:val="00713C1A"/>
    <w:rsid w:val="00744DBD"/>
    <w:rsid w:val="007854A9"/>
    <w:rsid w:val="00791591"/>
    <w:rsid w:val="007A2C5D"/>
    <w:rsid w:val="00821929"/>
    <w:rsid w:val="008959E1"/>
    <w:rsid w:val="008E4780"/>
    <w:rsid w:val="00963947"/>
    <w:rsid w:val="009D7DC6"/>
    <w:rsid w:val="00A53FA3"/>
    <w:rsid w:val="00A95469"/>
    <w:rsid w:val="00AC7D33"/>
    <w:rsid w:val="00AD496B"/>
    <w:rsid w:val="00AE4BF8"/>
    <w:rsid w:val="00AE6515"/>
    <w:rsid w:val="00AE7101"/>
    <w:rsid w:val="00AF599A"/>
    <w:rsid w:val="00AF7757"/>
    <w:rsid w:val="00B269AE"/>
    <w:rsid w:val="00B62FD1"/>
    <w:rsid w:val="00B758EB"/>
    <w:rsid w:val="00BD25E3"/>
    <w:rsid w:val="00BF4EBD"/>
    <w:rsid w:val="00C22DE0"/>
    <w:rsid w:val="00C65FF0"/>
    <w:rsid w:val="00C66935"/>
    <w:rsid w:val="00CF7BBA"/>
    <w:rsid w:val="00D037EB"/>
    <w:rsid w:val="00D2046B"/>
    <w:rsid w:val="00D8165B"/>
    <w:rsid w:val="00DD7981"/>
    <w:rsid w:val="00E10521"/>
    <w:rsid w:val="00E23BEC"/>
    <w:rsid w:val="00E31DDF"/>
    <w:rsid w:val="00E437DE"/>
    <w:rsid w:val="00E60E0D"/>
    <w:rsid w:val="00E70619"/>
    <w:rsid w:val="00EC238D"/>
    <w:rsid w:val="00EE3258"/>
    <w:rsid w:val="00EF1127"/>
    <w:rsid w:val="00EF3591"/>
    <w:rsid w:val="00EF646F"/>
    <w:rsid w:val="00F27F78"/>
    <w:rsid w:val="00F6026C"/>
    <w:rsid w:val="00F6186F"/>
    <w:rsid w:val="00F730AC"/>
    <w:rsid w:val="00F8408D"/>
    <w:rsid w:val="00FC1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0;&#1076;&#1084;&#1080;&#1085;&#1080;&#1089;&#1090;&#1088;&#1072;&#1094;&#1080;&#1103;\&#1040;&#1076;&#1084;_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3FCFB-1C04-4259-B886-024930FD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Адм_Постановление.dot</Template>
  <TotalTime>85</TotalTime>
  <Pages>2</Pages>
  <Words>338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Скоблова Марина Сергеевна</cp:lastModifiedBy>
  <cp:revision>25</cp:revision>
  <cp:lastPrinted>2017-04-25T01:45:00Z</cp:lastPrinted>
  <dcterms:created xsi:type="dcterms:W3CDTF">2017-04-25T01:31:00Z</dcterms:created>
  <dcterms:modified xsi:type="dcterms:W3CDTF">2019-10-17T02:16:00Z</dcterms:modified>
</cp:coreProperties>
</file>