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A52" w:rsidRPr="00493A52" w:rsidRDefault="00493A52" w:rsidP="00493A52">
      <w:pPr>
        <w:jc w:val="right"/>
        <w:rPr>
          <w:b/>
          <w:i/>
          <w:u w:val="single"/>
        </w:rPr>
      </w:pPr>
      <w:r w:rsidRPr="00493A52">
        <w:rPr>
          <w:b/>
          <w:i/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0"/>
        <w:gridCol w:w="5600"/>
      </w:tblGrid>
      <w:tr w:rsidR="00665B4E" w:rsidRPr="00F67F8F" w:rsidTr="00BF728D">
        <w:trPr>
          <w:trHeight w:hRule="exact" w:val="1928"/>
        </w:trPr>
        <w:tc>
          <w:tcPr>
            <w:tcW w:w="9638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A04022" w:rsidP="00F67F8F">
            <w:pPr>
              <w:jc w:val="center"/>
              <w:rPr>
                <w:caps/>
              </w:rPr>
            </w:pPr>
            <w:r w:rsidRPr="00F67F8F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6CA93C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BF728D">
        <w:tc>
          <w:tcPr>
            <w:tcW w:w="9638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04022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BF728D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600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BF728D">
        <w:trPr>
          <w:trHeight w:val="2155"/>
        </w:trPr>
        <w:tc>
          <w:tcPr>
            <w:tcW w:w="9638" w:type="dxa"/>
            <w:gridSpan w:val="5"/>
            <w:shd w:val="clear" w:color="auto" w:fill="auto"/>
          </w:tcPr>
          <w:p w:rsidR="00B269AE" w:rsidRPr="00F67F8F" w:rsidRDefault="00A04022" w:rsidP="00F67F8F">
            <w:pPr>
              <w:spacing w:before="480" w:after="480" w:line="240" w:lineRule="exact"/>
              <w:ind w:right="4852"/>
              <w:jc w:val="both"/>
              <w:rPr>
                <w:sz w:val="28"/>
                <w:szCs w:val="28"/>
              </w:rPr>
            </w:pPr>
            <w:r w:rsidRPr="00F67F8F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D31ADF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BF728D">
              <w:rPr>
                <w:sz w:val="28"/>
                <w:szCs w:val="28"/>
              </w:rPr>
              <w:t xml:space="preserve">О внесении изменения в решение </w:t>
            </w:r>
            <w:proofErr w:type="spellStart"/>
            <w:proofErr w:type="gramStart"/>
            <w:r w:rsidR="00BF728D">
              <w:rPr>
                <w:sz w:val="28"/>
                <w:szCs w:val="28"/>
              </w:rPr>
              <w:t>Го</w:t>
            </w:r>
            <w:proofErr w:type="spellEnd"/>
            <w:r w:rsidR="00BF728D">
              <w:rPr>
                <w:sz w:val="28"/>
                <w:szCs w:val="28"/>
              </w:rPr>
              <w:t xml:space="preserve">- </w:t>
            </w:r>
            <w:proofErr w:type="spellStart"/>
            <w:r w:rsidR="00BF728D">
              <w:rPr>
                <w:sz w:val="28"/>
                <w:szCs w:val="28"/>
              </w:rPr>
              <w:t>родской</w:t>
            </w:r>
            <w:proofErr w:type="spellEnd"/>
            <w:proofErr w:type="gramEnd"/>
            <w:r w:rsidR="00BF728D">
              <w:rPr>
                <w:sz w:val="28"/>
                <w:szCs w:val="28"/>
              </w:rPr>
              <w:t xml:space="preserve"> Думы города Усть-Илимска </w:t>
            </w:r>
            <w:r w:rsidR="00BF728D" w:rsidRPr="00BF728D">
              <w:rPr>
                <w:color w:val="000000"/>
                <w:sz w:val="28"/>
                <w:szCs w:val="28"/>
              </w:rPr>
              <w:t>от 27.11.2019г. № 5/23</w:t>
            </w:r>
            <w:r w:rsidR="00BF728D">
              <w:rPr>
                <w:sz w:val="28"/>
                <w:szCs w:val="28"/>
              </w:rPr>
              <w:t xml:space="preserve"> </w:t>
            </w:r>
          </w:p>
        </w:tc>
      </w:tr>
    </w:tbl>
    <w:p w:rsidR="00BF728D" w:rsidRDefault="00BF728D" w:rsidP="006F6562">
      <w:pPr>
        <w:ind w:firstLine="709"/>
        <w:jc w:val="both"/>
        <w:rPr>
          <w:color w:val="000000"/>
          <w:sz w:val="28"/>
          <w:szCs w:val="28"/>
        </w:rPr>
      </w:pPr>
    </w:p>
    <w:p w:rsidR="00493A52" w:rsidRPr="00493A52" w:rsidRDefault="00BF728D" w:rsidP="00493A52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7F0011">
        <w:rPr>
          <w:color w:val="000000"/>
          <w:sz w:val="28"/>
          <w:szCs w:val="28"/>
        </w:rPr>
        <w:t xml:space="preserve">Принимая во внимание </w:t>
      </w:r>
      <w:r w:rsidR="007F0011" w:rsidRPr="007F0011">
        <w:rPr>
          <w:color w:val="000000"/>
          <w:sz w:val="28"/>
          <w:szCs w:val="28"/>
        </w:rPr>
        <w:t xml:space="preserve">экспертное заключение </w:t>
      </w:r>
      <w:r w:rsidR="00F01D94" w:rsidRPr="00251823">
        <w:rPr>
          <w:color w:val="000000"/>
          <w:sz w:val="28"/>
          <w:szCs w:val="28"/>
        </w:rPr>
        <w:t>на муниципальный правовой акт</w:t>
      </w:r>
      <w:r w:rsidR="00F01D94" w:rsidRPr="007F0011">
        <w:rPr>
          <w:color w:val="000000"/>
          <w:sz w:val="28"/>
          <w:szCs w:val="28"/>
        </w:rPr>
        <w:t xml:space="preserve"> </w:t>
      </w:r>
      <w:r w:rsidR="007F0011" w:rsidRPr="007F0011">
        <w:rPr>
          <w:color w:val="000000"/>
          <w:sz w:val="28"/>
          <w:szCs w:val="28"/>
        </w:rPr>
        <w:t>от 17.01.2020г. № 208, разъяснение</w:t>
      </w:r>
      <w:r w:rsidR="00493A52" w:rsidRPr="007F0011">
        <w:rPr>
          <w:color w:val="000000"/>
          <w:sz w:val="28"/>
          <w:szCs w:val="28"/>
        </w:rPr>
        <w:t xml:space="preserve"> </w:t>
      </w:r>
      <w:r w:rsidR="007F0011" w:rsidRPr="007F0011">
        <w:rPr>
          <w:color w:val="000000"/>
          <w:sz w:val="28"/>
          <w:szCs w:val="28"/>
        </w:rPr>
        <w:t>от 17.06.2020г. № (А</w:t>
      </w:r>
      <w:r w:rsidR="007F0011" w:rsidRPr="007F0011">
        <w:rPr>
          <w:rFonts w:eastAsia="Calibri"/>
          <w:sz w:val="28"/>
          <w:szCs w:val="28"/>
          <w:lang w:eastAsia="en-US"/>
        </w:rPr>
        <w:t>–</w:t>
      </w:r>
      <w:r w:rsidR="007F0011" w:rsidRPr="007F0011">
        <w:rPr>
          <w:color w:val="000000"/>
          <w:sz w:val="28"/>
          <w:szCs w:val="28"/>
        </w:rPr>
        <w:t>3)</w:t>
      </w:r>
      <w:r w:rsidR="007F0011" w:rsidRPr="007F0011">
        <w:rPr>
          <w:rFonts w:eastAsia="Calibri"/>
          <w:sz w:val="28"/>
          <w:szCs w:val="28"/>
          <w:lang w:eastAsia="en-US"/>
        </w:rPr>
        <w:t xml:space="preserve"> – </w:t>
      </w:r>
      <w:r w:rsidR="007F0011" w:rsidRPr="007F0011">
        <w:rPr>
          <w:color w:val="000000"/>
          <w:sz w:val="28"/>
          <w:szCs w:val="28"/>
        </w:rPr>
        <w:t xml:space="preserve">329/20 </w:t>
      </w:r>
      <w:r w:rsidR="007F0011" w:rsidRPr="00AE60D3">
        <w:rPr>
          <w:rStyle w:val="a8"/>
          <w:b w:val="0"/>
          <w:sz w:val="28"/>
          <w:szCs w:val="28"/>
          <w:bdr w:val="none" w:sz="0" w:space="0" w:color="auto" w:frame="1"/>
          <w:shd w:val="clear" w:color="auto" w:fill="FFFFFF"/>
        </w:rPr>
        <w:t>Иркутского областного государственного казенного учреждения</w:t>
      </w:r>
      <w:r w:rsidR="007F0011" w:rsidRPr="007F0011">
        <w:rPr>
          <w:rStyle w:val="a8"/>
          <w:b w:val="0"/>
          <w:color w:val="555555"/>
          <w:sz w:val="28"/>
          <w:szCs w:val="28"/>
          <w:bdr w:val="none" w:sz="0" w:space="0" w:color="auto" w:frame="1"/>
          <w:shd w:val="clear" w:color="auto" w:fill="FFFFFF"/>
        </w:rPr>
        <w:t xml:space="preserve"> «</w:t>
      </w:r>
      <w:r w:rsidRPr="007F0011">
        <w:rPr>
          <w:color w:val="000000"/>
          <w:sz w:val="28"/>
          <w:szCs w:val="28"/>
        </w:rPr>
        <w:t>Институт законодательства и правовой информации имени М.М. Сперанского</w:t>
      </w:r>
      <w:r w:rsidR="007F0011">
        <w:rPr>
          <w:color w:val="000000"/>
          <w:sz w:val="28"/>
          <w:szCs w:val="28"/>
        </w:rPr>
        <w:t>»</w:t>
      </w:r>
      <w:r w:rsidR="00493A52" w:rsidRPr="007F0011">
        <w:rPr>
          <w:color w:val="000000"/>
          <w:sz w:val="28"/>
          <w:szCs w:val="28"/>
        </w:rPr>
        <w:t xml:space="preserve">, руководствуясь статьями 12, 15, 387 </w:t>
      </w:r>
      <w:r w:rsidR="00493A52" w:rsidRPr="007F0011">
        <w:rPr>
          <w:rFonts w:eastAsia="Calibri"/>
          <w:sz w:val="28"/>
          <w:szCs w:val="28"/>
          <w:lang w:eastAsia="en-US"/>
        </w:rPr>
        <w:t xml:space="preserve">– </w:t>
      </w:r>
      <w:r w:rsidR="00493A52" w:rsidRPr="007F0011">
        <w:rPr>
          <w:color w:val="000000"/>
          <w:sz w:val="28"/>
          <w:szCs w:val="28"/>
        </w:rPr>
        <w:t>398 Налогового кодекса Российской Федерации, статьей 16 Федерального</w:t>
      </w:r>
      <w:r w:rsidR="00493A52" w:rsidRPr="00493A52">
        <w:rPr>
          <w:color w:val="000000"/>
          <w:sz w:val="28"/>
          <w:szCs w:val="28"/>
        </w:rPr>
        <w:t xml:space="preserve"> закона от 06.10.2003г. № 131-ФЗ </w:t>
      </w:r>
      <w:r w:rsidR="00493A52">
        <w:rPr>
          <w:color w:val="000000"/>
          <w:sz w:val="28"/>
          <w:szCs w:val="28"/>
        </w:rPr>
        <w:t>«</w:t>
      </w:r>
      <w:r w:rsidR="00493A52" w:rsidRPr="00493A52">
        <w:rPr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93A52">
        <w:rPr>
          <w:color w:val="000000"/>
          <w:sz w:val="28"/>
          <w:szCs w:val="28"/>
        </w:rPr>
        <w:t>»</w:t>
      </w:r>
      <w:r w:rsidR="00493A52" w:rsidRPr="00493A52">
        <w:rPr>
          <w:color w:val="000000"/>
          <w:sz w:val="28"/>
          <w:szCs w:val="28"/>
        </w:rPr>
        <w:t>, статьями 8, 23, 25, 34, 43, 51 Устава муниципального образования город Усть-И</w:t>
      </w:r>
      <w:r w:rsidR="00C9446A">
        <w:rPr>
          <w:color w:val="000000"/>
          <w:sz w:val="28"/>
          <w:szCs w:val="28"/>
        </w:rPr>
        <w:t xml:space="preserve">лимск, </w:t>
      </w:r>
      <w:r w:rsidR="00493A52" w:rsidRPr="00493A52">
        <w:rPr>
          <w:color w:val="000000"/>
          <w:sz w:val="28"/>
          <w:szCs w:val="28"/>
        </w:rPr>
        <w:t xml:space="preserve">Городская Дума, </w:t>
      </w:r>
      <w:r w:rsidR="00493A52" w:rsidRPr="0038183C">
        <w:rPr>
          <w:rFonts w:eastAsia="Calibri"/>
          <w:sz w:val="28"/>
          <w:szCs w:val="28"/>
          <w:lang w:eastAsia="en-US"/>
        </w:rPr>
        <w:t>–</w:t>
      </w:r>
    </w:p>
    <w:p w:rsidR="00493A52" w:rsidRPr="00493A52" w:rsidRDefault="00493A52" w:rsidP="00493A52">
      <w:pPr>
        <w:keepLines/>
        <w:autoSpaceDE w:val="0"/>
        <w:autoSpaceDN w:val="0"/>
        <w:adjustRightInd w:val="0"/>
        <w:ind w:firstLine="708"/>
        <w:rPr>
          <w:b/>
          <w:sz w:val="28"/>
          <w:szCs w:val="28"/>
        </w:rPr>
      </w:pPr>
      <w:r w:rsidRPr="00493A52">
        <w:rPr>
          <w:b/>
          <w:sz w:val="28"/>
          <w:szCs w:val="28"/>
        </w:rPr>
        <w:t>РЕШИЛА:</w:t>
      </w:r>
    </w:p>
    <w:p w:rsidR="00BF728D" w:rsidRDefault="00493A52" w:rsidP="00BF728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="00BF728D" w:rsidRPr="00BF728D">
        <w:rPr>
          <w:color w:val="000000"/>
          <w:sz w:val="28"/>
          <w:szCs w:val="28"/>
        </w:rPr>
        <w:t xml:space="preserve">Внести в решение </w:t>
      </w:r>
      <w:r w:rsidR="00B51776">
        <w:rPr>
          <w:color w:val="000000"/>
          <w:sz w:val="28"/>
          <w:szCs w:val="28"/>
        </w:rPr>
        <w:t xml:space="preserve">Городской Думы города Усть-Илимска </w:t>
      </w:r>
      <w:r w:rsidR="00BF728D" w:rsidRPr="00BF728D">
        <w:rPr>
          <w:color w:val="000000"/>
          <w:sz w:val="28"/>
          <w:szCs w:val="28"/>
        </w:rPr>
        <w:t>от 27.11.2019г. № 5/23 «О земельном налоге на территории муниципального образования город Усть-Илимск»</w:t>
      </w:r>
      <w:r>
        <w:rPr>
          <w:color w:val="000000"/>
          <w:sz w:val="28"/>
          <w:szCs w:val="28"/>
        </w:rPr>
        <w:t xml:space="preserve"> следующее изменение:</w:t>
      </w:r>
    </w:p>
    <w:p w:rsidR="00493A52" w:rsidRDefault="00493A52" w:rsidP="00BF728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4 изложить в следующей редакции:</w:t>
      </w:r>
    </w:p>
    <w:p w:rsidR="00493A52" w:rsidRPr="00493A52" w:rsidRDefault="00493A52" w:rsidP="00493A5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A52">
        <w:rPr>
          <w:color w:val="000000"/>
          <w:sz w:val="28"/>
          <w:szCs w:val="28"/>
        </w:rPr>
        <w:t xml:space="preserve">«4. Определить, что налогоплательщики, имеющие право на налоговые льготы и уменьшение налогооблагаемой базы в соответствии с главой 31 Налогового кодекса Российской Федерации и настоящим решением, </w:t>
      </w:r>
      <w:r w:rsidRPr="002F7944">
        <w:rPr>
          <w:color w:val="000000"/>
          <w:sz w:val="28"/>
          <w:szCs w:val="28"/>
        </w:rPr>
        <w:t xml:space="preserve">представляют </w:t>
      </w:r>
      <w:r w:rsidRPr="002F7944">
        <w:rPr>
          <w:sz w:val="28"/>
          <w:szCs w:val="28"/>
        </w:rPr>
        <w:t xml:space="preserve">в налоговый орган по своему выбору </w:t>
      </w:r>
      <w:hyperlink r:id="rId7" w:history="1">
        <w:r w:rsidRPr="002F7944">
          <w:rPr>
            <w:sz w:val="28"/>
            <w:szCs w:val="28"/>
          </w:rPr>
          <w:t>заявление</w:t>
        </w:r>
      </w:hyperlink>
      <w:r w:rsidRPr="002F7944">
        <w:rPr>
          <w:sz w:val="28"/>
          <w:szCs w:val="28"/>
        </w:rPr>
        <w:t xml:space="preserve"> о предоставлении налоговой льготы, а также вправе представить документы, подтверждающие право налогоплательщика на налоговую льготу,</w:t>
      </w:r>
      <w:r w:rsidRPr="002F7944">
        <w:rPr>
          <w:color w:val="000000"/>
          <w:sz w:val="28"/>
          <w:szCs w:val="28"/>
        </w:rPr>
        <w:t xml:space="preserve"> не позднее 1 февраля  года,</w:t>
      </w:r>
      <w:r w:rsidRPr="00493A52">
        <w:rPr>
          <w:color w:val="000000"/>
          <w:sz w:val="28"/>
          <w:szCs w:val="28"/>
        </w:rPr>
        <w:t xml:space="preserve"> следующего за истекшим налоговым периодом, либо в течение 30 (тридцати) дней с момента возникновения права на льготу либо уменьшение налогооблагаемой базы.</w:t>
      </w:r>
      <w:r>
        <w:rPr>
          <w:color w:val="000000"/>
          <w:sz w:val="28"/>
          <w:szCs w:val="28"/>
        </w:rPr>
        <w:t>».</w:t>
      </w:r>
    </w:p>
    <w:p w:rsidR="007F0011" w:rsidRDefault="00493A52" w:rsidP="00493A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93A5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</w:t>
      </w:r>
      <w:r w:rsidRPr="00493A52">
        <w:rPr>
          <w:color w:val="000000"/>
          <w:sz w:val="28"/>
          <w:szCs w:val="28"/>
        </w:rPr>
        <w:t>. Наст</w:t>
      </w:r>
      <w:r>
        <w:rPr>
          <w:color w:val="000000"/>
          <w:sz w:val="28"/>
          <w:szCs w:val="28"/>
        </w:rPr>
        <w:t xml:space="preserve">оящее решение вступает в силу </w:t>
      </w:r>
      <w:r w:rsidRPr="00493A52">
        <w:rPr>
          <w:color w:val="000000"/>
          <w:sz w:val="28"/>
          <w:szCs w:val="28"/>
        </w:rPr>
        <w:t>не ранее чем через месяц со дня</w:t>
      </w:r>
      <w:r>
        <w:rPr>
          <w:color w:val="000000"/>
          <w:sz w:val="28"/>
          <w:szCs w:val="28"/>
        </w:rPr>
        <w:t xml:space="preserve"> его официального опубликования и распространяет свое действие на</w:t>
      </w:r>
      <w:r w:rsidR="007F0011">
        <w:rPr>
          <w:color w:val="000000"/>
          <w:sz w:val="28"/>
          <w:szCs w:val="28"/>
        </w:rPr>
        <w:t xml:space="preserve"> </w:t>
      </w:r>
      <w:proofErr w:type="spellStart"/>
      <w:r w:rsidR="007F0011">
        <w:rPr>
          <w:color w:val="000000"/>
          <w:sz w:val="28"/>
          <w:szCs w:val="28"/>
        </w:rPr>
        <w:t>правоотноше</w:t>
      </w:r>
      <w:proofErr w:type="spellEnd"/>
      <w:r w:rsidR="007F001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</w:p>
    <w:p w:rsidR="00493A52" w:rsidRPr="00493A52" w:rsidRDefault="007F0011" w:rsidP="007F001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н</w:t>
      </w:r>
      <w:r w:rsidR="00493A52">
        <w:rPr>
          <w:color w:val="000000"/>
          <w:sz w:val="28"/>
          <w:szCs w:val="28"/>
        </w:rPr>
        <w:t>ия</w:t>
      </w:r>
      <w:proofErr w:type="spellEnd"/>
      <w:r w:rsidR="00493A52">
        <w:rPr>
          <w:color w:val="000000"/>
          <w:sz w:val="28"/>
          <w:szCs w:val="28"/>
        </w:rPr>
        <w:t>, возникшие с 1 января 2020 года.</w:t>
      </w:r>
    </w:p>
    <w:p w:rsidR="00493A52" w:rsidRDefault="00493A52" w:rsidP="00493A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493A52">
        <w:rPr>
          <w:color w:val="000000"/>
          <w:sz w:val="28"/>
          <w:szCs w:val="28"/>
        </w:rPr>
        <w:t xml:space="preserve">. Опубликовать настоящее решение в газете </w:t>
      </w:r>
      <w:r>
        <w:rPr>
          <w:color w:val="000000"/>
          <w:sz w:val="28"/>
          <w:szCs w:val="28"/>
        </w:rPr>
        <w:t>«</w:t>
      </w:r>
      <w:r w:rsidRPr="00493A52">
        <w:rPr>
          <w:color w:val="000000"/>
          <w:sz w:val="28"/>
          <w:szCs w:val="28"/>
        </w:rPr>
        <w:t>Усть-Илимск официальный</w:t>
      </w:r>
      <w:r>
        <w:rPr>
          <w:color w:val="000000"/>
          <w:sz w:val="28"/>
          <w:szCs w:val="28"/>
        </w:rPr>
        <w:t>»</w:t>
      </w:r>
      <w:r w:rsidRPr="00493A52">
        <w:rPr>
          <w:color w:val="000000"/>
          <w:sz w:val="28"/>
          <w:szCs w:val="28"/>
        </w:rPr>
        <w:t xml:space="preserve"> и разместить на официальных сайтах Городской Думы города </w:t>
      </w:r>
    </w:p>
    <w:p w:rsidR="00493A52" w:rsidRPr="00493A52" w:rsidRDefault="00493A52" w:rsidP="00493A5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93A52">
        <w:rPr>
          <w:color w:val="000000"/>
          <w:sz w:val="28"/>
          <w:szCs w:val="28"/>
        </w:rPr>
        <w:t>Усть-Илимска, Администрации города Усть-Илимска.</w:t>
      </w:r>
    </w:p>
    <w:p w:rsidR="00493A52" w:rsidRDefault="00493A52" w:rsidP="00493A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493A52" w:rsidRDefault="00493A52" w:rsidP="00493A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493A52" w:rsidRPr="00493A52" w:rsidRDefault="00493A52" w:rsidP="00493A52">
      <w:pPr>
        <w:autoSpaceDE w:val="0"/>
        <w:autoSpaceDN w:val="0"/>
        <w:adjustRightInd w:val="0"/>
        <w:ind w:firstLine="300"/>
        <w:jc w:val="both"/>
        <w:rPr>
          <w:b/>
          <w:color w:val="000000"/>
          <w:sz w:val="28"/>
          <w:szCs w:val="28"/>
        </w:rPr>
      </w:pPr>
    </w:p>
    <w:p w:rsidR="00493A52" w:rsidRPr="00493A52" w:rsidRDefault="00493A52" w:rsidP="00493A52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493A52">
        <w:rPr>
          <w:b/>
          <w:iCs/>
          <w:color w:val="000000"/>
          <w:sz w:val="28"/>
          <w:szCs w:val="28"/>
        </w:rPr>
        <w:t>Председатель Городской Думы</w:t>
      </w:r>
      <w:r>
        <w:rPr>
          <w:b/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  <w:t xml:space="preserve">   </w:t>
      </w:r>
      <w:r w:rsidRPr="00493A52">
        <w:rPr>
          <w:b/>
          <w:iCs/>
          <w:color w:val="000000"/>
          <w:sz w:val="28"/>
          <w:szCs w:val="28"/>
        </w:rPr>
        <w:t xml:space="preserve">А.П. </w:t>
      </w:r>
      <w:proofErr w:type="spellStart"/>
      <w:r w:rsidRPr="00493A52">
        <w:rPr>
          <w:b/>
          <w:iCs/>
          <w:color w:val="000000"/>
          <w:sz w:val="28"/>
          <w:szCs w:val="28"/>
        </w:rPr>
        <w:t>Чихирьков</w:t>
      </w:r>
      <w:proofErr w:type="spellEnd"/>
    </w:p>
    <w:p w:rsidR="00493A52" w:rsidRDefault="00493A52" w:rsidP="00493A52">
      <w:pPr>
        <w:autoSpaceDE w:val="0"/>
        <w:autoSpaceDN w:val="0"/>
        <w:adjustRightInd w:val="0"/>
        <w:ind w:firstLine="300"/>
        <w:jc w:val="both"/>
        <w:rPr>
          <w:b/>
          <w:color w:val="000000"/>
          <w:sz w:val="28"/>
          <w:szCs w:val="28"/>
        </w:rPr>
      </w:pPr>
    </w:p>
    <w:p w:rsidR="00493A52" w:rsidRPr="00493A52" w:rsidRDefault="00493A52" w:rsidP="00493A52">
      <w:pPr>
        <w:autoSpaceDE w:val="0"/>
        <w:autoSpaceDN w:val="0"/>
        <w:adjustRightInd w:val="0"/>
        <w:ind w:firstLine="300"/>
        <w:jc w:val="both"/>
        <w:rPr>
          <w:b/>
          <w:color w:val="000000"/>
          <w:sz w:val="28"/>
          <w:szCs w:val="28"/>
        </w:rPr>
      </w:pPr>
    </w:p>
    <w:p w:rsidR="00493A52" w:rsidRPr="00493A52" w:rsidRDefault="00493A52" w:rsidP="00493A52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493A52">
        <w:rPr>
          <w:b/>
          <w:iCs/>
          <w:color w:val="000000"/>
          <w:sz w:val="28"/>
          <w:szCs w:val="28"/>
        </w:rPr>
        <w:t>Мэр города</w:t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 w:rsidRPr="00493A52">
        <w:rPr>
          <w:b/>
          <w:iCs/>
          <w:color w:val="000000"/>
          <w:sz w:val="28"/>
          <w:szCs w:val="28"/>
        </w:rPr>
        <w:t>А.И. Щекина</w:t>
      </w:r>
    </w:p>
    <w:p w:rsidR="00BF728D" w:rsidRPr="00493A52" w:rsidRDefault="00BF728D" w:rsidP="00493A52">
      <w:pPr>
        <w:ind w:firstLine="709"/>
        <w:jc w:val="both"/>
        <w:rPr>
          <w:b/>
          <w:sz w:val="28"/>
          <w:szCs w:val="28"/>
        </w:rPr>
      </w:pPr>
    </w:p>
    <w:p w:rsidR="00BF728D" w:rsidRPr="00493A52" w:rsidRDefault="00BF728D" w:rsidP="00493A52">
      <w:pPr>
        <w:ind w:firstLine="709"/>
        <w:jc w:val="both"/>
        <w:rPr>
          <w:b/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DE38BD" w:rsidRDefault="00DE38BD" w:rsidP="006F6562">
      <w:pPr>
        <w:ind w:firstLine="709"/>
        <w:jc w:val="both"/>
        <w:rPr>
          <w:sz w:val="28"/>
          <w:szCs w:val="28"/>
        </w:rPr>
      </w:pPr>
    </w:p>
    <w:p w:rsidR="00B51776" w:rsidRPr="00845FE8" w:rsidRDefault="00B51776" w:rsidP="00B51776">
      <w:pPr>
        <w:jc w:val="center"/>
        <w:rPr>
          <w:b/>
          <w:bCs/>
        </w:rPr>
      </w:pPr>
      <w:r w:rsidRPr="00845FE8">
        <w:rPr>
          <w:b/>
          <w:bCs/>
        </w:rPr>
        <w:lastRenderedPageBreak/>
        <w:t xml:space="preserve">Пояснительная записка </w:t>
      </w:r>
    </w:p>
    <w:p w:rsidR="00B51776" w:rsidRPr="00845FE8" w:rsidRDefault="00B51776" w:rsidP="00B51776">
      <w:pPr>
        <w:jc w:val="center"/>
        <w:rPr>
          <w:b/>
          <w:bCs/>
        </w:rPr>
      </w:pPr>
      <w:r w:rsidRPr="00845FE8">
        <w:rPr>
          <w:b/>
          <w:bCs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B51776" w:rsidRPr="00845FE8" w:rsidRDefault="00B51776" w:rsidP="00B51776">
      <w:pPr>
        <w:jc w:val="center"/>
        <w:rPr>
          <w:b/>
          <w:bCs/>
        </w:rPr>
      </w:pPr>
    </w:p>
    <w:p w:rsidR="00B51776" w:rsidRPr="00845FE8" w:rsidRDefault="00B51776" w:rsidP="00B51776">
      <w:pPr>
        <w:jc w:val="center"/>
        <w:rPr>
          <w:b/>
          <w:bCs/>
        </w:rPr>
      </w:pPr>
    </w:p>
    <w:p w:rsidR="00B51776" w:rsidRPr="00845FE8" w:rsidRDefault="00B51776" w:rsidP="00B51776">
      <w:pPr>
        <w:jc w:val="both"/>
      </w:pPr>
      <w:r w:rsidRPr="00845FE8">
        <w:rPr>
          <w:b/>
          <w:bCs/>
          <w:u w:val="single"/>
        </w:rPr>
        <w:t>Тип проекта правового акта:</w:t>
      </w:r>
      <w:r>
        <w:rPr>
          <w:b/>
          <w:bCs/>
          <w:u w:val="single"/>
        </w:rPr>
        <w:t xml:space="preserve"> </w:t>
      </w:r>
      <w:r w:rsidRPr="00845FE8">
        <w:t>решение Городской Думы города Усть-Илимска.</w:t>
      </w:r>
    </w:p>
    <w:p w:rsidR="00B51776" w:rsidRPr="00845FE8" w:rsidRDefault="00B51776" w:rsidP="00B51776">
      <w:pPr>
        <w:jc w:val="both"/>
      </w:pPr>
      <w:r w:rsidRPr="00845FE8">
        <w:rPr>
          <w:b/>
          <w:bCs/>
          <w:u w:val="single"/>
        </w:rPr>
        <w:t>Наименование проекта правового акта:</w:t>
      </w:r>
      <w:r w:rsidRPr="00845FE8">
        <w:t xml:space="preserve"> «О </w:t>
      </w:r>
      <w:r>
        <w:t xml:space="preserve">внесении изменения в решение Городской Думы города Усть-Илимска </w:t>
      </w:r>
      <w:r w:rsidRPr="00B51776">
        <w:rPr>
          <w:color w:val="000000"/>
        </w:rPr>
        <w:t>от 27.11.2019г. № 5/23</w:t>
      </w:r>
      <w:r>
        <w:t>»</w:t>
      </w:r>
      <w:r w:rsidRPr="00845FE8">
        <w:t>.</w:t>
      </w:r>
    </w:p>
    <w:p w:rsidR="00B51776" w:rsidRPr="00845FE8" w:rsidRDefault="00B51776" w:rsidP="00B51776">
      <w:pPr>
        <w:jc w:val="both"/>
      </w:pPr>
      <w:r w:rsidRPr="00845FE8">
        <w:rPr>
          <w:b/>
          <w:bCs/>
          <w:u w:val="single"/>
        </w:rPr>
        <w:t>Субъект правотворческой инициативы:</w:t>
      </w:r>
      <w:r>
        <w:rPr>
          <w:b/>
          <w:bCs/>
          <w:u w:val="single"/>
        </w:rPr>
        <w:t xml:space="preserve"> </w:t>
      </w:r>
      <w:r>
        <w:t>Администрация</w:t>
      </w:r>
      <w:r w:rsidRPr="00845FE8">
        <w:t xml:space="preserve"> города Усть-Илимска.</w:t>
      </w:r>
    </w:p>
    <w:p w:rsidR="00B51776" w:rsidRDefault="00B51776" w:rsidP="00B51776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45FE8">
        <w:rPr>
          <w:b/>
          <w:bCs/>
          <w:u w:val="single"/>
        </w:rPr>
        <w:t>Правовое обоснование принятия проекта правового акта:</w:t>
      </w:r>
    </w:p>
    <w:p w:rsidR="00B51776" w:rsidRDefault="00B51776" w:rsidP="00B51776">
      <w:pPr>
        <w:widowControl w:val="0"/>
        <w:autoSpaceDE w:val="0"/>
        <w:autoSpaceDN w:val="0"/>
        <w:adjustRightInd w:val="0"/>
        <w:ind w:firstLine="567"/>
        <w:jc w:val="both"/>
      </w:pPr>
      <w:r>
        <w:t>глава 31 Налогового кодекса Российской Федерации;</w:t>
      </w:r>
    </w:p>
    <w:p w:rsidR="00B51776" w:rsidRDefault="00B51776" w:rsidP="00B51776">
      <w:pPr>
        <w:widowControl w:val="0"/>
        <w:autoSpaceDE w:val="0"/>
        <w:autoSpaceDN w:val="0"/>
        <w:adjustRightInd w:val="0"/>
        <w:ind w:firstLine="567"/>
        <w:jc w:val="both"/>
      </w:pPr>
      <w:r>
        <w:t>Федеральный закон от 06.10.2003г. № 131-ФЗ «Об общих принципах организации местного самоуправления в Российской Федерации»;</w:t>
      </w:r>
    </w:p>
    <w:p w:rsidR="00B51776" w:rsidRDefault="00B51776" w:rsidP="00B51776">
      <w:pPr>
        <w:widowControl w:val="0"/>
        <w:autoSpaceDE w:val="0"/>
        <w:autoSpaceDN w:val="0"/>
        <w:adjustRightInd w:val="0"/>
        <w:ind w:firstLine="567"/>
        <w:jc w:val="both"/>
      </w:pPr>
      <w:r>
        <w:t>Устав муниципальног</w:t>
      </w:r>
      <w:r w:rsidR="00540B1C">
        <w:t>о образования город Усть-Илимск.</w:t>
      </w:r>
    </w:p>
    <w:p w:rsidR="00B51776" w:rsidRDefault="00B51776" w:rsidP="00B51776">
      <w:pPr>
        <w:ind w:firstLine="567"/>
        <w:jc w:val="both"/>
      </w:pPr>
    </w:p>
    <w:p w:rsidR="00B51776" w:rsidRPr="00B51776" w:rsidRDefault="00B51776" w:rsidP="00B51776">
      <w:pPr>
        <w:ind w:firstLine="567"/>
        <w:jc w:val="both"/>
      </w:pPr>
      <w:r>
        <w:t xml:space="preserve">Предлагаемым к рассмотрению муниципальным правовым актом пункт 4 решения </w:t>
      </w:r>
      <w:r w:rsidRPr="00B51776">
        <w:t xml:space="preserve">Городской </w:t>
      </w:r>
      <w:r w:rsidRPr="00B51776">
        <w:rPr>
          <w:color w:val="000000"/>
        </w:rPr>
        <w:t>Думы города Усть-Илимска от 27.11.2019г. № 5/23 «О земельном налоге на территории муниципального образования город Усть-Илимск»</w:t>
      </w:r>
      <w:r w:rsidRPr="00B51776">
        <w:t>, излагается в новой редакции.</w:t>
      </w:r>
    </w:p>
    <w:p w:rsidR="00B51776" w:rsidRPr="00E05130" w:rsidRDefault="00B51776" w:rsidP="00B51776">
      <w:pPr>
        <w:ind w:firstLine="567"/>
        <w:jc w:val="both"/>
      </w:pPr>
      <w:r w:rsidRPr="00B51776">
        <w:t>Норм</w:t>
      </w:r>
      <w:r>
        <w:t>а</w:t>
      </w:r>
      <w:r w:rsidRPr="00B51776">
        <w:t xml:space="preserve"> приведен</w:t>
      </w:r>
      <w:r>
        <w:t>а</w:t>
      </w:r>
      <w:r w:rsidRPr="00B51776">
        <w:t xml:space="preserve"> в соответствие с </w:t>
      </w:r>
      <w:r>
        <w:t>частью 10 статьи 396 Налогового кодекса Российской Федерации.</w:t>
      </w:r>
    </w:p>
    <w:p w:rsidR="00B51776" w:rsidRDefault="00B51776" w:rsidP="00B51776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</w:p>
    <w:p w:rsidR="00B51776" w:rsidRDefault="00B51776" w:rsidP="00B51776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45FE8">
        <w:rPr>
          <w:b/>
          <w:bCs/>
          <w:u w:val="single"/>
        </w:rPr>
        <w:t>Состояние законодательства в сфере правового регулирования, к которой относится проект правового акта:</w:t>
      </w:r>
    </w:p>
    <w:p w:rsidR="00B51776" w:rsidRDefault="00B51776" w:rsidP="00B5177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B51776">
        <w:t xml:space="preserve">проект муниципального правового акта разработан в соответствии со </w:t>
      </w:r>
      <w:r w:rsidR="00540B1C" w:rsidRPr="00540B1C">
        <w:rPr>
          <w:color w:val="000000"/>
        </w:rPr>
        <w:t xml:space="preserve">статьями 12, 15, 387 </w:t>
      </w:r>
      <w:r w:rsidR="00540B1C" w:rsidRPr="00540B1C">
        <w:rPr>
          <w:rFonts w:eastAsia="Calibri"/>
          <w:lang w:eastAsia="en-US"/>
        </w:rPr>
        <w:t xml:space="preserve">– </w:t>
      </w:r>
      <w:r w:rsidR="00540B1C" w:rsidRPr="00540B1C">
        <w:rPr>
          <w:color w:val="000000"/>
        </w:rPr>
        <w:t>398 Налогового кодекса Российской Федерации</w:t>
      </w:r>
      <w:r w:rsidR="00540B1C">
        <w:rPr>
          <w:color w:val="000000"/>
        </w:rPr>
        <w:t xml:space="preserve">, </w:t>
      </w:r>
      <w:r w:rsidRPr="00B51776">
        <w:rPr>
          <w:color w:val="000000"/>
        </w:rPr>
        <w:t>статьей 16 Федерального закона от 06.10.2003г. № 131-ФЗ «Об общих принципах организации местного самоуправления в Российской Федерации», статьями 8, 23, 25, 34, 43, 51 Устава муниципального образования город Усть-Илимск</w:t>
      </w:r>
      <w:r>
        <w:rPr>
          <w:color w:val="000000"/>
        </w:rPr>
        <w:t>.</w:t>
      </w:r>
    </w:p>
    <w:p w:rsidR="00B51776" w:rsidRDefault="00B51776" w:rsidP="00B51776">
      <w:pPr>
        <w:widowControl w:val="0"/>
        <w:autoSpaceDE w:val="0"/>
        <w:autoSpaceDN w:val="0"/>
        <w:adjustRightInd w:val="0"/>
        <w:ind w:firstLine="708"/>
        <w:jc w:val="both"/>
      </w:pPr>
      <w:r w:rsidRPr="00B51776">
        <w:rPr>
          <w:b/>
          <w:bCs/>
          <w:u w:val="single"/>
        </w:rPr>
        <w:t>Место</w:t>
      </w:r>
      <w:r w:rsidRPr="00845FE8">
        <w:rPr>
          <w:b/>
          <w:bCs/>
          <w:u w:val="single"/>
        </w:rPr>
        <w:t xml:space="preserve">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</w:p>
    <w:p w:rsidR="00B51776" w:rsidRPr="00845FE8" w:rsidRDefault="00B51776" w:rsidP="00B51776">
      <w:pPr>
        <w:ind w:firstLine="708"/>
        <w:jc w:val="both"/>
      </w:pPr>
      <w:r w:rsidRPr="00845FE8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B51776" w:rsidRPr="00845FE8" w:rsidRDefault="00B51776" w:rsidP="00B51776">
      <w:pPr>
        <w:jc w:val="both"/>
      </w:pPr>
      <w:r w:rsidRPr="00845FE8">
        <w:tab/>
        <w:t>Источником официального опубликования проекта является газета «Усть-Илим</w:t>
      </w:r>
      <w:r>
        <w:t>ск официальный</w:t>
      </w:r>
      <w:r w:rsidRPr="00845FE8">
        <w:t>» и официальны</w:t>
      </w:r>
      <w:r w:rsidR="00540B1C">
        <w:t>е</w:t>
      </w:r>
      <w:r w:rsidRPr="00845FE8">
        <w:t xml:space="preserve"> сайт</w:t>
      </w:r>
      <w:r w:rsidR="00540B1C">
        <w:t>ы</w:t>
      </w:r>
      <w:r w:rsidRPr="00845FE8">
        <w:t xml:space="preserve"> </w:t>
      </w:r>
      <w:r w:rsidR="00540B1C">
        <w:t xml:space="preserve">Городской Думы города Усть-Илимска, </w:t>
      </w:r>
      <w:proofErr w:type="gramStart"/>
      <w:r w:rsidR="00540B1C">
        <w:t xml:space="preserve">Администрации </w:t>
      </w:r>
      <w:r w:rsidRPr="00845FE8">
        <w:t xml:space="preserve"> город</w:t>
      </w:r>
      <w:r w:rsidR="00540B1C">
        <w:t>а</w:t>
      </w:r>
      <w:proofErr w:type="gramEnd"/>
      <w:r w:rsidRPr="00845FE8">
        <w:t xml:space="preserve"> Усть-Илимск</w:t>
      </w:r>
      <w:r w:rsidR="00540B1C">
        <w:t>а</w:t>
      </w:r>
      <w:r w:rsidRPr="00845FE8">
        <w:t>.</w:t>
      </w:r>
    </w:p>
    <w:p w:rsidR="00B51776" w:rsidRPr="00845FE8" w:rsidRDefault="00B51776" w:rsidP="00B51776">
      <w:pPr>
        <w:ind w:firstLine="708"/>
        <w:jc w:val="both"/>
      </w:pPr>
    </w:p>
    <w:p w:rsidR="00B51776" w:rsidRDefault="00B51776" w:rsidP="00B51776">
      <w:pPr>
        <w:jc w:val="both"/>
      </w:pPr>
      <w:r w:rsidRPr="00845FE8">
        <w:rPr>
          <w:b/>
          <w:bCs/>
          <w:u w:val="single"/>
        </w:rPr>
        <w:t>Сведения о наличии (отсутствии) необходимости увеличения (уменьшения) расходов бюджета города:</w:t>
      </w:r>
    </w:p>
    <w:p w:rsidR="00B51776" w:rsidRPr="00845FE8" w:rsidRDefault="00B51776" w:rsidP="00B51776">
      <w:pPr>
        <w:ind w:firstLine="708"/>
        <w:jc w:val="both"/>
      </w:pPr>
      <w:r w:rsidRPr="00845FE8">
        <w:t>принятие данного муниципального правового акта не требует дополнительных расходов из бюджета города.</w:t>
      </w:r>
    </w:p>
    <w:p w:rsidR="00B51776" w:rsidRDefault="00B51776" w:rsidP="00B51776">
      <w:pPr>
        <w:jc w:val="both"/>
      </w:pPr>
    </w:p>
    <w:p w:rsidR="00B51776" w:rsidRDefault="00B51776" w:rsidP="00B51776">
      <w:pPr>
        <w:jc w:val="both"/>
      </w:pPr>
    </w:p>
    <w:p w:rsidR="00B51776" w:rsidRDefault="00B51776" w:rsidP="00B51776">
      <w:pPr>
        <w:jc w:val="both"/>
      </w:pPr>
    </w:p>
    <w:p w:rsidR="00B51776" w:rsidRPr="00845FE8" w:rsidRDefault="00B51776" w:rsidP="00B51776">
      <w:pPr>
        <w:jc w:val="both"/>
      </w:pPr>
    </w:p>
    <w:p w:rsidR="00B51776" w:rsidRPr="00845FE8" w:rsidRDefault="00B51776" w:rsidP="00B51776">
      <w:pPr>
        <w:jc w:val="both"/>
        <w:rPr>
          <w:b/>
          <w:bCs/>
        </w:rPr>
      </w:pPr>
      <w:r>
        <w:rPr>
          <w:b/>
          <w:bCs/>
        </w:rPr>
        <w:t>Н</w:t>
      </w:r>
      <w:r w:rsidRPr="00845FE8">
        <w:rPr>
          <w:b/>
          <w:bCs/>
        </w:rPr>
        <w:t>ачальник Финансового управления</w:t>
      </w:r>
      <w:r w:rsidRPr="00845FE8">
        <w:rPr>
          <w:b/>
          <w:bCs/>
        </w:rPr>
        <w:tab/>
      </w:r>
      <w:r w:rsidRPr="00845FE8">
        <w:rPr>
          <w:b/>
          <w:bCs/>
        </w:rPr>
        <w:tab/>
      </w:r>
      <w:r w:rsidRPr="00845FE8">
        <w:rPr>
          <w:b/>
          <w:bCs/>
        </w:rPr>
        <w:tab/>
      </w:r>
    </w:p>
    <w:p w:rsidR="00B51776" w:rsidRDefault="00B51776" w:rsidP="00B51776">
      <w:pPr>
        <w:jc w:val="both"/>
        <w:rPr>
          <w:b/>
          <w:bCs/>
        </w:rPr>
      </w:pPr>
      <w:r w:rsidRPr="00845FE8">
        <w:rPr>
          <w:b/>
          <w:bCs/>
        </w:rPr>
        <w:t>Администрации города Усть-Илимска</w:t>
      </w:r>
      <w:r w:rsidRPr="00845FE8">
        <w:rPr>
          <w:b/>
          <w:bCs/>
        </w:rPr>
        <w:tab/>
      </w:r>
      <w:r w:rsidRPr="00845FE8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О.Ф. Шадрина</w:t>
      </w:r>
    </w:p>
    <w:p w:rsidR="0008080B" w:rsidRDefault="0008080B" w:rsidP="006F6562">
      <w:pPr>
        <w:ind w:firstLine="709"/>
        <w:jc w:val="both"/>
        <w:rPr>
          <w:sz w:val="28"/>
          <w:szCs w:val="28"/>
        </w:rPr>
      </w:pPr>
    </w:p>
    <w:p w:rsidR="0008080B" w:rsidRDefault="0008080B" w:rsidP="006F6562">
      <w:pPr>
        <w:ind w:firstLine="709"/>
        <w:jc w:val="both"/>
        <w:rPr>
          <w:sz w:val="28"/>
          <w:szCs w:val="28"/>
        </w:rPr>
      </w:pPr>
    </w:p>
    <w:p w:rsidR="0056482D" w:rsidRDefault="0056482D" w:rsidP="0008080B">
      <w:pPr>
        <w:jc w:val="right"/>
        <w:rPr>
          <w:b/>
          <w:i/>
          <w:u w:val="single"/>
        </w:rPr>
      </w:pPr>
    </w:p>
    <w:p w:rsidR="0056482D" w:rsidRDefault="0056482D" w:rsidP="0008080B">
      <w:pPr>
        <w:jc w:val="right"/>
        <w:rPr>
          <w:b/>
          <w:i/>
          <w:u w:val="single"/>
        </w:rPr>
      </w:pPr>
    </w:p>
    <w:p w:rsidR="0008080B" w:rsidRPr="00493A52" w:rsidRDefault="0008080B" w:rsidP="0008080B">
      <w:pPr>
        <w:jc w:val="right"/>
        <w:rPr>
          <w:b/>
          <w:i/>
          <w:u w:val="single"/>
        </w:rPr>
      </w:pPr>
      <w:bookmarkStart w:id="0" w:name="_GoBack"/>
      <w:bookmarkEnd w:id="0"/>
      <w:r>
        <w:rPr>
          <w:b/>
          <w:i/>
          <w:u w:val="single"/>
        </w:rPr>
        <w:t>кодифицированное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562"/>
        <w:gridCol w:w="367"/>
        <w:gridCol w:w="1770"/>
        <w:gridCol w:w="5472"/>
      </w:tblGrid>
      <w:tr w:rsidR="0008080B" w:rsidRPr="00F67F8F" w:rsidTr="002E0D97">
        <w:trPr>
          <w:trHeight w:hRule="exact" w:val="1928"/>
        </w:trPr>
        <w:tc>
          <w:tcPr>
            <w:tcW w:w="9638" w:type="dxa"/>
            <w:gridSpan w:val="5"/>
            <w:shd w:val="clear" w:color="auto" w:fill="auto"/>
          </w:tcPr>
          <w:p w:rsidR="0008080B" w:rsidRPr="00F67F8F" w:rsidRDefault="0008080B" w:rsidP="002E0D97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08080B" w:rsidRPr="00F67F8F" w:rsidRDefault="0008080B" w:rsidP="002E0D97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Pr="00F67F8F">
              <w:rPr>
                <w:caps/>
              </w:rPr>
              <w:br/>
            </w:r>
            <w:r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08080B" w:rsidRPr="00F67F8F" w:rsidRDefault="0008080B" w:rsidP="002E0D97">
            <w:pPr>
              <w:jc w:val="center"/>
              <w:rPr>
                <w:caps/>
              </w:rPr>
            </w:pPr>
            <w:r w:rsidRPr="00F67F8F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72D279CF" wp14:editId="0F97FB4E">
                      <wp:extent cx="535940" cy="668020"/>
                      <wp:effectExtent l="6350" t="17780" r="10160" b="9525"/>
                      <wp:docPr id="32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33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06EE81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mwRt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PJvcMA&#10;AADbAAAADwAAAGRycy9kb3ducmV2LnhtbESP0YrCMBRE3xf8h3AXfFk0VWHRrlGqoIjgg7UfcGnu&#10;tmWbm9JEW/16Iwj7OMzMGWa57k0tbtS6yrKCyTgCQZxbXXGhILvsRnMQziNrrC2Tgjs5WK8GH0uM&#10;te34TLfUFyJA2MWooPS+iaV0eUkG3dg2xMH7ta1BH2RbSN1iF+CmltMo+pYGKw4LJTa0LSn/S69G&#10;QULp4sHNzhyTTfd10lV6yvZ3pYafffIDwlPv/8Pv9kErmM3g9SX8A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MPJvcMAAADb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SbhsQA&#10;AADbAAAADwAAAGRycy9kb3ducmV2LnhtbESPT2vCQBTE74V+h+UVvNVN1RSNrlIFQXsz1YO3R/Y1&#10;Cc2+DdnNH7+9Kwg9DjPzG2a1GUwlOmpcaVnBxzgCQZxZXXKu4Pyzf5+DcB5ZY2WZFNzIwWb9+rLC&#10;RNueT9SlPhcBwi5BBYX3dSKlywoy6Ma2Jg7er20M+iCbXOoG+wA3lZxE0ac0WHJYKLCmXUHZX9oa&#10;Bf2Rbv1EX+R8u/uOu/Yat4tzrNTobfhagvA0+P/ws33QCqYzeHwJP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Em4bEAAAA2wAAAA8AAAAAAAAAAAAAAAAAmAIAAGRycy9k&#10;b3ducmV2LnhtbFBLBQYAAAAABAAEAPUAAACJAwAAAAA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JI/8QA&#10;AADbAAAADwAAAGRycy9kb3ducmV2LnhtbESPQWvCQBSE74X+h+UVvOmmEaWm2UhRBMGTsZfeHtln&#10;Nm32bcyuGv31bqHQ4zAz3zD5crCtuFDvG8cKXicJCOLK6YZrBZ+HzfgNhA/IGlvHpOBGHpbF81OO&#10;mXZX3tOlDLWIEPYZKjAhdJmUvjJk0U9cRxy9o+sthij7WuoerxFuW5kmyVxabDguGOxoZaj6Kc9W&#10;QZme0t19bc4bh7aaHYfF9/ZrodToZfh4BxFoCP/hv/ZWK5jO4PdL/AGy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SSP/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A0JsIA&#10;AADbAAAADwAAAGRycy9kb3ducmV2LnhtbESP0YrCMBRE3wX/IVxh3zRVQZauabGCy74orPoBd5tr&#10;U2xuShNt/fuNIPg4zMwZZp0PthF36nztWMF8loAgLp2uuVJwPu2mnyB8QNbYOCYFD/KQZ+PRGlPt&#10;ev6l+zFUIkLYp6jAhNCmUvrSkEU/cy1x9C6usxii7CqpO+wj3DZykSQrabHmuGCwpa2h8nq8WQX7&#10;Q38I59ujKJLd91/Jl6JZboxSH5Nh8wUi0BDe4Vf7RytYruD5Jf4Am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gDQmwgAAANsAAAAPAAAAAAAAAAAAAAAAAJgCAABkcnMvZG93&#10;bnJldi54bWxQSwUGAAAAAAQABAD1AAAAhw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r1Z8MA&#10;AADbAAAADwAAAGRycy9kb3ducmV2LnhtbESPT2sCMRTE7wW/Q3hCL6JZtfhnaxQRCvbY1YPHx+a5&#10;Wbp5WZOo67c3QqHHYWZ+w6w2nW3EjXyoHSsYjzIQxKXTNVcKjoev4QJEiMgaG8ek4EEBNuve2wpz&#10;7e78Q7ciViJBOOSowMTY5lKG0pDFMHItcfLOzluMSfpKao/3BLeNnGTZTFqsOS0YbGlnqPwtrlbB&#10;0l28nVbmjKdrsf0e14PTx26g1Hu/236CiNTF//Bfe68VTOfw+pJ+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r1Z8MAAADbAAAADwAAAAAAAAAAAAAAAACYAgAAZHJzL2Rv&#10;d25yZXYueG1sUEsFBgAAAAAEAAQA9QAAAIg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FdRLsA&#10;AADbAAAADwAAAGRycy9kb3ducmV2LnhtbERPSwrCMBDdC94hjOBOUxVEq1FEEdwIfvdDM7bFZhKb&#10;qPX2ZiG4fLz/fNmYSryo9qVlBYN+AoI4s7rkXMHlvO1NQPiArLGyTAo+5GG5aLfmmGr75iO9TiEX&#10;MYR9igqKEFwqpc8KMuj71hFH7mZrgyHCOpe6xncMN5UcJslYGiw5NhToaF1Qdj89jYKnrvZuc3iE&#10;ZNisUd/K6dV5rVS306xmIAI14S/+uXdawSiOjV/iD5CLL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JhXUS7AAAA2wAAAA8AAAAAAAAAAAAAAAAAmAIAAGRycy9kb3ducmV2Lnht&#10;bFBLBQYAAAAABAAEAPUAAACA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Qqz8UA&#10;AADbAAAADwAAAGRycy9kb3ducmV2LnhtbESPQWvCQBSE70L/w/IKvUjdtIFa02xElID2ZhTa4yP7&#10;moRm34bsqjG/3i0UPA4z8w2TLgfTijP1rrGs4GUWgSAurW64UnA85M/vIJxH1thaJgVXcrDMHiYp&#10;JtpeeE/nwlciQNglqKD2vkukdGVNBt3MdsTB+7G9QR9kX0nd4yXATStfo+hNGmw4LNTY0bqm8rc4&#10;GQV2l7fHzfeKvxanafw5mlHO96NST4/D6gOEp8Hfw//trVYQL+DvS/gBM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RCrP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1ohr8A&#10;AADbAAAADwAAAGRycy9kb3ducmV2LnhtbERPTWvCQBC9C/6HZQpepG4UkZC6iggBjzZ66HHITrOh&#10;2ZmQXWP677sHocfH+94fJ9+pkYbQChtYrzJQxLXYlhsD91v5noMKEdliJ0wGfinA8TCf7bGw8uRP&#10;GqvYqBTCoUADLsa+0DrUjjyGlfTEifuWwWNMcGi0HfCZwn2nN1m20x5bTg0Oezo7qn+qhzdQl6N4&#10;J8v8eiqrsezyr91lK8Ys3qbTB6hIU/wXv9wXa2Cb1qcv6Qfow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XWiGvwAAANsAAAAPAAAAAAAAAAAAAAAAAJgCAABkcnMvZG93bnJl&#10;di54bWxQSwUGAAAAAAQABAD1AAAAhA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H1XMIA&#10;AADbAAAADwAAAGRycy9kb3ducmV2LnhtbESPUWvCMBSF3wf+h3CFvc20RTqpRhHNxp4GU3/Apbm2&#10;xeYmNFHrvzeDwR4P55zvcFab0fbiRkPoHCvIZxkI4tqZjhsFp+PH2wJEiMgGe8ek4EEBNuvJywor&#10;4+78Q7dDbESCcKhQQRujr6QMdUsWw8x54uSd3WAxJjk00gx4T3DbyyLLSmmx47TQoqddS/XlcLUK&#10;oi+/P8t5fy32Oh+1LrR891qp1+m4XYKINMb/8F/7yyiY5/D7Jf0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ofVc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quEMUA&#10;AADbAAAADwAAAGRycy9kb3ducmV2LnhtbESP3WoCMRSE74W+QzgF7zRbFS1boxT/qN6UWh/gsDnd&#10;XdycxE1WV5/eFAQvh5n5hpnOW1OJM9W+tKzgrZ+AIM6sLjlXcPhd995B+ICssbJMCq7kYT576Uwx&#10;1fbCP3Teh1xECPsUFRQhuFRKnxVk0PetI47en60NhijrXOoaLxFuKjlIkrE0WHJcKNDRoqDsuG+M&#10;Ar3afLtdcz248bCaHE/Ncrub3JTqvrafHyACteEZfrS/tILRA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2q4Q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CtIsUA&#10;AADbAAAADwAAAGRycy9kb3ducmV2LnhtbESPT2vCQBTE70K/w/IKvYhujKWE6CqhUOit9c+h3p7Z&#10;1yRt9m3c3Wry7d2C4HGYmd8wy3VvWnEm5xvLCmbTBARxaXXDlYL97m2SgfABWWNrmRQM5GG9ehgt&#10;Mdf2whs6b0MlIoR9jgrqELpcSl/WZNBPbUccvW/rDIYoXSW1w0uEm1amSfIiDTYcF2rs6LWm8nf7&#10;ZxSkQ4aNH/Px53SYf324tPjEoVDq6bEvFiAC9eEevrXftYLnOfx/iT9Ar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sK0ixQAAANsAAAAPAAAAAAAAAAAAAAAAAJgCAABkcnMv&#10;ZG93bnJldi54bWxQSwUGAAAAAAQABAD1AAAAigMAAAAA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wnr8QA&#10;AADbAAAADwAAAGRycy9kb3ducmV2LnhtbESPQWvCQBSE7wX/w/IK3nRTI1Kiq4igWEoPWhW8PbLP&#10;JJp9G7Orpv56VxB6HGbmG2Y0aUwprlS7wrKCj24Egji1uuBMweZ33vkE4TyyxtIyKfgjB5Nx622E&#10;ibY3XtF17TMRIOwSVJB7XyVSujQng65rK+LgHWxt0AdZZ1LXeAtwU8peFA2kwYLDQo4VzXJKT+uL&#10;UbA7z37io/u+N267iVEv9mUcfSnVfm+mQxCeGv8ffrWXWkG/D88v4QfI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MJ6/EAAAA2wAAAA8AAAAAAAAAAAAAAAAAmAIAAGRycy9k&#10;b3ducmV2LnhtbFBLBQYAAAAABAAEAPUAAACJAwAAAAA=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yliMQA&#10;AADbAAAADwAAAGRycy9kb3ducmV2LnhtbESPQWsCMRSE74X+h/AKvdVspZa6GqUIsr1IqVrB22Pz&#10;3CxuXpYkdeO/bwoFj8PMfMPMl8l24kI+tI4VPI8KEMS10y03Cva79dMbiBCRNXaOScGVAiwX93dz&#10;LLUb+Isu29iIDOFQogITY19KGWpDFsPI9cTZOzlvMWbpG6k9DhluOzkuildpseW8YLCnlaH6vP2x&#10;Cqrjzm8O1XTYf35Xk9RbI3GdlHp8SO8zEJFSvIX/2x9awcsE/r7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MpYjEAAAA2wAAAA8AAAAAAAAAAAAAAAAAmAIAAGRycy9k&#10;b3ducmV2LnhtbFBLBQYAAAAABAAEAPUAAACJAwAAAAA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i+WMMA&#10;AADbAAAADwAAAGRycy9kb3ducmV2LnhtbESPT4vCMBTE74LfIbwFL7KmLiJajSJCF8HD4p+Dx7fN&#10;sy3bvJQk2vrtjbDgcZiZ3zDLdWdqcSfnK8sKxqMEBHFudcWFgvMp+5yB8AFZY22ZFDzIw3rV7y0x&#10;1bblA92PoRARwj5FBWUITSqlz0sy6Ee2IY7e1TqDIUpXSO2wjXBTy68kmUqDFceFEhvalpT/HW9G&#10;wW+VneXpMnsMrdP0vZ+P9U+bKTX46DYLEIG68A7/t3dawWQKry/xB8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i+WM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ck7sUA&#10;AADbAAAADwAAAGRycy9kb3ducmV2LnhtbESPW4vCMBSE3wX/QzjCvsiaKouXahQR9oLig67g66E5&#10;23ZtTkoTTf33mwXBx2FmvmEWq9ZU4kaNKy0rGA4SEMSZ1SXnCk7f769TEM4ja6wsk4I7OVgtu50F&#10;ptoGPtDt6HMRIexSVFB4X6dSuqwgg25ga+Lo/djGoI+yyaVuMES4qeQoScbSYMlxocCaNgVll+PV&#10;KJCfdKWw749nh+r3YzfahvN9EpR66bXrOQhPrX+GH+0vreBtAv9f4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pyTu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8080B" w:rsidRPr="00F67F8F" w:rsidTr="002E0D97">
        <w:tc>
          <w:tcPr>
            <w:tcW w:w="9638" w:type="dxa"/>
            <w:gridSpan w:val="5"/>
            <w:shd w:val="clear" w:color="auto" w:fill="auto"/>
          </w:tcPr>
          <w:p w:rsidR="0008080B" w:rsidRPr="00F67F8F" w:rsidRDefault="0008080B" w:rsidP="002E0D97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08080B" w:rsidRDefault="0008080B" w:rsidP="002E0D97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  <w:p w:rsidR="00ED3E47" w:rsidRPr="00F67F8F" w:rsidRDefault="00ED3E47" w:rsidP="00ED3E47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6A6214">
              <w:rPr>
                <w:i/>
                <w:sz w:val="23"/>
                <w:szCs w:val="23"/>
                <w:highlight w:val="yellow"/>
              </w:rPr>
              <w:t>(в редакции решения Городской Думы города Усть-Илимска от 00.10.2020г. № 00/00)</w:t>
            </w:r>
          </w:p>
        </w:tc>
      </w:tr>
      <w:tr w:rsidR="0008080B" w:rsidRPr="003B67BB" w:rsidTr="002E0D97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08080B" w:rsidRPr="003B67BB" w:rsidRDefault="0008080B" w:rsidP="002E0D97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8080B" w:rsidRPr="0008080B" w:rsidRDefault="0008080B" w:rsidP="002E0D97">
            <w:pPr>
              <w:ind w:left="-99" w:right="-72"/>
              <w:rPr>
                <w:sz w:val="28"/>
                <w:szCs w:val="28"/>
              </w:rPr>
            </w:pPr>
            <w:r w:rsidRPr="0008080B">
              <w:rPr>
                <w:bCs/>
                <w:color w:val="000000"/>
                <w:sz w:val="28"/>
                <w:szCs w:val="28"/>
              </w:rPr>
              <w:t xml:space="preserve">27.11.2019г.                                                                  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08080B" w:rsidRPr="003B67BB" w:rsidRDefault="0008080B" w:rsidP="002E0D97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8080B" w:rsidRPr="00F67F8F" w:rsidRDefault="0008080B" w:rsidP="002E0D97">
            <w:pPr>
              <w:ind w:left="-99" w:right="-72"/>
              <w:rPr>
                <w:lang w:val="en-US"/>
              </w:rPr>
            </w:pPr>
            <w:r w:rsidRPr="0008080B">
              <w:rPr>
                <w:bCs/>
                <w:color w:val="000000"/>
                <w:sz w:val="28"/>
                <w:szCs w:val="28"/>
              </w:rPr>
              <w:t>№ 5/23</w:t>
            </w:r>
          </w:p>
        </w:tc>
        <w:tc>
          <w:tcPr>
            <w:tcW w:w="5600" w:type="dxa"/>
            <w:shd w:val="clear" w:color="auto" w:fill="auto"/>
            <w:vAlign w:val="bottom"/>
          </w:tcPr>
          <w:p w:rsidR="0008080B" w:rsidRPr="003B67BB" w:rsidRDefault="0008080B" w:rsidP="002E0D97">
            <w:pPr>
              <w:ind w:left="-99" w:right="-72"/>
              <w:jc w:val="center"/>
            </w:pPr>
          </w:p>
        </w:tc>
      </w:tr>
      <w:tr w:rsidR="0008080B" w:rsidRPr="003B67BB" w:rsidTr="0008080B">
        <w:trPr>
          <w:trHeight w:val="1836"/>
        </w:trPr>
        <w:tc>
          <w:tcPr>
            <w:tcW w:w="9638" w:type="dxa"/>
            <w:gridSpan w:val="5"/>
            <w:shd w:val="clear" w:color="auto" w:fill="auto"/>
          </w:tcPr>
          <w:p w:rsidR="0008080B" w:rsidRDefault="0008080B" w:rsidP="0008080B">
            <w:pPr>
              <w:keepLines/>
              <w:autoSpaceDE w:val="0"/>
              <w:autoSpaceDN w:val="0"/>
              <w:adjustRightInd w:val="0"/>
              <w:ind w:firstLine="300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08080B" w:rsidRDefault="0008080B" w:rsidP="0008080B">
            <w:pPr>
              <w:keepLines/>
              <w:autoSpaceDE w:val="0"/>
              <w:autoSpaceDN w:val="0"/>
              <w:adjustRightInd w:val="0"/>
              <w:ind w:firstLine="300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08080B" w:rsidRDefault="0008080B" w:rsidP="009C7A9C">
            <w:pPr>
              <w:keepLines/>
              <w:autoSpaceDE w:val="0"/>
              <w:autoSpaceDN w:val="0"/>
              <w:adjustRightInd w:val="0"/>
              <w:ind w:right="4852"/>
              <w:jc w:val="both"/>
              <w:rPr>
                <w:bCs/>
                <w:color w:val="000000"/>
                <w:sz w:val="28"/>
                <w:szCs w:val="28"/>
              </w:rPr>
            </w:pPr>
            <w:r w:rsidRPr="0008080B">
              <w:rPr>
                <w:bCs/>
                <w:color w:val="000000"/>
                <w:sz w:val="28"/>
                <w:szCs w:val="28"/>
              </w:rPr>
              <w:t>О земельном налоге на территории муниципального образования город Усть-Илимск</w:t>
            </w:r>
            <w:r w:rsidRPr="00F67F8F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9776" behindDoc="1" locked="1" layoutInCell="1" allowOverlap="1" wp14:anchorId="5490919D" wp14:editId="492F094E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4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4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5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5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A648C9" id="Group 16" o:spid="_x0000_s1026" style="position:absolute;margin-left:5.65pt;margin-top:22.7pt;width:226.8pt;height:2.85pt;z-index:-25165670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mQ28IAAADbAAAADwAAAGRycy9kb3ducmV2LnhtbERPz2vCMBS+C/sfwhvspqnDiXRGcR2F&#10;wQ7S6sXbo3lruzUvJclsu79+OQgeP77f2/1oOnEl51vLCpaLBARxZXXLtYLzKZ9vQPiArLGzTAom&#10;8rDfPcy2mGo7cEHXMtQihrBPUUETQp9K6auGDPqF7Ykj92WdwRChq6V2OMRw08nnJFlLgy3HhgZ7&#10;yhqqfspfo2Bz6v37lF1ye3Tff8XnqqAVvin19DgeXkEEGsNdfHN/aAUvcX38En+A3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OmQ28IAAADb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U1QMQAAADbAAAADwAAAGRycy9kb3ducmV2LnhtbESPT4vCMBTE7wt+h/AEb2uq6CLVKP5B&#10;EPawVL14ezTPttq8lCRq3U9vFhY8DjPzG2a2aE0t7uR8ZVnBoJ+AIM6trrhQcDxsPycgfEDWWFsm&#10;BU/ysJh3PmaYavvgjO77UIgIYZ+igjKEJpXS5yUZ9H3bEEfvbJ3BEKUrpHb4iHBTy2GSfEmDFceF&#10;Ehtal5Rf9zejYHJo/Oa5Pm3tj7v8Zt+jjEa4UqrXbZdTEIHa8A7/t3dawXgAf1/iD5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pTVAxAAAANs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sOrMUAAADbAAAADwAAAGRycy9kb3ducmV2LnhtbESPT2vCQBTE74LfYXmCN934p0Wiq6hF&#10;KHiQxF56e2SfSdrs27C71dhP7wqFHoeZ+Q2z2nSmEVdyvrasYDJOQBAXVtdcKvg4H0YLED4ga2ws&#10;k4I7edis+70VptreOKNrHkoRIexTVFCF0KZS+qIig35sW+LoXawzGKJ0pdQObxFuGjlNkldpsOa4&#10;UGFL+4qK7/zHKFicW/92338e7Ml9/WbHeUZz3Ck1HHTbJYhAXfgP/7XftYKXGT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DsOrMUAAADbAAAADwAAAAAAAAAA&#10;AAAAAAChAgAAZHJzL2Rvd25yZXYueG1sUEsFBgAAAAAEAAQA+QAAAJM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KW2MQAAADbAAAADwAAAGRycy9kb3ducmV2LnhtbESPQWvCQBSE74L/YXmCN90osUjqKmoR&#10;hB4k6sXbI/uapM2+Dbtbjf31rlDwOMzMN8xi1ZlGXMn52rKCyTgBQVxYXXOp4HzajeYgfEDW2Fgm&#10;BXfysFr2ewvMtL1xTtdjKEWEsM9QQRVCm0npi4oM+rFtiaP3ZZ3BEKUrpXZ4i3DTyGmSvEmDNceF&#10;ClvaVlT8HH+Ngvmp9R/37WVnD+77L/9Mc0pxo9Rw0K3fQQTqwiv8395rBbMUnl/iD5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0pbYxAAAANsAAAAPAAAAAAAAAAAA&#10;AAAAAKECAABkcnMvZG93bnJldi54bWxQSwUGAAAAAAQABAD5AAAAkg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  <w:p w:rsidR="009C7A9C" w:rsidRDefault="009C7A9C" w:rsidP="009C7A9C">
            <w:pPr>
              <w:keepLines/>
              <w:autoSpaceDE w:val="0"/>
              <w:autoSpaceDN w:val="0"/>
              <w:adjustRightInd w:val="0"/>
              <w:ind w:right="4852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9C7A9C" w:rsidRDefault="009C7A9C" w:rsidP="009C7A9C">
            <w:pPr>
              <w:keepLines/>
              <w:autoSpaceDE w:val="0"/>
              <w:autoSpaceDN w:val="0"/>
              <w:adjustRightInd w:val="0"/>
              <w:ind w:right="4852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9C7A9C" w:rsidRPr="00F67F8F" w:rsidRDefault="009C7A9C" w:rsidP="009C7A9C">
            <w:pPr>
              <w:keepLines/>
              <w:autoSpaceDE w:val="0"/>
              <w:autoSpaceDN w:val="0"/>
              <w:adjustRightInd w:val="0"/>
              <w:ind w:right="4852"/>
              <w:jc w:val="both"/>
              <w:rPr>
                <w:sz w:val="28"/>
                <w:szCs w:val="28"/>
              </w:rPr>
            </w:pPr>
          </w:p>
        </w:tc>
      </w:tr>
    </w:tbl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>Руководствуясь статьями 12,15, 387-398 Налогового кодекса Российской Федерации, статьей 16 Федерального закона от 06.10.2003г. № 131-</w:t>
      </w:r>
      <w:proofErr w:type="gramStart"/>
      <w:r w:rsidRPr="0008080B">
        <w:rPr>
          <w:color w:val="000000"/>
          <w:sz w:val="28"/>
          <w:szCs w:val="28"/>
        </w:rPr>
        <w:t xml:space="preserve">ФЗ  </w:t>
      </w:r>
      <w:r w:rsidR="00ED3E47">
        <w:rPr>
          <w:color w:val="000000"/>
          <w:sz w:val="28"/>
          <w:szCs w:val="28"/>
        </w:rPr>
        <w:t>«</w:t>
      </w:r>
      <w:proofErr w:type="gramEnd"/>
      <w:r w:rsidRPr="0008080B">
        <w:rPr>
          <w:color w:val="000000"/>
          <w:sz w:val="28"/>
          <w:szCs w:val="28"/>
        </w:rPr>
        <w:t>Об общих принципах организации местного самоуп</w:t>
      </w:r>
      <w:r w:rsidR="00ED3E47">
        <w:rPr>
          <w:color w:val="000000"/>
          <w:sz w:val="28"/>
          <w:szCs w:val="28"/>
        </w:rPr>
        <w:t>равления в Российской Федерации»</w:t>
      </w:r>
      <w:r w:rsidRPr="0008080B">
        <w:rPr>
          <w:color w:val="000000"/>
          <w:sz w:val="28"/>
          <w:szCs w:val="28"/>
        </w:rPr>
        <w:t xml:space="preserve">, статьями 8, 23, 25, 34, 43, 51 Устава муниципального образования город Усть-Илимск  Городская Дума, </w:t>
      </w:r>
      <w:r w:rsidR="00ED3E47" w:rsidRPr="0038183C">
        <w:rPr>
          <w:rFonts w:eastAsia="Calibri"/>
          <w:sz w:val="28"/>
          <w:szCs w:val="28"/>
          <w:lang w:eastAsia="en-US"/>
        </w:rPr>
        <w:t>–</w:t>
      </w:r>
    </w:p>
    <w:p w:rsidR="0008080B" w:rsidRPr="00ED3E47" w:rsidRDefault="0008080B" w:rsidP="00ED3E47">
      <w:pPr>
        <w:keepLines/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ED3E47">
        <w:rPr>
          <w:b/>
          <w:sz w:val="28"/>
          <w:szCs w:val="28"/>
        </w:rPr>
        <w:t>РЕШИЛА: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>1. Установить и ввести в действие на территории му</w:t>
      </w:r>
      <w:r w:rsidR="00ED3E47">
        <w:rPr>
          <w:color w:val="000000"/>
          <w:sz w:val="28"/>
          <w:szCs w:val="28"/>
        </w:rPr>
        <w:t xml:space="preserve">ниципального образования город </w:t>
      </w:r>
      <w:r w:rsidRPr="0008080B">
        <w:rPr>
          <w:color w:val="000000"/>
          <w:sz w:val="28"/>
          <w:szCs w:val="28"/>
        </w:rPr>
        <w:t>Усть-Илимск земельный налог, налоговые ставки, налоговые льготы, определить основания и порядок их применения за земли, находящиеся в пределах границ муниципального образования город Усть-Илимск.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>2.Установить налоговые ставки в следующих размерах: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>1) 0,1 процента в отношении земельных участков: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>общего пользования, занятых площадями, улицами, проездами, набережными, скверами, бульварами, закрытыми водоемами, пляжами и другими объектами, которые могут включаться в состав различных территориальных зон и не подлежат приватизации;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>приобретенных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>приобретенных (предоставленных) гаражным, лодочным кооперативам, кооперативам по содержанию охотничьих собак, для размещения приютов для бездомных животных;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 xml:space="preserve">2) 0,3 процента </w:t>
      </w:r>
      <w:r w:rsidR="00ED3E47" w:rsidRPr="0038183C">
        <w:rPr>
          <w:rFonts w:eastAsia="Calibri"/>
          <w:sz w:val="28"/>
          <w:szCs w:val="28"/>
          <w:lang w:eastAsia="en-US"/>
        </w:rPr>
        <w:t>–</w:t>
      </w:r>
      <w:r w:rsidRPr="0008080B">
        <w:rPr>
          <w:color w:val="000000"/>
          <w:sz w:val="28"/>
          <w:szCs w:val="28"/>
        </w:rPr>
        <w:t xml:space="preserve"> в отношении земельных участков: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lastRenderedPageBreak/>
        <w:t>отнесенных к землям сельскохозяйственного назначения или к землям в составе зон сельскохозяйственного использования и используемых для сельскохозяйственного производства;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</w:t>
      </w:r>
      <w:r w:rsidR="00ED3E47">
        <w:rPr>
          <w:color w:val="000000"/>
          <w:sz w:val="28"/>
          <w:szCs w:val="28"/>
        </w:rPr>
        <w:t>«</w:t>
      </w:r>
      <w:r w:rsidRPr="0008080B">
        <w:rPr>
          <w:color w:val="000000"/>
          <w:sz w:val="28"/>
          <w:szCs w:val="28"/>
        </w:rPr>
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="00ED3E47">
        <w:rPr>
          <w:color w:val="000000"/>
          <w:sz w:val="28"/>
          <w:szCs w:val="28"/>
        </w:rPr>
        <w:t>»</w:t>
      </w:r>
      <w:r w:rsidRPr="0008080B">
        <w:rPr>
          <w:color w:val="000000"/>
          <w:sz w:val="28"/>
          <w:szCs w:val="28"/>
        </w:rPr>
        <w:t xml:space="preserve">; 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>приобретенных (предоставленных) для размещения (строительства) физкультурных, спортивных сооружений, дрессировочных площадок;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 xml:space="preserve">3) 0,7 процента </w:t>
      </w:r>
      <w:r w:rsidR="00ED3E47" w:rsidRPr="0038183C">
        <w:rPr>
          <w:rFonts w:eastAsia="Calibri"/>
          <w:sz w:val="28"/>
          <w:szCs w:val="28"/>
          <w:lang w:eastAsia="en-US"/>
        </w:rPr>
        <w:t>–</w:t>
      </w:r>
      <w:r w:rsidRPr="0008080B">
        <w:rPr>
          <w:color w:val="000000"/>
          <w:sz w:val="28"/>
          <w:szCs w:val="28"/>
        </w:rPr>
        <w:t xml:space="preserve"> в отношении земельных участков, приобретенных (предоставленных) для рекультивации, восстановления, улучшения окружающей природной среды, очистки водной акватории и берегов Усть-Илимского водохранилища;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 xml:space="preserve">4) 1,5 процента </w:t>
      </w:r>
      <w:r w:rsidR="00ED3E47" w:rsidRPr="0038183C">
        <w:rPr>
          <w:rFonts w:eastAsia="Calibri"/>
          <w:sz w:val="28"/>
          <w:szCs w:val="28"/>
          <w:lang w:eastAsia="en-US"/>
        </w:rPr>
        <w:t>–</w:t>
      </w:r>
      <w:r w:rsidRPr="0008080B">
        <w:rPr>
          <w:color w:val="000000"/>
          <w:sz w:val="28"/>
          <w:szCs w:val="28"/>
        </w:rPr>
        <w:t xml:space="preserve"> в отношении: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>земельных участков, фактически используемых не в соответствии с видом их разрешенного использования;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>прочих земельных участков.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>3. Освободить от уплаты земельного налога следующие категории налогоплательщиков: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 xml:space="preserve">1) муниципальные казенные, бюджетные, автономные учреждения, учредителем которых является муниципальное образование город Усть-Илимск; 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>2) органы местного самоуправления муниципального образования город Усть-Илимск;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>3) организации и физические лица, являющиеся индивидуальными предпринимателями, в отношении земельных участков, занятых муниципальными дорогами общего пользования;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 xml:space="preserve">4) товарищества собственников жилья - в отношении земельных участков,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</w:t>
      </w:r>
      <w:r w:rsidRPr="0008080B">
        <w:rPr>
          <w:color w:val="000000"/>
          <w:sz w:val="28"/>
          <w:szCs w:val="28"/>
        </w:rPr>
        <w:lastRenderedPageBreak/>
        <w:t>комплекса) и используемых объединениями граждан (ТСЖ) на праве собственности, праве постоянного (бессрочного) пользования.</w:t>
      </w:r>
    </w:p>
    <w:p w:rsidR="009C7A9C" w:rsidRPr="000253D2" w:rsidRDefault="009C7A9C" w:rsidP="009C7A9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53D2">
        <w:rPr>
          <w:i/>
          <w:iCs/>
          <w:color w:val="000000"/>
          <w:highlight w:val="yellow"/>
        </w:rPr>
        <w:t xml:space="preserve">Решением Городской Думы города Усть-Илимска от </w:t>
      </w:r>
      <w:r>
        <w:rPr>
          <w:i/>
          <w:iCs/>
          <w:color w:val="000000"/>
          <w:highlight w:val="yellow"/>
        </w:rPr>
        <w:t>00</w:t>
      </w:r>
      <w:r w:rsidRPr="000253D2">
        <w:rPr>
          <w:i/>
          <w:iCs/>
          <w:color w:val="000000"/>
          <w:highlight w:val="yellow"/>
        </w:rPr>
        <w:t>.0</w:t>
      </w:r>
      <w:r>
        <w:rPr>
          <w:i/>
          <w:iCs/>
          <w:color w:val="000000"/>
          <w:highlight w:val="yellow"/>
        </w:rPr>
        <w:t>0</w:t>
      </w:r>
      <w:r w:rsidRPr="000253D2">
        <w:rPr>
          <w:i/>
          <w:iCs/>
          <w:color w:val="000000"/>
          <w:highlight w:val="yellow"/>
        </w:rPr>
        <w:t xml:space="preserve">.2020г № </w:t>
      </w:r>
      <w:r>
        <w:rPr>
          <w:i/>
          <w:iCs/>
          <w:color w:val="000000"/>
          <w:highlight w:val="yellow"/>
        </w:rPr>
        <w:t>00</w:t>
      </w:r>
      <w:r w:rsidRPr="000253D2">
        <w:rPr>
          <w:i/>
          <w:iCs/>
          <w:color w:val="000000"/>
          <w:highlight w:val="yellow"/>
        </w:rPr>
        <w:t>/</w:t>
      </w:r>
      <w:r>
        <w:rPr>
          <w:i/>
          <w:iCs/>
          <w:color w:val="000000"/>
          <w:highlight w:val="yellow"/>
        </w:rPr>
        <w:t>00</w:t>
      </w:r>
      <w:r w:rsidRPr="000253D2">
        <w:rPr>
          <w:i/>
          <w:iCs/>
          <w:color w:val="000000"/>
          <w:highlight w:val="yellow"/>
        </w:rPr>
        <w:t xml:space="preserve"> </w:t>
      </w:r>
      <w:r>
        <w:rPr>
          <w:i/>
          <w:iCs/>
          <w:color w:val="000000"/>
          <w:highlight w:val="yellow"/>
        </w:rPr>
        <w:t>пункт</w:t>
      </w:r>
      <w:r w:rsidRPr="000253D2">
        <w:rPr>
          <w:i/>
          <w:iCs/>
          <w:color w:val="000000"/>
          <w:highlight w:val="yellow"/>
        </w:rPr>
        <w:t xml:space="preserve"> </w:t>
      </w:r>
      <w:r>
        <w:rPr>
          <w:i/>
          <w:iCs/>
          <w:color w:val="000000"/>
          <w:highlight w:val="yellow"/>
        </w:rPr>
        <w:t>4</w:t>
      </w:r>
      <w:r w:rsidRPr="000253D2">
        <w:rPr>
          <w:i/>
          <w:iCs/>
          <w:color w:val="000000"/>
          <w:highlight w:val="yellow"/>
        </w:rPr>
        <w:t xml:space="preserve"> изложен в новой редакции.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 xml:space="preserve">4. </w:t>
      </w:r>
      <w:r w:rsidR="00A265F3" w:rsidRPr="00493A52">
        <w:rPr>
          <w:color w:val="000000"/>
          <w:sz w:val="28"/>
          <w:szCs w:val="28"/>
        </w:rPr>
        <w:t xml:space="preserve">Определить, что налогоплательщики, имеющие право на налоговые льготы и уменьшение налогооблагаемой базы в соответствии с главой 31 Налогового кодекса Российской Федерации и настоящим решением, представляют </w:t>
      </w:r>
      <w:r w:rsidR="00A265F3" w:rsidRPr="00493A52">
        <w:rPr>
          <w:sz w:val="28"/>
          <w:szCs w:val="28"/>
          <w:highlight w:val="green"/>
        </w:rPr>
        <w:t xml:space="preserve">в налоговый орган по своему выбору </w:t>
      </w:r>
      <w:hyperlink r:id="rId8" w:history="1">
        <w:r w:rsidR="00A265F3" w:rsidRPr="00493A52">
          <w:rPr>
            <w:sz w:val="28"/>
            <w:szCs w:val="28"/>
            <w:highlight w:val="green"/>
          </w:rPr>
          <w:t>заявление</w:t>
        </w:r>
      </w:hyperlink>
      <w:r w:rsidR="00A265F3" w:rsidRPr="00493A52">
        <w:rPr>
          <w:sz w:val="28"/>
          <w:szCs w:val="28"/>
          <w:highlight w:val="green"/>
        </w:rPr>
        <w:t xml:space="preserve"> о предоставлении налоговой льготы, а также вправе представить документы, подтверждающие право налогоплательщика на налоговую льготу,</w:t>
      </w:r>
      <w:r w:rsidR="00A265F3" w:rsidRPr="00493A52">
        <w:rPr>
          <w:color w:val="000000"/>
          <w:sz w:val="28"/>
          <w:szCs w:val="28"/>
        </w:rPr>
        <w:t xml:space="preserve"> не позднее 1 февраля  года, следующего за истекшим налоговым периодом, либо в течение 30 (тридцати) дней с момента возникновения права на льготу либо уменьшение налогооблагаемой базы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>5. Настоящее решение вступает в силу с 1 января 2020 года, но не ранее чем через месяц со дня его официального опубликования.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 xml:space="preserve">6. Опубликовать настоящее решение в газете </w:t>
      </w:r>
      <w:r w:rsidR="00ED3E47">
        <w:rPr>
          <w:color w:val="000000"/>
          <w:sz w:val="28"/>
          <w:szCs w:val="28"/>
        </w:rPr>
        <w:t>«</w:t>
      </w:r>
      <w:r w:rsidRPr="0008080B">
        <w:rPr>
          <w:color w:val="000000"/>
          <w:sz w:val="28"/>
          <w:szCs w:val="28"/>
        </w:rPr>
        <w:t>Усть-Илимск официальный</w:t>
      </w:r>
      <w:r w:rsidR="00ED3E47">
        <w:rPr>
          <w:color w:val="000000"/>
          <w:sz w:val="28"/>
          <w:szCs w:val="28"/>
        </w:rPr>
        <w:t>»</w:t>
      </w:r>
      <w:r w:rsidRPr="0008080B">
        <w:rPr>
          <w:color w:val="000000"/>
          <w:sz w:val="28"/>
          <w:szCs w:val="28"/>
        </w:rPr>
        <w:t xml:space="preserve"> и разместить на официальных сайтах Городской Думы города Усть-Илимска, Администрации города Усть-Илимска.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080B">
        <w:rPr>
          <w:color w:val="000000"/>
          <w:sz w:val="28"/>
          <w:szCs w:val="28"/>
        </w:rPr>
        <w:t>7. Контроль за исполнением настоящего решения возложить на Городскую Думу города Усть-Илимска.</w:t>
      </w: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8080B" w:rsidRPr="0008080B" w:rsidRDefault="0008080B" w:rsidP="0008080B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08080B">
        <w:rPr>
          <w:b/>
          <w:iCs/>
          <w:color w:val="000000"/>
          <w:sz w:val="28"/>
          <w:szCs w:val="28"/>
        </w:rPr>
        <w:t>Председатель Городской Думы</w:t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  <w:t xml:space="preserve">      </w:t>
      </w:r>
      <w:r w:rsidRPr="0008080B">
        <w:rPr>
          <w:b/>
          <w:iCs/>
          <w:color w:val="000000"/>
          <w:sz w:val="28"/>
          <w:szCs w:val="28"/>
        </w:rPr>
        <w:t xml:space="preserve">А.П. </w:t>
      </w:r>
      <w:proofErr w:type="spellStart"/>
      <w:r w:rsidRPr="0008080B">
        <w:rPr>
          <w:b/>
          <w:iCs/>
          <w:color w:val="000000"/>
          <w:sz w:val="28"/>
          <w:szCs w:val="28"/>
        </w:rPr>
        <w:t>Чихирьков</w:t>
      </w:r>
      <w:proofErr w:type="spellEnd"/>
    </w:p>
    <w:p w:rsidR="0008080B" w:rsidRPr="0008080B" w:rsidRDefault="0008080B" w:rsidP="0008080B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p w:rsidR="0008080B" w:rsidRPr="0008080B" w:rsidRDefault="0008080B" w:rsidP="0008080B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08080B">
        <w:rPr>
          <w:b/>
          <w:iCs/>
          <w:color w:val="000000"/>
          <w:sz w:val="28"/>
          <w:szCs w:val="28"/>
        </w:rPr>
        <w:t>Мэр города</w:t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  <w:t xml:space="preserve"> </w:t>
      </w:r>
      <w:r w:rsidRPr="0008080B">
        <w:rPr>
          <w:b/>
          <w:iCs/>
          <w:color w:val="000000"/>
          <w:sz w:val="28"/>
          <w:szCs w:val="28"/>
        </w:rPr>
        <w:t>А.И. Щекина</w:t>
      </w:r>
    </w:p>
    <w:p w:rsidR="0008080B" w:rsidRDefault="0008080B" w:rsidP="0008080B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08080B" w:rsidRDefault="0008080B" w:rsidP="0008080B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08080B" w:rsidRDefault="0008080B" w:rsidP="0008080B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08080B" w:rsidRDefault="0008080B" w:rsidP="0008080B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08080B" w:rsidRDefault="0008080B" w:rsidP="0008080B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317D9B" w:rsidRPr="00BF728D" w:rsidRDefault="00A04022" w:rsidP="006F6562">
      <w:pPr>
        <w:ind w:firstLine="709"/>
        <w:jc w:val="both"/>
        <w:rPr>
          <w:sz w:val="28"/>
          <w:szCs w:val="28"/>
        </w:rPr>
      </w:pPr>
      <w:r w:rsidRPr="00BF728D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13335" t="10160" r="9525" b="1079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E70138"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</w:p>
    <w:sectPr w:rsidR="00317D9B" w:rsidRPr="00BF728D" w:rsidSect="00493A52">
      <w:headerReference w:type="even" r:id="rId9"/>
      <w:headerReference w:type="default" r:id="rId10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CC1" w:rsidRDefault="002A5CC1">
      <w:r>
        <w:separator/>
      </w:r>
    </w:p>
  </w:endnote>
  <w:endnote w:type="continuationSeparator" w:id="0">
    <w:p w:rsidR="002A5CC1" w:rsidRDefault="002A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CC1" w:rsidRDefault="002A5CC1">
      <w:r>
        <w:separator/>
      </w:r>
    </w:p>
  </w:footnote>
  <w:footnote w:type="continuationSeparator" w:id="0">
    <w:p w:rsidR="002A5CC1" w:rsidRDefault="002A5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482D">
      <w:rPr>
        <w:rStyle w:val="a5"/>
        <w:noProof/>
      </w:rPr>
      <w:t>6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24FF4"/>
    <w:multiLevelType w:val="hybridMultilevel"/>
    <w:tmpl w:val="E8349176"/>
    <w:lvl w:ilvl="0" w:tplc="DDF228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022"/>
    <w:rsid w:val="0000313A"/>
    <w:rsid w:val="000138FF"/>
    <w:rsid w:val="0005664E"/>
    <w:rsid w:val="00062718"/>
    <w:rsid w:val="000718E7"/>
    <w:rsid w:val="00075F8F"/>
    <w:rsid w:val="0008080B"/>
    <w:rsid w:val="000832FC"/>
    <w:rsid w:val="000858CE"/>
    <w:rsid w:val="00086999"/>
    <w:rsid w:val="0009027F"/>
    <w:rsid w:val="00096A57"/>
    <w:rsid w:val="000A073A"/>
    <w:rsid w:val="000E776A"/>
    <w:rsid w:val="00113623"/>
    <w:rsid w:val="001D00F8"/>
    <w:rsid w:val="00230E17"/>
    <w:rsid w:val="00294211"/>
    <w:rsid w:val="002A11E4"/>
    <w:rsid w:val="002A25B5"/>
    <w:rsid w:val="002A5CC1"/>
    <w:rsid w:val="002C1B1A"/>
    <w:rsid w:val="002D638F"/>
    <w:rsid w:val="002E54C2"/>
    <w:rsid w:val="002F7944"/>
    <w:rsid w:val="00301824"/>
    <w:rsid w:val="00317D9B"/>
    <w:rsid w:val="00366AD2"/>
    <w:rsid w:val="003B67BB"/>
    <w:rsid w:val="003E3A89"/>
    <w:rsid w:val="00416FB0"/>
    <w:rsid w:val="004713B9"/>
    <w:rsid w:val="00493A52"/>
    <w:rsid w:val="004B6769"/>
    <w:rsid w:val="004C7A24"/>
    <w:rsid w:val="004E11D1"/>
    <w:rsid w:val="004F7945"/>
    <w:rsid w:val="00517590"/>
    <w:rsid w:val="00540B1C"/>
    <w:rsid w:val="0056482D"/>
    <w:rsid w:val="005906A2"/>
    <w:rsid w:val="005A3F1D"/>
    <w:rsid w:val="005E506F"/>
    <w:rsid w:val="005E6828"/>
    <w:rsid w:val="006531B8"/>
    <w:rsid w:val="00665B4E"/>
    <w:rsid w:val="006835B0"/>
    <w:rsid w:val="00685116"/>
    <w:rsid w:val="0068519E"/>
    <w:rsid w:val="006923CC"/>
    <w:rsid w:val="006F6562"/>
    <w:rsid w:val="00712425"/>
    <w:rsid w:val="00744DBD"/>
    <w:rsid w:val="007854A9"/>
    <w:rsid w:val="007F0011"/>
    <w:rsid w:val="00827F33"/>
    <w:rsid w:val="0087273A"/>
    <w:rsid w:val="009A75C0"/>
    <w:rsid w:val="009C7A9C"/>
    <w:rsid w:val="00A04022"/>
    <w:rsid w:val="00A265F3"/>
    <w:rsid w:val="00A95469"/>
    <w:rsid w:val="00AC7D33"/>
    <w:rsid w:val="00AE4BF8"/>
    <w:rsid w:val="00AE60D3"/>
    <w:rsid w:val="00AE6515"/>
    <w:rsid w:val="00AF7757"/>
    <w:rsid w:val="00B269AE"/>
    <w:rsid w:val="00B51776"/>
    <w:rsid w:val="00B62FD1"/>
    <w:rsid w:val="00B758EB"/>
    <w:rsid w:val="00BF4EBD"/>
    <w:rsid w:val="00BF728D"/>
    <w:rsid w:val="00C50EE6"/>
    <w:rsid w:val="00C65FF0"/>
    <w:rsid w:val="00C66935"/>
    <w:rsid w:val="00C9446A"/>
    <w:rsid w:val="00D07B1D"/>
    <w:rsid w:val="00D8165B"/>
    <w:rsid w:val="00DB120A"/>
    <w:rsid w:val="00DD7981"/>
    <w:rsid w:val="00DE38BD"/>
    <w:rsid w:val="00E20421"/>
    <w:rsid w:val="00E23BEC"/>
    <w:rsid w:val="00E437DE"/>
    <w:rsid w:val="00E70619"/>
    <w:rsid w:val="00EC238D"/>
    <w:rsid w:val="00ED3E47"/>
    <w:rsid w:val="00EF646F"/>
    <w:rsid w:val="00F01D94"/>
    <w:rsid w:val="00F27F78"/>
    <w:rsid w:val="00F44543"/>
    <w:rsid w:val="00F6026C"/>
    <w:rsid w:val="00F6186F"/>
    <w:rsid w:val="00F67F8F"/>
    <w:rsid w:val="00F8408D"/>
    <w:rsid w:val="00F85880"/>
    <w:rsid w:val="00FB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88BE2C-4AA0-445A-BE7E-67DB664C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F728D"/>
    <w:pPr>
      <w:ind w:left="720"/>
      <w:contextualSpacing/>
    </w:pPr>
  </w:style>
  <w:style w:type="paragraph" w:customStyle="1" w:styleId="ConsPlusNormal">
    <w:name w:val="ConsPlusNormal"/>
    <w:rsid w:val="00B5177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styleId="a8">
    <w:name w:val="Strong"/>
    <w:basedOn w:val="a0"/>
    <w:uiPriority w:val="22"/>
    <w:qFormat/>
    <w:rsid w:val="007F00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49F850F9A7ECC259AF000345E3EA0E700E77B0CADAC73E5AECE12ABF889F4B9A03F63927706062A12C8D9C849650899369C1EF45F6FDC04D2C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549F850F9A7ECC259AF000345E3EA0E700E77B0CADAC73E5AECE12ABF889F4B9A03F63927706062A12C8D9C849650899369C1EF45F6FDC04D2CB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70</TotalTime>
  <Pages>1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10413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Скоблова Марина Сергеевна</dc:creator>
  <cp:keywords/>
  <cp:lastModifiedBy>Скоблова Марина Сергеевна</cp:lastModifiedBy>
  <cp:revision>18</cp:revision>
  <cp:lastPrinted>2010-01-14T05:36:00Z</cp:lastPrinted>
  <dcterms:created xsi:type="dcterms:W3CDTF">2020-09-18T01:35:00Z</dcterms:created>
  <dcterms:modified xsi:type="dcterms:W3CDTF">2020-10-16T02:11:00Z</dcterms:modified>
</cp:coreProperties>
</file>