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736" w:rsidRPr="00F178F4" w:rsidRDefault="00F178F4" w:rsidP="00F178F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6"/>
        <w:gridCol w:w="5743"/>
      </w:tblGrid>
      <w:tr w:rsidR="00665B4E" w:rsidTr="00E20421">
        <w:trPr>
          <w:trHeight w:hRule="exact" w:val="1928"/>
        </w:trPr>
        <w:tc>
          <w:tcPr>
            <w:tcW w:w="9854" w:type="dxa"/>
            <w:gridSpan w:val="5"/>
          </w:tcPr>
          <w:p w:rsidR="00665B4E" w:rsidRPr="00E20421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E20421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E20421" w:rsidRPr="00E20421">
              <w:rPr>
                <w:caps/>
              </w:rPr>
              <w:br/>
            </w:r>
            <w:r w:rsidR="00E20421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F81C94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2EEAFAE" wp14:editId="29D6775C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781C1A">
              <w:rPr>
                <w:b/>
                <w:caps/>
                <w:sz w:val="28"/>
                <w:szCs w:val="28"/>
              </w:rPr>
              <w:t>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proofErr w:type="gramStart"/>
            <w:r w:rsidRPr="003B67BB">
              <w:t>от</w:t>
            </w:r>
            <w:proofErr w:type="gramEnd"/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3B67BB" w:rsidTr="00F27F78">
        <w:trPr>
          <w:trHeight w:val="2155"/>
        </w:trPr>
        <w:tc>
          <w:tcPr>
            <w:tcW w:w="9854" w:type="dxa"/>
            <w:gridSpan w:val="5"/>
          </w:tcPr>
          <w:p w:rsidR="006A5084" w:rsidRDefault="006A5084" w:rsidP="006A5084">
            <w:pPr>
              <w:tabs>
                <w:tab w:val="left" w:pos="439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6A5084" w:rsidRDefault="006A5084" w:rsidP="006A5084">
            <w:pPr>
              <w:tabs>
                <w:tab w:val="left" w:pos="439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9F61A6" w:rsidRPr="00B42C78" w:rsidRDefault="00F81C94" w:rsidP="008236E1">
            <w:pPr>
              <w:keepLines/>
              <w:autoSpaceDE w:val="0"/>
              <w:autoSpaceDN w:val="0"/>
              <w:adjustRightInd w:val="0"/>
              <w:ind w:right="5045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23ADD366" wp14:editId="5E93B4C3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>Об</w:t>
            </w:r>
            <w:r w:rsidR="00BE5F68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>отчет</w:t>
            </w:r>
            <w:r w:rsidR="008236E1">
              <w:rPr>
                <w:bCs/>
                <w:color w:val="000000"/>
                <w:sz w:val="28"/>
                <w:szCs w:val="28"/>
              </w:rPr>
              <w:t>е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 xml:space="preserve"> о деятельности Контрольно-ревизионной коми</w:t>
            </w:r>
            <w:r w:rsidR="00F66089">
              <w:rPr>
                <w:bCs/>
                <w:color w:val="000000"/>
                <w:sz w:val="28"/>
                <w:szCs w:val="28"/>
              </w:rPr>
              <w:t>ссии города Усть-Илимска за 201</w:t>
            </w:r>
            <w:r w:rsidR="000B5AC5">
              <w:rPr>
                <w:bCs/>
                <w:color w:val="000000"/>
                <w:sz w:val="28"/>
                <w:szCs w:val="28"/>
              </w:rPr>
              <w:t>9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3B7F90" w:rsidRPr="00F66089" w:rsidRDefault="003B7F90" w:rsidP="003B7F9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6089">
        <w:rPr>
          <w:color w:val="000000"/>
          <w:sz w:val="28"/>
          <w:szCs w:val="28"/>
        </w:rPr>
        <w:t xml:space="preserve">Руководствуясь статьями 23, </w:t>
      </w:r>
      <w:r w:rsidR="009F1CB9">
        <w:rPr>
          <w:color w:val="000000"/>
          <w:sz w:val="28"/>
          <w:szCs w:val="28"/>
        </w:rPr>
        <w:t>25,</w:t>
      </w:r>
      <w:r w:rsidRPr="00F66089">
        <w:rPr>
          <w:color w:val="000000"/>
          <w:sz w:val="28"/>
          <w:szCs w:val="28"/>
        </w:rPr>
        <w:t xml:space="preserve"> 39.1, 43 Устава муниципального образования город Усть-Илимск, Положением о Контрольно-ревизионной комиссии города Усть-Илимска, утвержденным решением Городской Думы города Усть-Илимска от 23.03.2011г. № 25/144, Городская Дума, -</w:t>
      </w:r>
    </w:p>
    <w:p w:rsidR="003B7F90" w:rsidRPr="00F66089" w:rsidRDefault="003B7F90" w:rsidP="003B7F90">
      <w:pPr>
        <w:keepLine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66089">
        <w:rPr>
          <w:b/>
          <w:sz w:val="28"/>
          <w:szCs w:val="28"/>
        </w:rPr>
        <w:t>РЕШИЛА:</w:t>
      </w:r>
    </w:p>
    <w:p w:rsidR="003B7F90" w:rsidRPr="00F66089" w:rsidRDefault="003B7F90" w:rsidP="003B7F9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608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9F1CB9">
        <w:rPr>
          <w:color w:val="000000"/>
          <w:sz w:val="28"/>
          <w:szCs w:val="28"/>
        </w:rPr>
        <w:t>Принять к сведению</w:t>
      </w:r>
      <w:r w:rsidRPr="00F66089">
        <w:rPr>
          <w:color w:val="000000"/>
          <w:sz w:val="28"/>
          <w:szCs w:val="28"/>
        </w:rPr>
        <w:t xml:space="preserve"> о</w:t>
      </w:r>
      <w:r w:rsidR="009F1CB9">
        <w:rPr>
          <w:color w:val="000000"/>
          <w:sz w:val="28"/>
          <w:szCs w:val="28"/>
        </w:rPr>
        <w:t>тчет о</w:t>
      </w:r>
      <w:r w:rsidRPr="00F66089">
        <w:rPr>
          <w:color w:val="000000"/>
          <w:sz w:val="28"/>
          <w:szCs w:val="28"/>
        </w:rPr>
        <w:t xml:space="preserve"> деятельности Контрольно-ревизионной коми</w:t>
      </w:r>
      <w:r w:rsidR="000B5AC5">
        <w:rPr>
          <w:color w:val="000000"/>
          <w:sz w:val="28"/>
          <w:szCs w:val="28"/>
        </w:rPr>
        <w:t>ссии города Усть-Илимска за 2019</w:t>
      </w:r>
      <w:r w:rsidRPr="00F66089">
        <w:rPr>
          <w:color w:val="000000"/>
          <w:sz w:val="28"/>
          <w:szCs w:val="28"/>
        </w:rPr>
        <w:t xml:space="preserve"> год (прилагается).</w:t>
      </w:r>
    </w:p>
    <w:p w:rsidR="003B7F90" w:rsidRDefault="003B7F90" w:rsidP="003B7F90">
      <w:pPr>
        <w:ind w:firstLine="709"/>
        <w:jc w:val="both"/>
        <w:rPr>
          <w:color w:val="000000"/>
          <w:sz w:val="28"/>
          <w:szCs w:val="28"/>
        </w:rPr>
      </w:pPr>
      <w:r w:rsidRPr="00F6608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proofErr w:type="gramStart"/>
      <w:r w:rsidRPr="00F66089">
        <w:rPr>
          <w:color w:val="000000"/>
          <w:sz w:val="28"/>
          <w:szCs w:val="28"/>
        </w:rPr>
        <w:t>Разместить</w:t>
      </w:r>
      <w:proofErr w:type="gramEnd"/>
      <w:r w:rsidRPr="00F66089">
        <w:rPr>
          <w:color w:val="000000"/>
          <w:sz w:val="28"/>
          <w:szCs w:val="28"/>
        </w:rPr>
        <w:t xml:space="preserve"> </w:t>
      </w:r>
      <w:r w:rsidR="0042006A">
        <w:rPr>
          <w:color w:val="000000"/>
          <w:sz w:val="28"/>
          <w:szCs w:val="28"/>
        </w:rPr>
        <w:t>настоящее решение на официальных</w:t>
      </w:r>
      <w:r w:rsidRPr="00F66089">
        <w:rPr>
          <w:color w:val="000000"/>
          <w:sz w:val="28"/>
          <w:szCs w:val="28"/>
        </w:rPr>
        <w:t xml:space="preserve"> </w:t>
      </w:r>
      <w:r w:rsidR="0042006A">
        <w:rPr>
          <w:color w:val="000000"/>
          <w:sz w:val="28"/>
          <w:szCs w:val="28"/>
        </w:rPr>
        <w:t>сайтах</w:t>
      </w:r>
      <w:r>
        <w:rPr>
          <w:color w:val="000000"/>
          <w:sz w:val="28"/>
          <w:szCs w:val="28"/>
        </w:rPr>
        <w:t xml:space="preserve"> </w:t>
      </w:r>
      <w:r w:rsidR="0042006A">
        <w:rPr>
          <w:color w:val="000000"/>
          <w:sz w:val="28"/>
          <w:szCs w:val="28"/>
        </w:rPr>
        <w:t xml:space="preserve">Городской Думы города Усть-Илимска, </w:t>
      </w:r>
      <w:r w:rsidR="009F1CB9">
        <w:rPr>
          <w:color w:val="000000"/>
          <w:sz w:val="28"/>
          <w:szCs w:val="28"/>
        </w:rPr>
        <w:t>Администрации</w:t>
      </w:r>
      <w:r w:rsidR="009F1CB9" w:rsidRPr="00F66089">
        <w:rPr>
          <w:color w:val="000000"/>
          <w:sz w:val="28"/>
          <w:szCs w:val="28"/>
        </w:rPr>
        <w:t xml:space="preserve"> город</w:t>
      </w:r>
      <w:r w:rsidR="009F1CB9">
        <w:rPr>
          <w:color w:val="000000"/>
          <w:sz w:val="28"/>
          <w:szCs w:val="28"/>
        </w:rPr>
        <w:t>а</w:t>
      </w:r>
      <w:r w:rsidR="009F1CB9" w:rsidRPr="00F66089">
        <w:rPr>
          <w:color w:val="000000"/>
          <w:sz w:val="28"/>
          <w:szCs w:val="28"/>
        </w:rPr>
        <w:t xml:space="preserve"> Усть-Илимск</w:t>
      </w:r>
      <w:r w:rsidR="009F1CB9">
        <w:rPr>
          <w:color w:val="000000"/>
          <w:sz w:val="28"/>
          <w:szCs w:val="28"/>
        </w:rPr>
        <w:t xml:space="preserve">а, </w:t>
      </w:r>
      <w:r w:rsidR="0042006A">
        <w:rPr>
          <w:color w:val="000000"/>
          <w:sz w:val="28"/>
          <w:szCs w:val="28"/>
        </w:rPr>
        <w:t>Контрольно-ревизионной комиссии города Усть-Илимска.</w:t>
      </w:r>
    </w:p>
    <w:p w:rsidR="00642C2C" w:rsidRDefault="00642C2C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642C2C" w:rsidRDefault="00642C2C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642C2C" w:rsidRDefault="00642C2C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F178F4" w:rsidRDefault="00F178F4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Председатель Городской Думы                                </w:t>
      </w:r>
      <w:r w:rsidR="000B5AC5">
        <w:rPr>
          <w:b/>
          <w:color w:val="000000"/>
          <w:sz w:val="28"/>
          <w:szCs w:val="28"/>
        </w:rPr>
        <w:t xml:space="preserve">              А.П. </w:t>
      </w:r>
      <w:proofErr w:type="spellStart"/>
      <w:r w:rsidR="000B5AC5">
        <w:rPr>
          <w:b/>
          <w:color w:val="000000"/>
          <w:sz w:val="28"/>
          <w:szCs w:val="28"/>
        </w:rPr>
        <w:t>Чихирьков</w:t>
      </w:r>
      <w:proofErr w:type="spellEnd"/>
    </w:p>
    <w:p w:rsidR="00F178F4" w:rsidRPr="00F178F4" w:rsidRDefault="00F178F4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F178F4" w:rsidRPr="00F178F4" w:rsidRDefault="00F178F4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F178F4" w:rsidRDefault="00F178F4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Pr="0042006A" w:rsidRDefault="0042006A" w:rsidP="0042006A">
      <w:pPr>
        <w:spacing w:line="240" w:lineRule="exact"/>
        <w:rPr>
          <w:color w:val="000000"/>
          <w:sz w:val="28"/>
          <w:szCs w:val="28"/>
        </w:rPr>
      </w:pPr>
    </w:p>
    <w:p w:rsidR="00B65DFC" w:rsidRDefault="00B65DFC" w:rsidP="0042006A">
      <w:pPr>
        <w:spacing w:line="240" w:lineRule="exact"/>
        <w:jc w:val="center"/>
        <w:rPr>
          <w:color w:val="000000"/>
          <w:sz w:val="28"/>
          <w:szCs w:val="28"/>
        </w:rPr>
      </w:pPr>
    </w:p>
    <w:p w:rsidR="00B65DFC" w:rsidRDefault="00B65DFC" w:rsidP="0042006A">
      <w:pPr>
        <w:spacing w:line="240" w:lineRule="exact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sectPr w:rsidR="00B65DFC" w:rsidSect="00B92D60">
      <w:pgSz w:w="11906" w:h="16838"/>
      <w:pgMar w:top="1134" w:right="62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EFF" w:rsidRDefault="00DE3EFF">
      <w:r>
        <w:separator/>
      </w:r>
    </w:p>
  </w:endnote>
  <w:endnote w:type="continuationSeparator" w:id="0">
    <w:p w:rsidR="00DE3EFF" w:rsidRDefault="00DE3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EFF" w:rsidRDefault="00DE3EFF">
      <w:r>
        <w:separator/>
      </w:r>
    </w:p>
  </w:footnote>
  <w:footnote w:type="continuationSeparator" w:id="0">
    <w:p w:rsidR="00DE3EFF" w:rsidRDefault="00DE3E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B7A78"/>
    <w:multiLevelType w:val="hybridMultilevel"/>
    <w:tmpl w:val="30EACF6E"/>
    <w:lvl w:ilvl="0" w:tplc="72860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C94"/>
    <w:rsid w:val="0000313A"/>
    <w:rsid w:val="00026823"/>
    <w:rsid w:val="0005664E"/>
    <w:rsid w:val="00062718"/>
    <w:rsid w:val="00075F8F"/>
    <w:rsid w:val="000832FC"/>
    <w:rsid w:val="00083BA9"/>
    <w:rsid w:val="000858CE"/>
    <w:rsid w:val="00086999"/>
    <w:rsid w:val="00096A57"/>
    <w:rsid w:val="000A073A"/>
    <w:rsid w:val="000B5AC5"/>
    <w:rsid w:val="000E4830"/>
    <w:rsid w:val="000E776A"/>
    <w:rsid w:val="00113623"/>
    <w:rsid w:val="00157EA5"/>
    <w:rsid w:val="001D00F8"/>
    <w:rsid w:val="00230E17"/>
    <w:rsid w:val="002A11E4"/>
    <w:rsid w:val="002A25B5"/>
    <w:rsid w:val="002C1B1A"/>
    <w:rsid w:val="002D638F"/>
    <w:rsid w:val="002E54C2"/>
    <w:rsid w:val="00301824"/>
    <w:rsid w:val="00317D9B"/>
    <w:rsid w:val="0033399F"/>
    <w:rsid w:val="00366AD2"/>
    <w:rsid w:val="00367591"/>
    <w:rsid w:val="00375331"/>
    <w:rsid w:val="003B67BB"/>
    <w:rsid w:val="003B7F90"/>
    <w:rsid w:val="003E3A89"/>
    <w:rsid w:val="0042006A"/>
    <w:rsid w:val="004713B9"/>
    <w:rsid w:val="00473D86"/>
    <w:rsid w:val="004B6769"/>
    <w:rsid w:val="004C7A24"/>
    <w:rsid w:val="004E11D1"/>
    <w:rsid w:val="004F7945"/>
    <w:rsid w:val="00512055"/>
    <w:rsid w:val="00517590"/>
    <w:rsid w:val="005906A2"/>
    <w:rsid w:val="005A3F1D"/>
    <w:rsid w:val="005D5D01"/>
    <w:rsid w:val="005D6E07"/>
    <w:rsid w:val="005D708E"/>
    <w:rsid w:val="005E501E"/>
    <w:rsid w:val="005E6828"/>
    <w:rsid w:val="00642C2C"/>
    <w:rsid w:val="006531B8"/>
    <w:rsid w:val="00665B4E"/>
    <w:rsid w:val="006835B0"/>
    <w:rsid w:val="00685116"/>
    <w:rsid w:val="0068519E"/>
    <w:rsid w:val="006923CC"/>
    <w:rsid w:val="006A5084"/>
    <w:rsid w:val="006B58A7"/>
    <w:rsid w:val="006F6562"/>
    <w:rsid w:val="00742421"/>
    <w:rsid w:val="00744DBD"/>
    <w:rsid w:val="00747313"/>
    <w:rsid w:val="00781C1A"/>
    <w:rsid w:val="007854A9"/>
    <w:rsid w:val="0079213A"/>
    <w:rsid w:val="00821056"/>
    <w:rsid w:val="008236E1"/>
    <w:rsid w:val="0087273A"/>
    <w:rsid w:val="009A75C0"/>
    <w:rsid w:val="009F1CB9"/>
    <w:rsid w:val="009F61A6"/>
    <w:rsid w:val="00A55736"/>
    <w:rsid w:val="00A95469"/>
    <w:rsid w:val="00AA0571"/>
    <w:rsid w:val="00AA7E20"/>
    <w:rsid w:val="00AC7D33"/>
    <w:rsid w:val="00AE4BF8"/>
    <w:rsid w:val="00AE6515"/>
    <w:rsid w:val="00AF7757"/>
    <w:rsid w:val="00B269AE"/>
    <w:rsid w:val="00B42C78"/>
    <w:rsid w:val="00B62FD1"/>
    <w:rsid w:val="00B65DFC"/>
    <w:rsid w:val="00B758EB"/>
    <w:rsid w:val="00BB5581"/>
    <w:rsid w:val="00BE5F68"/>
    <w:rsid w:val="00BF4EBD"/>
    <w:rsid w:val="00BF54FE"/>
    <w:rsid w:val="00C50EE6"/>
    <w:rsid w:val="00C5262F"/>
    <w:rsid w:val="00C65FF0"/>
    <w:rsid w:val="00C66935"/>
    <w:rsid w:val="00CA2F97"/>
    <w:rsid w:val="00D07B1D"/>
    <w:rsid w:val="00D32D1D"/>
    <w:rsid w:val="00D37E88"/>
    <w:rsid w:val="00D8165B"/>
    <w:rsid w:val="00D94BA3"/>
    <w:rsid w:val="00D95053"/>
    <w:rsid w:val="00DB120A"/>
    <w:rsid w:val="00DD7981"/>
    <w:rsid w:val="00DE3EFF"/>
    <w:rsid w:val="00E20421"/>
    <w:rsid w:val="00E23BEC"/>
    <w:rsid w:val="00E27103"/>
    <w:rsid w:val="00E437DE"/>
    <w:rsid w:val="00E51352"/>
    <w:rsid w:val="00E70619"/>
    <w:rsid w:val="00EC238D"/>
    <w:rsid w:val="00EF646F"/>
    <w:rsid w:val="00F0767A"/>
    <w:rsid w:val="00F178F4"/>
    <w:rsid w:val="00F27F78"/>
    <w:rsid w:val="00F6026C"/>
    <w:rsid w:val="00F6186F"/>
    <w:rsid w:val="00F66089"/>
    <w:rsid w:val="00F746E5"/>
    <w:rsid w:val="00F771D9"/>
    <w:rsid w:val="00F81C94"/>
    <w:rsid w:val="00F8408D"/>
    <w:rsid w:val="00FB062E"/>
    <w:rsid w:val="00FE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link w:val="a5"/>
    <w:rsid w:val="00317D9B"/>
    <w:pPr>
      <w:tabs>
        <w:tab w:val="center" w:pos="4677"/>
        <w:tab w:val="right" w:pos="9355"/>
      </w:tabs>
    </w:pPr>
  </w:style>
  <w:style w:type="character" w:styleId="a6">
    <w:name w:val="page number"/>
    <w:basedOn w:val="a0"/>
    <w:uiPriority w:val="99"/>
    <w:rsid w:val="00317D9B"/>
  </w:style>
  <w:style w:type="paragraph" w:styleId="a7">
    <w:name w:val="footer"/>
    <w:basedOn w:val="a"/>
    <w:link w:val="a8"/>
    <w:uiPriority w:val="99"/>
    <w:rsid w:val="00317D9B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9F61A6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rsid w:val="00AA0571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771D9"/>
    <w:rPr>
      <w:sz w:val="24"/>
      <w:szCs w:val="24"/>
    </w:rPr>
  </w:style>
  <w:style w:type="character" w:styleId="aa">
    <w:name w:val="Strong"/>
    <w:uiPriority w:val="99"/>
    <w:qFormat/>
    <w:rsid w:val="00F771D9"/>
    <w:rPr>
      <w:rFonts w:cs="Times New Roman"/>
      <w:b/>
      <w:bCs/>
    </w:rPr>
  </w:style>
  <w:style w:type="paragraph" w:styleId="ab">
    <w:name w:val="Normal (Web)"/>
    <w:basedOn w:val="a"/>
    <w:uiPriority w:val="99"/>
    <w:rsid w:val="00F771D9"/>
    <w:pPr>
      <w:spacing w:before="100" w:beforeAutospacing="1" w:after="100" w:afterAutospacing="1"/>
    </w:pPr>
  </w:style>
  <w:style w:type="paragraph" w:customStyle="1" w:styleId="ac">
    <w:name w:val="Прижатый влево"/>
    <w:basedOn w:val="a"/>
    <w:next w:val="a"/>
    <w:uiPriority w:val="99"/>
    <w:rsid w:val="00F771D9"/>
    <w:pPr>
      <w:suppressAutoHyphens/>
      <w:autoSpaceDE w:val="0"/>
    </w:pPr>
    <w:rPr>
      <w:rFonts w:ascii="Arial" w:hAnsi="Arial" w:cs="Arial"/>
      <w:lang w:eastAsia="zh-CN"/>
    </w:rPr>
  </w:style>
  <w:style w:type="character" w:styleId="ad">
    <w:name w:val="Hyperlink"/>
    <w:uiPriority w:val="99"/>
    <w:rsid w:val="00F771D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771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F771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1"/>
    <w:basedOn w:val="a"/>
    <w:uiPriority w:val="99"/>
    <w:rsid w:val="00F771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F771D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771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link w:val="a5"/>
    <w:rsid w:val="00317D9B"/>
    <w:pPr>
      <w:tabs>
        <w:tab w:val="center" w:pos="4677"/>
        <w:tab w:val="right" w:pos="9355"/>
      </w:tabs>
    </w:pPr>
  </w:style>
  <w:style w:type="character" w:styleId="a6">
    <w:name w:val="page number"/>
    <w:basedOn w:val="a0"/>
    <w:uiPriority w:val="99"/>
    <w:rsid w:val="00317D9B"/>
  </w:style>
  <w:style w:type="paragraph" w:styleId="a7">
    <w:name w:val="footer"/>
    <w:basedOn w:val="a"/>
    <w:link w:val="a8"/>
    <w:uiPriority w:val="99"/>
    <w:rsid w:val="00317D9B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9F61A6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rsid w:val="00AA0571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771D9"/>
    <w:rPr>
      <w:sz w:val="24"/>
      <w:szCs w:val="24"/>
    </w:rPr>
  </w:style>
  <w:style w:type="character" w:styleId="aa">
    <w:name w:val="Strong"/>
    <w:uiPriority w:val="99"/>
    <w:qFormat/>
    <w:rsid w:val="00F771D9"/>
    <w:rPr>
      <w:rFonts w:cs="Times New Roman"/>
      <w:b/>
      <w:bCs/>
    </w:rPr>
  </w:style>
  <w:style w:type="paragraph" w:styleId="ab">
    <w:name w:val="Normal (Web)"/>
    <w:basedOn w:val="a"/>
    <w:uiPriority w:val="99"/>
    <w:rsid w:val="00F771D9"/>
    <w:pPr>
      <w:spacing w:before="100" w:beforeAutospacing="1" w:after="100" w:afterAutospacing="1"/>
    </w:pPr>
  </w:style>
  <w:style w:type="paragraph" w:customStyle="1" w:styleId="ac">
    <w:name w:val="Прижатый влево"/>
    <w:basedOn w:val="a"/>
    <w:next w:val="a"/>
    <w:uiPriority w:val="99"/>
    <w:rsid w:val="00F771D9"/>
    <w:pPr>
      <w:suppressAutoHyphens/>
      <w:autoSpaceDE w:val="0"/>
    </w:pPr>
    <w:rPr>
      <w:rFonts w:ascii="Arial" w:hAnsi="Arial" w:cs="Arial"/>
      <w:lang w:eastAsia="zh-CN"/>
    </w:rPr>
  </w:style>
  <w:style w:type="character" w:styleId="ad">
    <w:name w:val="Hyperlink"/>
    <w:uiPriority w:val="99"/>
    <w:rsid w:val="00F771D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771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F771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1"/>
    <w:basedOn w:val="a"/>
    <w:uiPriority w:val="99"/>
    <w:rsid w:val="00F771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F771D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771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Бабак Анна Ивановна</dc:creator>
  <cp:lastModifiedBy>Бабак Анна Ивановна</cp:lastModifiedBy>
  <cp:revision>5</cp:revision>
  <cp:lastPrinted>2020-02-11T01:01:00Z</cp:lastPrinted>
  <dcterms:created xsi:type="dcterms:W3CDTF">2020-02-11T01:01:00Z</dcterms:created>
  <dcterms:modified xsi:type="dcterms:W3CDTF">2020-02-18T02:26:00Z</dcterms:modified>
</cp:coreProperties>
</file>