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A55EF1">
              <w:t xml:space="preserve">Громовой О.В., </w:t>
            </w:r>
            <w:proofErr w:type="spellStart"/>
            <w:r w:rsidR="00A55EF1">
              <w:t>Килиной</w:t>
            </w:r>
            <w:proofErr w:type="spellEnd"/>
            <w:r w:rsidR="00A55EF1">
              <w:t xml:space="preserve"> И.Ф., Колывановой Л.М., Николаичевой И.М., Сениной О.И., </w:t>
            </w:r>
            <w:proofErr w:type="spellStart"/>
            <w:r w:rsidR="00A55EF1">
              <w:t>Турушевой</w:t>
            </w:r>
            <w:proofErr w:type="spellEnd"/>
            <w:r w:rsidR="00A55EF1">
              <w:t xml:space="preserve"> Л.М., Филатовой В.В., Шаповал Л.В.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EC7569">
        <w:rPr>
          <w:color w:val="000000"/>
        </w:rPr>
        <w:t>МАОУ</w:t>
      </w:r>
      <w:r w:rsidR="00A55EF1" w:rsidRPr="00A55EF1">
        <w:rPr>
          <w:color w:val="000000"/>
        </w:rPr>
        <w:t xml:space="preserve"> «Экспериментальный лицей «Научно-образовательный комплекс»</w:t>
      </w:r>
      <w:r w:rsidR="00EF4CAB" w:rsidRPr="00A55EF1">
        <w:rPr>
          <w:color w:val="000000"/>
        </w:rPr>
        <w:t xml:space="preserve"> </w:t>
      </w:r>
      <w:r w:rsidR="00A55EF1" w:rsidRPr="00A55EF1">
        <w:rPr>
          <w:color w:val="000000"/>
        </w:rPr>
        <w:t>от 02.08</w:t>
      </w:r>
      <w:r w:rsidR="004930A1" w:rsidRPr="00A55EF1">
        <w:rPr>
          <w:color w:val="000000"/>
        </w:rPr>
        <w:t>.</w:t>
      </w:r>
      <w:r w:rsidR="00A55EF1" w:rsidRPr="00A55EF1">
        <w:rPr>
          <w:color w:val="000000"/>
        </w:rPr>
        <w:t>2021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 xml:space="preserve">представленные документы, принимая вол внимание решение постоянной комиссии Городской Думы города Усть-Илимска по социальным вопросам,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EC7569">
        <w:rPr>
          <w:bCs/>
          <w:color w:val="000000"/>
        </w:rPr>
        <w:t xml:space="preserve">за значительный вклад в развитие системы образования на территории города Усть-Илимска, </w:t>
      </w:r>
      <w:r w:rsidR="004930A1">
        <w:rPr>
          <w:bCs/>
          <w:color w:val="000000"/>
        </w:rPr>
        <w:t>з</w:t>
      </w:r>
      <w:r w:rsidR="00EC7569">
        <w:rPr>
          <w:bCs/>
          <w:color w:val="000000"/>
        </w:rPr>
        <w:t>а многолетний, эффективный и добросовестный труд в деле обучения и воспитания подрастающего поколения</w:t>
      </w:r>
      <w:r w:rsidR="00E06C8B" w:rsidRPr="00E06C8B">
        <w:rPr>
          <w:bCs/>
          <w:color w:val="000000"/>
        </w:rPr>
        <w:t xml:space="preserve"> </w:t>
      </w:r>
      <w:r w:rsidR="00E06C8B">
        <w:rPr>
          <w:bCs/>
          <w:color w:val="000000"/>
        </w:rPr>
        <w:t xml:space="preserve">и в связи с 30-летием со дня открытия </w:t>
      </w:r>
      <w:r w:rsidR="00E06C8B" w:rsidRPr="00E06C8B">
        <w:rPr>
          <w:bCs/>
          <w:color w:val="000000"/>
        </w:rPr>
        <w:t>МАОУ «Экспериментальный лицей «Научно-образовательный комплекс»</w:t>
      </w:r>
      <w:r w:rsidR="00EC7569">
        <w:rPr>
          <w:bCs/>
          <w:color w:val="000000"/>
        </w:rPr>
        <w:t>: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Громову Оксану Валерьевну, учителя географии  МАОУ </w:t>
      </w:r>
      <w:r w:rsidRPr="00EC7569">
        <w:rPr>
          <w:bCs/>
          <w:color w:val="000000"/>
        </w:rPr>
        <w:t>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Килину</w:t>
      </w:r>
      <w:proofErr w:type="spellEnd"/>
      <w:r>
        <w:rPr>
          <w:bCs/>
          <w:color w:val="000000"/>
        </w:rPr>
        <w:t xml:space="preserve"> Ирину </w:t>
      </w:r>
      <w:proofErr w:type="spellStart"/>
      <w:r>
        <w:rPr>
          <w:bCs/>
          <w:color w:val="000000"/>
        </w:rPr>
        <w:t>Флавьевну</w:t>
      </w:r>
      <w:proofErr w:type="spellEnd"/>
      <w:r>
        <w:rPr>
          <w:bCs/>
          <w:color w:val="000000"/>
        </w:rPr>
        <w:t>, учителя русского языка и литературы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Колыванову Ларису Михайловну, учителя химии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Николаичеву Ирину Михайловну, заместителя директора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Сенину Ольгу Ивановну, заместителя директора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Турушеву</w:t>
      </w:r>
      <w:proofErr w:type="spellEnd"/>
      <w:r>
        <w:rPr>
          <w:bCs/>
          <w:color w:val="000000"/>
        </w:rPr>
        <w:t xml:space="preserve"> Лидию Михайловну, учителя физики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Филатову Виолетту </w:t>
      </w:r>
      <w:proofErr w:type="spellStart"/>
      <w:r>
        <w:rPr>
          <w:bCs/>
          <w:color w:val="000000"/>
        </w:rPr>
        <w:t>Виткторовну</w:t>
      </w:r>
      <w:proofErr w:type="spellEnd"/>
      <w:r>
        <w:rPr>
          <w:bCs/>
          <w:color w:val="000000"/>
        </w:rPr>
        <w:t>, учителя русского языка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4930A1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Шаповал Любовь Витальевну, учителя технологии</w:t>
      </w:r>
      <w:r w:rsidR="001019C8" w:rsidRPr="001019C8">
        <w:rPr>
          <w:bCs/>
          <w:color w:val="000000"/>
        </w:rPr>
        <w:t xml:space="preserve"> МАОУ «Экспериментальный лицей «Научно-образовательный комплекс»</w:t>
      </w:r>
      <w:r>
        <w:rPr>
          <w:bCs/>
          <w:color w:val="000000"/>
        </w:rPr>
        <w:t>.</w:t>
      </w:r>
      <w:r w:rsidR="004930A1">
        <w:rPr>
          <w:bCs/>
          <w:color w:val="000000"/>
        </w:rPr>
        <w:t xml:space="preserve"> 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Pr="00202884">
        <w:rPr>
          <w:color w:val="000000"/>
        </w:rPr>
        <w:t>Разместить</w:t>
      </w:r>
      <w:proofErr w:type="gramEnd"/>
      <w:r w:rsidRPr="00202884">
        <w:rPr>
          <w:color w:val="000000"/>
        </w:rPr>
        <w:t xml:space="preserve"> </w:t>
      </w:r>
      <w:r w:rsidR="00203D55">
        <w:rPr>
          <w:color w:val="000000"/>
        </w:rPr>
        <w:t>настоящее решение 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  <w:bookmarkStart w:id="0" w:name="_GoBack"/>
      <w:bookmarkEnd w:id="0"/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E5B" w:rsidRDefault="008A4E5B">
      <w:r>
        <w:separator/>
      </w:r>
    </w:p>
  </w:endnote>
  <w:endnote w:type="continuationSeparator" w:id="0">
    <w:p w:rsidR="008A4E5B" w:rsidRDefault="008A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E5B" w:rsidRDefault="008A4E5B">
      <w:r>
        <w:separator/>
      </w:r>
    </w:p>
  </w:footnote>
  <w:footnote w:type="continuationSeparator" w:id="0">
    <w:p w:rsidR="008A4E5B" w:rsidRDefault="008A4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144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92291"/>
    <w:rsid w:val="003A2092"/>
    <w:rsid w:val="003B67BB"/>
    <w:rsid w:val="003C39BF"/>
    <w:rsid w:val="003E3A89"/>
    <w:rsid w:val="00416FB0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7273A"/>
    <w:rsid w:val="00886C83"/>
    <w:rsid w:val="00895909"/>
    <w:rsid w:val="008A4E5B"/>
    <w:rsid w:val="008B22DD"/>
    <w:rsid w:val="00922305"/>
    <w:rsid w:val="00941DC7"/>
    <w:rsid w:val="009539F7"/>
    <w:rsid w:val="009A75C0"/>
    <w:rsid w:val="009C2B81"/>
    <w:rsid w:val="00A255DF"/>
    <w:rsid w:val="00A279C2"/>
    <w:rsid w:val="00A32460"/>
    <w:rsid w:val="00A55EF1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B7F5C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40121"/>
    <w:rsid w:val="00D442F1"/>
    <w:rsid w:val="00D60C5B"/>
    <w:rsid w:val="00D64258"/>
    <w:rsid w:val="00D8165B"/>
    <w:rsid w:val="00DB120A"/>
    <w:rsid w:val="00DB43F4"/>
    <w:rsid w:val="00DD7981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4</cp:revision>
  <cp:lastPrinted>2021-09-06T09:00:00Z</cp:lastPrinted>
  <dcterms:created xsi:type="dcterms:W3CDTF">2021-09-06T07:11:00Z</dcterms:created>
  <dcterms:modified xsi:type="dcterms:W3CDTF">2021-09-14T07:32:00Z</dcterms:modified>
</cp:coreProperties>
</file>