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28424C4" wp14:editId="22831E5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5E5DB5" w:rsidRDefault="005E5DB5" w:rsidP="005E5DB5">
            <w:pPr>
              <w:rPr>
                <w:b/>
                <w:bCs/>
              </w:rPr>
            </w:pPr>
          </w:p>
          <w:p w:rsidR="005E5DB5" w:rsidRDefault="005E5DB5" w:rsidP="005E5DB5">
            <w:pPr>
              <w:rPr>
                <w:b/>
                <w:bCs/>
              </w:rPr>
            </w:pPr>
          </w:p>
          <w:p w:rsidR="005768D8" w:rsidRDefault="003F34A5" w:rsidP="005768D8">
            <w:pPr>
              <w:rPr>
                <w:bCs/>
              </w:rPr>
            </w:pPr>
            <w:r>
              <w:rPr>
                <w:bCs/>
              </w:rPr>
              <w:t>О</w:t>
            </w:r>
            <w:r w:rsidRPr="003F34A5">
              <w:rPr>
                <w:bCs/>
              </w:rPr>
              <w:t xml:space="preserve"> </w:t>
            </w:r>
            <w:r>
              <w:rPr>
                <w:bCs/>
              </w:rPr>
              <w:t>внесении изменений</w:t>
            </w:r>
          </w:p>
          <w:p w:rsidR="005768D8" w:rsidRDefault="003F34A5" w:rsidP="005768D8">
            <w:pPr>
              <w:rPr>
                <w:bCs/>
              </w:rPr>
            </w:pPr>
            <w:r>
              <w:rPr>
                <w:bCs/>
              </w:rPr>
              <w:t>в</w:t>
            </w:r>
            <w:r w:rsidR="000D387B">
              <w:rPr>
                <w:bCs/>
              </w:rPr>
              <w:t xml:space="preserve"> </w:t>
            </w:r>
            <w:r w:rsidR="005768D8">
              <w:rPr>
                <w:bCs/>
              </w:rPr>
              <w:t>Положени</w:t>
            </w:r>
            <w:r w:rsidR="005768D8">
              <w:rPr>
                <w:bCs/>
              </w:rPr>
              <w:t xml:space="preserve">е </w:t>
            </w:r>
            <w:r w:rsidR="005768D8" w:rsidRPr="005E5DB5">
              <w:rPr>
                <w:bCs/>
              </w:rPr>
              <w:t xml:space="preserve">о </w:t>
            </w:r>
            <w:r w:rsidR="005768D8">
              <w:rPr>
                <w:bCs/>
              </w:rPr>
              <w:t>порядке</w:t>
            </w:r>
            <w:r w:rsidR="005768D8">
              <w:rPr>
                <w:bCs/>
              </w:rPr>
              <w:t xml:space="preserve"> </w:t>
            </w:r>
            <w:r w:rsidR="005768D8" w:rsidRPr="005E5DB5">
              <w:rPr>
                <w:bCs/>
              </w:rPr>
              <w:t>присвоени</w:t>
            </w:r>
            <w:r w:rsidR="005768D8">
              <w:rPr>
                <w:bCs/>
              </w:rPr>
              <w:t>я</w:t>
            </w:r>
            <w:r w:rsidR="005768D8" w:rsidRPr="005E5DB5">
              <w:rPr>
                <w:bCs/>
              </w:rPr>
              <w:t xml:space="preserve"> звания</w:t>
            </w:r>
          </w:p>
          <w:p w:rsidR="005768D8" w:rsidRDefault="005768D8" w:rsidP="005E5DB5">
            <w:pPr>
              <w:rPr>
                <w:bCs/>
              </w:rPr>
            </w:pPr>
            <w:r w:rsidRPr="005E5DB5">
              <w:rPr>
                <w:bCs/>
              </w:rPr>
              <w:t xml:space="preserve">«Почетный </w:t>
            </w:r>
            <w:r>
              <w:rPr>
                <w:bCs/>
              </w:rPr>
              <w:t>гражданин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города Усть-Илимска»</w:t>
            </w:r>
            <w:r>
              <w:rPr>
                <w:bCs/>
              </w:rPr>
              <w:t>,</w:t>
            </w:r>
          </w:p>
          <w:p w:rsidR="005768D8" w:rsidRDefault="005768D8" w:rsidP="005E5DB5">
            <w:pPr>
              <w:rPr>
                <w:bCs/>
              </w:rPr>
            </w:pPr>
            <w:r>
              <w:rPr>
                <w:bCs/>
              </w:rPr>
              <w:t xml:space="preserve">утвержденное </w:t>
            </w:r>
            <w:r w:rsidR="003F34A5">
              <w:rPr>
                <w:bCs/>
              </w:rPr>
              <w:t>Решение</w:t>
            </w:r>
            <w:r>
              <w:rPr>
                <w:bCs/>
              </w:rPr>
              <w:t>м</w:t>
            </w:r>
            <w:r w:rsidR="00DD3905">
              <w:rPr>
                <w:bCs/>
              </w:rPr>
              <w:t xml:space="preserve"> </w:t>
            </w:r>
            <w:r w:rsidR="003F34A5">
              <w:rPr>
                <w:bCs/>
              </w:rPr>
              <w:t>Городской Думы</w:t>
            </w:r>
          </w:p>
          <w:p w:rsidR="000D387B" w:rsidRDefault="003F34A5" w:rsidP="005E5DB5">
            <w:pPr>
              <w:rPr>
                <w:bCs/>
              </w:rPr>
            </w:pPr>
            <w:r>
              <w:rPr>
                <w:bCs/>
              </w:rPr>
              <w:t>города Усть-Илимска</w:t>
            </w:r>
            <w:r w:rsidR="005768D8">
              <w:rPr>
                <w:bCs/>
              </w:rPr>
              <w:t xml:space="preserve"> </w:t>
            </w:r>
            <w:r>
              <w:rPr>
                <w:bCs/>
              </w:rPr>
              <w:t>от 20.03.1995г. № 10/15</w:t>
            </w:r>
          </w:p>
          <w:p w:rsidR="000D387B" w:rsidRDefault="000D387B" w:rsidP="000D387B">
            <w:pPr>
              <w:rPr>
                <w:bCs/>
              </w:rPr>
            </w:pPr>
          </w:p>
          <w:p w:rsidR="000D387B" w:rsidRDefault="000D387B" w:rsidP="000D387B">
            <w:pPr>
              <w:rPr>
                <w:bCs/>
              </w:rPr>
            </w:pPr>
          </w:p>
          <w:p w:rsidR="005E5DB5" w:rsidRPr="005E5DB5" w:rsidRDefault="000D387B" w:rsidP="000D387B">
            <w:pPr>
              <w:rPr>
                <w:b/>
                <w:bCs/>
              </w:rPr>
            </w:pPr>
            <w:r w:rsidRPr="005E5DB5">
              <w:rPr>
                <w:b/>
                <w:bCs/>
              </w:rPr>
              <w:t xml:space="preserve"> </w:t>
            </w:r>
          </w:p>
        </w:tc>
      </w:tr>
    </w:tbl>
    <w:p w:rsidR="0025671C" w:rsidRPr="003C39BF" w:rsidRDefault="005E5DB5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E5DB5">
        <w:rPr>
          <w:color w:val="000000"/>
        </w:rPr>
        <w:t>Руководствуясь ст.</w:t>
      </w:r>
      <w:r>
        <w:rPr>
          <w:color w:val="000000"/>
        </w:rPr>
        <w:t xml:space="preserve"> </w:t>
      </w:r>
      <w:r w:rsidRPr="005E5DB5">
        <w:rPr>
          <w:color w:val="000000"/>
        </w:rPr>
        <w:t>ст. 23,</w:t>
      </w:r>
      <w:r>
        <w:rPr>
          <w:color w:val="000000"/>
        </w:rPr>
        <w:t xml:space="preserve"> </w:t>
      </w:r>
      <w:r w:rsidRPr="005E5DB5">
        <w:rPr>
          <w:color w:val="000000"/>
        </w:rPr>
        <w:t>36,</w:t>
      </w:r>
      <w:r>
        <w:rPr>
          <w:color w:val="000000"/>
        </w:rPr>
        <w:t xml:space="preserve"> </w:t>
      </w:r>
      <w:r w:rsidRPr="005E5DB5">
        <w:rPr>
          <w:color w:val="000000"/>
        </w:rPr>
        <w:t>43 Устава муниципального образования город Усть-Илимск</w:t>
      </w:r>
      <w:r w:rsidR="00202884" w:rsidRPr="00202884">
        <w:rPr>
          <w:color w:val="000000"/>
        </w:rPr>
        <w:t>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5E5DB5" w:rsidRDefault="0025671C" w:rsidP="005E5DB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3F34A5">
        <w:rPr>
          <w:color w:val="000000"/>
        </w:rPr>
        <w:t xml:space="preserve">Внести в </w:t>
      </w:r>
      <w:r w:rsidR="005768D8">
        <w:rPr>
          <w:color w:val="000000"/>
        </w:rPr>
        <w:t>Положени</w:t>
      </w:r>
      <w:r w:rsidR="005768D8">
        <w:rPr>
          <w:color w:val="000000"/>
        </w:rPr>
        <w:t>е</w:t>
      </w:r>
      <w:r w:rsidR="005768D8" w:rsidRPr="005E5DB5">
        <w:rPr>
          <w:color w:val="000000"/>
        </w:rPr>
        <w:t xml:space="preserve"> о порядке присвоения звания </w:t>
      </w:r>
      <w:r w:rsidR="005768D8">
        <w:rPr>
          <w:color w:val="000000"/>
        </w:rPr>
        <w:t>«</w:t>
      </w:r>
      <w:r w:rsidR="005768D8" w:rsidRPr="005E5DB5">
        <w:rPr>
          <w:color w:val="000000"/>
        </w:rPr>
        <w:t>Почетный</w:t>
      </w:r>
      <w:r w:rsidR="005768D8">
        <w:rPr>
          <w:color w:val="000000"/>
        </w:rPr>
        <w:t xml:space="preserve"> гражданин города Усть-Илимска</w:t>
      </w:r>
      <w:r w:rsidR="005768D8">
        <w:rPr>
          <w:color w:val="000000"/>
        </w:rPr>
        <w:t xml:space="preserve">», утвержденное </w:t>
      </w:r>
      <w:r w:rsidR="003F34A5">
        <w:rPr>
          <w:color w:val="000000"/>
        </w:rPr>
        <w:t>решение</w:t>
      </w:r>
      <w:r w:rsidR="005768D8">
        <w:rPr>
          <w:color w:val="000000"/>
        </w:rPr>
        <w:t>м</w:t>
      </w:r>
      <w:r w:rsidR="003F34A5">
        <w:rPr>
          <w:color w:val="000000"/>
        </w:rPr>
        <w:t xml:space="preserve"> Городской Думы города Усть-</w:t>
      </w:r>
      <w:r w:rsidR="005768D8">
        <w:rPr>
          <w:color w:val="000000"/>
        </w:rPr>
        <w:t xml:space="preserve">Илимска от 20.03.1995г. № 10/15, </w:t>
      </w:r>
      <w:r w:rsidR="003F34A5">
        <w:rPr>
          <w:color w:val="000000"/>
        </w:rPr>
        <w:t>следующие изменения:</w:t>
      </w:r>
    </w:p>
    <w:p w:rsidR="003F34A5" w:rsidRDefault="000128C1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1)</w:t>
      </w:r>
      <w:r w:rsidR="003F34A5">
        <w:rPr>
          <w:color w:val="000000"/>
        </w:rPr>
        <w:t xml:space="preserve"> пункт 4.1 изложить в следующей редакции:</w:t>
      </w:r>
    </w:p>
    <w:p w:rsidR="003F34A5" w:rsidRPr="003F34A5" w:rsidRDefault="003F34A5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«4.1. </w:t>
      </w:r>
      <w:r w:rsidRPr="003F34A5">
        <w:rPr>
          <w:color w:val="000000"/>
        </w:rPr>
        <w:t>Удостоверение "Почетный гражданин города Усть-Илимска" размером (в сложенном виде) 100 х70 мм имеет красный цвет. На лицевой стороне размещена надпись "Почетный гражданин города Усть-Илимска", выполнен</w:t>
      </w:r>
      <w:r w:rsidR="000128C1">
        <w:rPr>
          <w:color w:val="000000"/>
        </w:rPr>
        <w:t>н</w:t>
      </w:r>
      <w:r w:rsidRPr="003F34A5">
        <w:rPr>
          <w:color w:val="000000"/>
        </w:rPr>
        <w:t>а</w:t>
      </w:r>
      <w:r w:rsidR="000128C1">
        <w:rPr>
          <w:color w:val="000000"/>
        </w:rPr>
        <w:t>я</w:t>
      </w:r>
      <w:r w:rsidRPr="003F34A5">
        <w:rPr>
          <w:color w:val="000000"/>
        </w:rPr>
        <w:t xml:space="preserve"> </w:t>
      </w:r>
      <w:r w:rsidR="000128C1" w:rsidRPr="003F34A5">
        <w:rPr>
          <w:color w:val="000000"/>
        </w:rPr>
        <w:t>заглавными буквами золотист</w:t>
      </w:r>
      <w:r w:rsidR="000128C1">
        <w:rPr>
          <w:color w:val="000000"/>
        </w:rPr>
        <w:t>ого</w:t>
      </w:r>
      <w:r w:rsidR="000128C1" w:rsidRPr="003F34A5">
        <w:rPr>
          <w:color w:val="000000"/>
        </w:rPr>
        <w:t xml:space="preserve"> </w:t>
      </w:r>
      <w:r w:rsidR="000128C1">
        <w:rPr>
          <w:color w:val="000000"/>
        </w:rPr>
        <w:t>цвет</w:t>
      </w:r>
      <w:r w:rsidR="000128C1">
        <w:rPr>
          <w:color w:val="000000"/>
        </w:rPr>
        <w:t>а и</w:t>
      </w:r>
      <w:r w:rsidR="000128C1" w:rsidRPr="003F34A5">
        <w:rPr>
          <w:color w:val="000000"/>
        </w:rPr>
        <w:t xml:space="preserve"> </w:t>
      </w:r>
      <w:r w:rsidR="000128C1" w:rsidRPr="003F34A5">
        <w:rPr>
          <w:color w:val="000000"/>
        </w:rPr>
        <w:t>размером 5 х 5 мм</w:t>
      </w:r>
      <w:r w:rsidRPr="003F34A5">
        <w:rPr>
          <w:color w:val="000000"/>
        </w:rPr>
        <w:t>.</w:t>
      </w:r>
    </w:p>
    <w:p w:rsidR="000D387B" w:rsidRDefault="003F34A5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 w:rsidRPr="003F34A5">
        <w:rPr>
          <w:color w:val="000000"/>
        </w:rPr>
        <w:t>На первой внутренней стороне удостоверения вверху – надпись «Удостоверение», ниже - две линии для написания фамилии, имени, отчества, ниже – слова "является Почетным гражданином города Усть-Илимска".</w:t>
      </w:r>
      <w:proofErr w:type="gramEnd"/>
    </w:p>
    <w:p w:rsidR="003F34A5" w:rsidRDefault="000128C1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3F34A5" w:rsidRPr="003F34A5">
        <w:rPr>
          <w:color w:val="000000"/>
        </w:rPr>
        <w:t xml:space="preserve">На второй внутренней стороне удостоверения </w:t>
      </w:r>
      <w:r w:rsidR="000D387B">
        <w:rPr>
          <w:color w:val="000000"/>
        </w:rPr>
        <w:t xml:space="preserve">– </w:t>
      </w:r>
      <w:r w:rsidR="003F34A5" w:rsidRPr="003F34A5">
        <w:rPr>
          <w:color w:val="000000"/>
        </w:rPr>
        <w:t xml:space="preserve">слова "Звание "Почетный гражданин города Усть-Илимска" присвоено (фамилия, имя, отчество) решением Городской Думы города Усть-Илимска </w:t>
      </w:r>
      <w:proofErr w:type="gramStart"/>
      <w:r w:rsidR="003F34A5" w:rsidRPr="003F34A5">
        <w:rPr>
          <w:color w:val="000000"/>
        </w:rPr>
        <w:t>от</w:t>
      </w:r>
      <w:proofErr w:type="gramEnd"/>
      <w:r w:rsidR="003F34A5" w:rsidRPr="003F34A5">
        <w:rPr>
          <w:color w:val="000000"/>
        </w:rPr>
        <w:t xml:space="preserve"> _________ №____", </w:t>
      </w:r>
      <w:proofErr w:type="gramStart"/>
      <w:r w:rsidR="003F34A5" w:rsidRPr="003F34A5">
        <w:rPr>
          <w:color w:val="000000"/>
        </w:rPr>
        <w:t>в</w:t>
      </w:r>
      <w:proofErr w:type="gramEnd"/>
      <w:r w:rsidR="003F34A5" w:rsidRPr="003F34A5">
        <w:rPr>
          <w:color w:val="000000"/>
        </w:rPr>
        <w:t xml:space="preserve"> нижнем углу размещается фотография</w:t>
      </w:r>
      <w:r w:rsidR="000D387B">
        <w:rPr>
          <w:color w:val="000000"/>
        </w:rPr>
        <w:t xml:space="preserve"> гражданина размером 3х4, рядом – </w:t>
      </w:r>
      <w:r w:rsidR="003F34A5" w:rsidRPr="003F34A5">
        <w:rPr>
          <w:color w:val="000000"/>
        </w:rPr>
        <w:t>подпись мэра города (главы муниципального образования) и печать Администрации города Усть-Илимска</w:t>
      </w:r>
      <w:r w:rsidR="003F34A5">
        <w:rPr>
          <w:color w:val="000000"/>
        </w:rPr>
        <w:t>»</w:t>
      </w:r>
      <w:r w:rsidR="000D387B">
        <w:rPr>
          <w:color w:val="000000"/>
        </w:rPr>
        <w:t>;</w:t>
      </w:r>
    </w:p>
    <w:p w:rsidR="003F34A5" w:rsidRDefault="000D387B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2) пункт 5.2</w:t>
      </w:r>
      <w:r w:rsidR="003F34A5">
        <w:rPr>
          <w:color w:val="000000"/>
        </w:rPr>
        <w:t xml:space="preserve"> изложить в следующей редакции:</w:t>
      </w:r>
    </w:p>
    <w:p w:rsidR="003F34A5" w:rsidRPr="005E5DB5" w:rsidRDefault="003F34A5" w:rsidP="003F34A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«5.2. </w:t>
      </w:r>
      <w:r w:rsidRPr="003F34A5">
        <w:rPr>
          <w:color w:val="000000"/>
        </w:rPr>
        <w:t>Нагрудный знак «Почетный гражданин города Усть-Илимска», имеет форму параллелограмма, напоминающий развивающийся флаг, размером 35 х 17,5 мм. Две равные половинки символизируют левый и правый берега города Усть-Илимска. На правой половине знака вверху размещена лавровая ветвь – символ славы. По центру знака,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на темно-зеленом фоне, символизирующем цвет региона (тайгу),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заглавными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 xml:space="preserve">буквами </w:t>
      </w:r>
      <w:r w:rsidR="000D387B">
        <w:rPr>
          <w:color w:val="000000"/>
        </w:rPr>
        <w:t xml:space="preserve">золотистого цвета </w:t>
      </w:r>
      <w:r w:rsidRPr="003F34A5">
        <w:rPr>
          <w:color w:val="000000"/>
        </w:rPr>
        <w:t>на</w:t>
      </w:r>
      <w:r w:rsidR="000D387B">
        <w:rPr>
          <w:color w:val="000000"/>
        </w:rPr>
        <w:t>дпись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«Почетный гражданин». Ниже, в левой части знака,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 xml:space="preserve">буквами </w:t>
      </w:r>
      <w:r w:rsidR="000D387B">
        <w:rPr>
          <w:color w:val="000000"/>
        </w:rPr>
        <w:t>серебристого цвета,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символизирующ</w:t>
      </w:r>
      <w:r w:rsidR="000D387B">
        <w:rPr>
          <w:color w:val="000000"/>
        </w:rPr>
        <w:t>его</w:t>
      </w:r>
      <w:r w:rsidRPr="003F34A5">
        <w:rPr>
          <w:color w:val="000000"/>
        </w:rPr>
        <w:t xml:space="preserve"> строительство города (цвет бетона), надпись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«города Усть-Илимска». Внизу значка -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две серебряные полосы:</w:t>
      </w:r>
      <w:r w:rsidR="000128C1">
        <w:rPr>
          <w:color w:val="000000"/>
        </w:rPr>
        <w:t xml:space="preserve"> </w:t>
      </w:r>
      <w:r w:rsidRPr="003F34A5">
        <w:rPr>
          <w:color w:val="000000"/>
        </w:rPr>
        <w:t>стилизованная ГЭС и две золотистые полосы, переходящие в волны реки Ангара</w:t>
      </w:r>
      <w:r>
        <w:rPr>
          <w:color w:val="000000"/>
        </w:rPr>
        <w:t>»</w:t>
      </w:r>
      <w:r w:rsidRPr="003F34A5">
        <w:rPr>
          <w:color w:val="000000"/>
        </w:rPr>
        <w:t>.</w:t>
      </w:r>
    </w:p>
    <w:p w:rsidR="00202884" w:rsidRPr="00202884" w:rsidRDefault="00202884" w:rsidP="005E5DB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5E5DB5">
        <w:rPr>
          <w:color w:val="000000"/>
        </w:rPr>
        <w:t>Опубликовать настоящее решение в газете «Усть-Илимск официальный» и р</w:t>
      </w:r>
      <w:r w:rsidRPr="00202884">
        <w:rPr>
          <w:color w:val="000000"/>
        </w:rPr>
        <w:t xml:space="preserve">азместить </w:t>
      </w:r>
      <w:r w:rsidR="00203D55">
        <w:rPr>
          <w:color w:val="000000"/>
        </w:rPr>
        <w:t>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0110" w:rsidRDefault="00B80110" w:rsidP="003C39BF">
      <w:pPr>
        <w:ind w:firstLine="709"/>
        <w:jc w:val="both"/>
        <w:rPr>
          <w:color w:val="000000"/>
        </w:rPr>
      </w:pPr>
    </w:p>
    <w:p w:rsidR="00EF4CAB" w:rsidRDefault="00EF4CAB" w:rsidP="00D40121">
      <w:pPr>
        <w:jc w:val="both"/>
        <w:rPr>
          <w:b/>
        </w:rPr>
      </w:pPr>
    </w:p>
    <w:p w:rsidR="00EF4CAB" w:rsidRDefault="00EF4CAB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DD3905" w:rsidRDefault="00DD3905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</w:p>
    <w:p w:rsidR="00DD3905" w:rsidRDefault="00DD3905" w:rsidP="00D40121">
      <w:pPr>
        <w:jc w:val="both"/>
        <w:rPr>
          <w:b/>
        </w:rPr>
      </w:pPr>
      <w:r>
        <w:rPr>
          <w:b/>
        </w:rPr>
        <w:t xml:space="preserve">Мэр города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А.И. Щекина</w:t>
      </w:r>
    </w:p>
    <w:p w:rsidR="00D40121" w:rsidRDefault="00D40121" w:rsidP="00D40121">
      <w:pPr>
        <w:jc w:val="both"/>
        <w:rPr>
          <w:b/>
        </w:rPr>
      </w:pPr>
    </w:p>
    <w:p w:rsidR="0003675F" w:rsidRDefault="0003675F" w:rsidP="00D40121">
      <w:pPr>
        <w:autoSpaceDE w:val="0"/>
        <w:autoSpaceDN w:val="0"/>
        <w:adjustRightInd w:val="0"/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</w:p>
    <w:p w:rsidR="00AD1918" w:rsidRDefault="00AD1918" w:rsidP="003F34A5">
      <w:pPr>
        <w:autoSpaceDE w:val="0"/>
        <w:autoSpaceDN w:val="0"/>
        <w:adjustRightInd w:val="0"/>
      </w:pPr>
    </w:p>
    <w:p w:rsidR="009864DE" w:rsidRPr="009864DE" w:rsidRDefault="009864DE" w:rsidP="009864DE">
      <w:pPr>
        <w:autoSpaceDE w:val="0"/>
        <w:autoSpaceDN w:val="0"/>
        <w:adjustRightInd w:val="0"/>
        <w:jc w:val="center"/>
        <w:rPr>
          <w:b/>
        </w:rPr>
      </w:pPr>
      <w:r w:rsidRPr="009864DE">
        <w:rPr>
          <w:b/>
        </w:rPr>
        <w:t>Пояснительная записка</w:t>
      </w:r>
    </w:p>
    <w:p w:rsidR="009864DE" w:rsidRPr="009864DE" w:rsidRDefault="009864DE" w:rsidP="009864DE">
      <w:pPr>
        <w:autoSpaceDE w:val="0"/>
        <w:autoSpaceDN w:val="0"/>
        <w:adjustRightInd w:val="0"/>
        <w:jc w:val="center"/>
        <w:rPr>
          <w:b/>
        </w:rPr>
      </w:pPr>
      <w:r w:rsidRPr="009864DE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  <w:rPr>
          <w:b/>
        </w:rPr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Тип проекта правового акта:</w:t>
      </w:r>
      <w:r w:rsidRPr="009864DE">
        <w:rPr>
          <w:u w:val="single"/>
        </w:rPr>
        <w:t xml:space="preserve"> </w:t>
      </w:r>
      <w:r w:rsidRPr="009864DE">
        <w:t>решение Городской Думы города Усть-Илимска.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9864DE" w:rsidRPr="009864DE" w:rsidRDefault="009864DE" w:rsidP="005768D8">
      <w:pPr>
        <w:autoSpaceDE w:val="0"/>
        <w:autoSpaceDN w:val="0"/>
        <w:adjustRightInd w:val="0"/>
        <w:jc w:val="both"/>
        <w:rPr>
          <w:bCs/>
        </w:rPr>
      </w:pPr>
      <w:r w:rsidRPr="009864DE">
        <w:rPr>
          <w:b/>
          <w:u w:val="single"/>
        </w:rPr>
        <w:t>Наименование проекта правового акта:</w:t>
      </w:r>
      <w:r w:rsidRPr="009864DE">
        <w:t xml:space="preserve"> </w:t>
      </w:r>
      <w:r w:rsidR="005768D8" w:rsidRPr="005768D8">
        <w:rPr>
          <w:bCs/>
        </w:rPr>
        <w:t>О внесении изменений</w:t>
      </w:r>
      <w:r w:rsidR="005768D8">
        <w:rPr>
          <w:bCs/>
        </w:rPr>
        <w:t xml:space="preserve"> </w:t>
      </w:r>
      <w:r w:rsidR="005768D8" w:rsidRPr="005768D8">
        <w:rPr>
          <w:bCs/>
        </w:rPr>
        <w:t>в Положение о порядке присвоения звания «Почетный гражданин города Усть-Илимска»,</w:t>
      </w:r>
      <w:r w:rsidR="005768D8" w:rsidRPr="005768D8">
        <w:rPr>
          <w:bCs/>
        </w:rPr>
        <w:t xml:space="preserve"> </w:t>
      </w:r>
      <w:r w:rsidR="005768D8" w:rsidRPr="005768D8">
        <w:rPr>
          <w:bCs/>
        </w:rPr>
        <w:t>утвержденное Решением Городской Думы города Усть-Илимска от 20.03.1995г. № 10/15</w:t>
      </w:r>
      <w:r w:rsidR="005768D8">
        <w:rPr>
          <w:bCs/>
        </w:rPr>
        <w:t>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  <w:rPr>
          <w:bCs/>
        </w:rPr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Субъект правотворческой инициативы:</w:t>
      </w:r>
      <w:r w:rsidRPr="009864DE">
        <w:rPr>
          <w:b/>
        </w:rPr>
        <w:t xml:space="preserve"> </w:t>
      </w:r>
      <w:r w:rsidR="00A07700" w:rsidRPr="00A07700">
        <w:t xml:space="preserve">депутат </w:t>
      </w:r>
      <w:r w:rsidR="00A07700">
        <w:t>Городской Думы</w:t>
      </w:r>
      <w:r w:rsidRPr="009864DE">
        <w:t xml:space="preserve"> города Усть-Илимска.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585480" w:rsidRPr="00585480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Правовое обоснование принятия проекта правового акта:</w:t>
      </w:r>
      <w:r w:rsidRPr="009864DE">
        <w:rPr>
          <w:b/>
        </w:rPr>
        <w:t xml:space="preserve"> </w:t>
      </w:r>
      <w:r w:rsidR="00585480" w:rsidRPr="00585480">
        <w:t xml:space="preserve">предлагаемые изменения </w:t>
      </w:r>
      <w:bookmarkStart w:id="0" w:name="_GoBack"/>
      <w:r w:rsidR="00585480" w:rsidRPr="00585480">
        <w:t xml:space="preserve">обусловлены пожеланиями почетных граждан города, в большей мере </w:t>
      </w:r>
      <w:r w:rsidR="00585480">
        <w:t>соответствуя духу времени и историческим реалиям города Усть-Илимска.</w:t>
      </w:r>
    </w:p>
    <w:bookmarkEnd w:id="0"/>
    <w:p w:rsidR="009864DE" w:rsidRPr="009864DE" w:rsidRDefault="00585480" w:rsidP="009864DE">
      <w:pPr>
        <w:autoSpaceDE w:val="0"/>
        <w:autoSpaceDN w:val="0"/>
        <w:adjustRightInd w:val="0"/>
        <w:jc w:val="both"/>
        <w:rPr>
          <w:b/>
          <w:u w:val="single"/>
        </w:rPr>
      </w:pPr>
      <w:r w:rsidRPr="009864DE">
        <w:rPr>
          <w:b/>
          <w:u w:val="single"/>
        </w:rPr>
        <w:t xml:space="preserve"> 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9864DE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t>Решение Городской Думы города Усть-Илимска размещается на официальных сайтах Городской Думы города Усть-Илимска, Администрации города Усть-Илимска.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9864DE">
        <w:t xml:space="preserve"> </w:t>
      </w:r>
      <w:r w:rsidR="00585480">
        <w:t>не требуется.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9864DE">
        <w:t xml:space="preserve"> принятие данного муниципального правового акта </w:t>
      </w:r>
      <w:r w:rsidR="00585480">
        <w:t>п</w:t>
      </w:r>
      <w:r w:rsidRPr="009864DE">
        <w:t>отребует дополнител</w:t>
      </w:r>
      <w:r w:rsidR="00585480">
        <w:t>ьных расходов из бюджета города на изготовление удостоверений и нагрудных знаков.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  <w:rPr>
          <w:b/>
        </w:rPr>
      </w:pPr>
    </w:p>
    <w:p w:rsidR="009864DE" w:rsidRDefault="009864DE" w:rsidP="009864DE">
      <w:pPr>
        <w:autoSpaceDE w:val="0"/>
        <w:autoSpaceDN w:val="0"/>
        <w:adjustRightInd w:val="0"/>
        <w:jc w:val="both"/>
        <w:rPr>
          <w:b/>
        </w:rPr>
      </w:pPr>
    </w:p>
    <w:p w:rsidR="009864DE" w:rsidRDefault="009864DE" w:rsidP="009864DE">
      <w:pPr>
        <w:autoSpaceDE w:val="0"/>
        <w:autoSpaceDN w:val="0"/>
        <w:adjustRightInd w:val="0"/>
        <w:jc w:val="both"/>
        <w:rPr>
          <w:b/>
        </w:rPr>
      </w:pPr>
    </w:p>
    <w:p w:rsidR="009864DE" w:rsidRPr="009864DE" w:rsidRDefault="00A07700" w:rsidP="009864D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Депутат </w:t>
      </w:r>
      <w:r w:rsidR="009864DE">
        <w:rPr>
          <w:b/>
        </w:rPr>
        <w:t>Городской Думы города Усть-Илимска</w:t>
      </w:r>
      <w:r w:rsidR="009864DE" w:rsidRPr="009864DE">
        <w:rPr>
          <w:b/>
        </w:rPr>
        <w:t xml:space="preserve">                        </w:t>
      </w:r>
      <w:r w:rsidR="009864DE">
        <w:rPr>
          <w:b/>
        </w:rPr>
        <w:t xml:space="preserve">    </w:t>
      </w:r>
      <w:r w:rsidR="00585480">
        <w:rPr>
          <w:b/>
        </w:rPr>
        <w:tab/>
        <w:t xml:space="preserve">   </w:t>
      </w:r>
      <w:r w:rsidR="009864DE">
        <w:rPr>
          <w:b/>
        </w:rPr>
        <w:t xml:space="preserve">  </w:t>
      </w:r>
      <w:r>
        <w:rPr>
          <w:b/>
        </w:rPr>
        <w:t xml:space="preserve">      </w:t>
      </w:r>
      <w:r w:rsidR="009864DE">
        <w:rPr>
          <w:b/>
        </w:rPr>
        <w:t xml:space="preserve"> А.П. Чихирьков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  <w:r w:rsidRPr="009864DE">
        <w:t xml:space="preserve"> </w:t>
      </w: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P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9864DE" w:rsidRDefault="009864DE" w:rsidP="009864DE">
      <w:pPr>
        <w:autoSpaceDE w:val="0"/>
        <w:autoSpaceDN w:val="0"/>
        <w:adjustRightInd w:val="0"/>
        <w:jc w:val="both"/>
      </w:pPr>
    </w:p>
    <w:p w:rsidR="00392291" w:rsidRPr="00392291" w:rsidRDefault="00392291" w:rsidP="00392291">
      <w:pPr>
        <w:autoSpaceDE w:val="0"/>
        <w:autoSpaceDN w:val="0"/>
        <w:adjustRightInd w:val="0"/>
        <w:jc w:val="center"/>
      </w:pPr>
      <w:r w:rsidRPr="00392291">
        <w:lastRenderedPageBreak/>
        <w:t>Лист согласования</w:t>
      </w:r>
    </w:p>
    <w:p w:rsidR="005768D8" w:rsidRPr="005768D8" w:rsidRDefault="00392291" w:rsidP="005768D8">
      <w:pPr>
        <w:autoSpaceDE w:val="0"/>
        <w:autoSpaceDN w:val="0"/>
        <w:adjustRightInd w:val="0"/>
        <w:jc w:val="center"/>
        <w:rPr>
          <w:bCs/>
        </w:rPr>
      </w:pPr>
      <w:r w:rsidRPr="00392291">
        <w:t>проекта решения Городской Думы города Усть-Илимска</w:t>
      </w:r>
      <w:r w:rsidR="005E5DB5">
        <w:t xml:space="preserve"> </w:t>
      </w:r>
      <w:r w:rsidRPr="00392291">
        <w:t>«</w:t>
      </w:r>
      <w:r w:rsidR="005768D8" w:rsidRPr="005768D8">
        <w:rPr>
          <w:bCs/>
        </w:rPr>
        <w:t>О внесении изменений</w:t>
      </w:r>
    </w:p>
    <w:p w:rsidR="005768D8" w:rsidRPr="005768D8" w:rsidRDefault="005768D8" w:rsidP="005768D8">
      <w:pPr>
        <w:autoSpaceDE w:val="0"/>
        <w:autoSpaceDN w:val="0"/>
        <w:adjustRightInd w:val="0"/>
        <w:jc w:val="center"/>
        <w:rPr>
          <w:bCs/>
        </w:rPr>
      </w:pPr>
      <w:r w:rsidRPr="005768D8">
        <w:rPr>
          <w:bCs/>
        </w:rPr>
        <w:t>в Положение о порядке присвоения звания</w:t>
      </w:r>
      <w:r>
        <w:rPr>
          <w:bCs/>
        </w:rPr>
        <w:t xml:space="preserve"> </w:t>
      </w:r>
      <w:r w:rsidRPr="005768D8">
        <w:rPr>
          <w:bCs/>
        </w:rPr>
        <w:t>«Почетный гражданин города Усть-Илимска»,</w:t>
      </w:r>
    </w:p>
    <w:p w:rsidR="009A2190" w:rsidRPr="009A2190" w:rsidRDefault="005768D8" w:rsidP="005768D8">
      <w:pPr>
        <w:autoSpaceDE w:val="0"/>
        <w:autoSpaceDN w:val="0"/>
        <w:adjustRightInd w:val="0"/>
        <w:jc w:val="center"/>
        <w:rPr>
          <w:bCs/>
        </w:rPr>
      </w:pPr>
      <w:proofErr w:type="gramStart"/>
      <w:r w:rsidRPr="005768D8">
        <w:rPr>
          <w:bCs/>
        </w:rPr>
        <w:t>утвержденное</w:t>
      </w:r>
      <w:proofErr w:type="gramEnd"/>
      <w:r w:rsidRPr="005768D8">
        <w:rPr>
          <w:bCs/>
        </w:rPr>
        <w:t xml:space="preserve"> Решением Городской Думы</w:t>
      </w:r>
      <w:r>
        <w:rPr>
          <w:bCs/>
        </w:rPr>
        <w:t xml:space="preserve"> </w:t>
      </w:r>
      <w:r w:rsidRPr="005768D8">
        <w:rPr>
          <w:bCs/>
        </w:rPr>
        <w:t>города Усть-Илимска от 20.03.1995г. № 10/15</w:t>
      </w:r>
      <w:r w:rsidR="009A2190" w:rsidRPr="009A2190">
        <w:rPr>
          <w:bCs/>
        </w:rPr>
        <w:t>»</w:t>
      </w:r>
    </w:p>
    <w:p w:rsidR="00392291" w:rsidRDefault="00202884" w:rsidP="009A2190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»</w:t>
      </w:r>
    </w:p>
    <w:p w:rsidR="00202884" w:rsidRDefault="00202884" w:rsidP="00202884">
      <w:pPr>
        <w:autoSpaceDE w:val="0"/>
        <w:autoSpaceDN w:val="0"/>
        <w:adjustRightInd w:val="0"/>
        <w:jc w:val="center"/>
        <w:rPr>
          <w:bCs/>
        </w:rPr>
      </w:pPr>
    </w:p>
    <w:p w:rsidR="00202884" w:rsidRDefault="00202884" w:rsidP="00202884">
      <w:pPr>
        <w:autoSpaceDE w:val="0"/>
        <w:autoSpaceDN w:val="0"/>
        <w:adjustRightInd w:val="0"/>
        <w:jc w:val="center"/>
      </w:pPr>
    </w:p>
    <w:p w:rsidR="00EF4CAB" w:rsidRPr="00392291" w:rsidRDefault="00EF4CAB" w:rsidP="00202884">
      <w:pPr>
        <w:autoSpaceDE w:val="0"/>
        <w:autoSpaceDN w:val="0"/>
        <w:adjustRightInd w:val="0"/>
        <w:jc w:val="center"/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03D55" w:rsidRPr="00203D55" w:rsidTr="00E908BF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A07700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Депутат</w:t>
            </w:r>
            <w:r w:rsidR="009A2190" w:rsidRPr="009A2190">
              <w:rPr>
                <w:iCs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203D55" w:rsidRDefault="009A2190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A2190">
              <w:rPr>
                <w:iCs/>
              </w:rPr>
              <w:t>А.П. Чихирьков</w:t>
            </w:r>
          </w:p>
        </w:tc>
      </w:tr>
      <w:tr w:rsidR="00203D55" w:rsidRPr="00203D55" w:rsidTr="00E908BF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  <w:tr w:rsidR="00203D55" w:rsidRPr="00203D55" w:rsidTr="00E908BF">
        <w:tc>
          <w:tcPr>
            <w:tcW w:w="675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98230</w:t>
            </w:r>
          </w:p>
        </w:tc>
        <w:tc>
          <w:tcPr>
            <w:tcW w:w="1560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  <w:lang w:val="en-US"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СОГЛАСОВАНО: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3D55" w:rsidRPr="00203D55" w:rsidRDefault="009A2190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A2190">
              <w:rPr>
                <w:iCs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5DB5" w:rsidRDefault="005E5DB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203D55" w:rsidRPr="005E5DB5" w:rsidRDefault="00203D55" w:rsidP="005E5DB5"/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B93484" w:rsidP="00B9348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Финансовое управление Администрации города Усть-Илимска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03D55" w:rsidRPr="00203D55" w:rsidTr="00E908BF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03D55" w:rsidRPr="00203D55" w:rsidTr="00E908BF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  <w:vertAlign w:val="superscript"/>
              </w:rPr>
            </w:pPr>
            <w:r w:rsidRPr="00203D55">
              <w:rPr>
                <w:iCs/>
                <w:vertAlign w:val="superscript"/>
              </w:rPr>
              <w:t>(ФИО)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03D55" w:rsidRPr="00203D55" w:rsidTr="00E908BF">
        <w:tc>
          <w:tcPr>
            <w:tcW w:w="3369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Вид акта: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нормативный</w:t>
            </w:r>
            <w:r w:rsidRPr="00203D55">
              <w:rPr>
                <w:iCs/>
              </w:rPr>
              <w:tab/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 нормативный</w:t>
            </w:r>
            <w:r w:rsidRPr="00203D55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t>Необходима (проведена) антикоррупционная экспертиза:</w:t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да</w:t>
            </w:r>
            <w:r w:rsidRPr="00203D55">
              <w:rPr>
                <w:iCs/>
              </w:rPr>
              <w:tab/>
            </w:r>
          </w:p>
          <w:p w:rsidR="00203D55" w:rsidRPr="00203D55" w:rsidRDefault="00203D55" w:rsidP="00203D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03D55">
              <w:rPr>
                <w:iCs/>
              </w:rPr>
              <w:sym w:font="Symbol" w:char="F0FF"/>
            </w:r>
            <w:r w:rsidRPr="00203D55">
              <w:rPr>
                <w:iCs/>
              </w:rPr>
              <w:t xml:space="preserve"> нет</w:t>
            </w:r>
            <w:r w:rsidRPr="00203D55">
              <w:rPr>
                <w:iCs/>
              </w:rPr>
              <w:tab/>
              <w:t xml:space="preserve"> </w:t>
            </w:r>
          </w:p>
        </w:tc>
      </w:tr>
    </w:tbl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03D55">
        <w:rPr>
          <w:iCs/>
        </w:rPr>
        <w:tab/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иные причины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Рассылка: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>3 экз. – в дело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t xml:space="preserve">1 экз. – исполнителю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в газету «Усть-Илимск ОФИЦИАЛЬНЫЙ»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iCs/>
        </w:rPr>
      </w:pPr>
      <w:r w:rsidRPr="00203D55">
        <w:rPr>
          <w:iCs/>
        </w:rPr>
        <w:sym w:font="Symbol" w:char="F0FF"/>
      </w:r>
      <w:r w:rsidRPr="00203D55">
        <w:rPr>
          <w:iCs/>
        </w:rPr>
        <w:t xml:space="preserve"> на официальные сайты Городской Думы города Усть-Илимска, Администрации города Усть-Илимска </w:t>
      </w: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Cs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203D55" w:rsidRPr="00203D55" w:rsidRDefault="00203D55" w:rsidP="00203D55">
      <w:pPr>
        <w:autoSpaceDE w:val="0"/>
        <w:autoSpaceDN w:val="0"/>
        <w:adjustRightInd w:val="0"/>
        <w:jc w:val="both"/>
        <w:rPr>
          <w:b/>
          <w:iCs/>
        </w:rPr>
      </w:pPr>
    </w:p>
    <w:p w:rsidR="00D40121" w:rsidRPr="006B4BD1" w:rsidRDefault="00D40121" w:rsidP="00AA422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8"/>
      <w:headerReference w:type="default" r:id="rId9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24" w:rsidRDefault="009A3D24">
      <w:r>
        <w:separator/>
      </w:r>
    </w:p>
  </w:endnote>
  <w:endnote w:type="continuationSeparator" w:id="0">
    <w:p w:rsidR="009A3D24" w:rsidRDefault="009A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24" w:rsidRDefault="009A3D24">
      <w:r>
        <w:separator/>
      </w:r>
    </w:p>
  </w:footnote>
  <w:footnote w:type="continuationSeparator" w:id="0">
    <w:p w:rsidR="009A3D24" w:rsidRDefault="009A3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68D8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814"/>
    <w:multiLevelType w:val="multilevel"/>
    <w:tmpl w:val="2DEAC93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0B3B1C"/>
    <w:multiLevelType w:val="multilevel"/>
    <w:tmpl w:val="75FA6E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4D9E6413"/>
    <w:multiLevelType w:val="hybridMultilevel"/>
    <w:tmpl w:val="D3A84C96"/>
    <w:lvl w:ilvl="0" w:tplc="041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">
    <w:nsid w:val="571473FC"/>
    <w:multiLevelType w:val="multilevel"/>
    <w:tmpl w:val="A8A201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28C1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B1142"/>
    <w:rsid w:val="000B2911"/>
    <w:rsid w:val="000D387B"/>
    <w:rsid w:val="000E776A"/>
    <w:rsid w:val="00113623"/>
    <w:rsid w:val="00113711"/>
    <w:rsid w:val="0014550E"/>
    <w:rsid w:val="00192718"/>
    <w:rsid w:val="001D00F8"/>
    <w:rsid w:val="00202884"/>
    <w:rsid w:val="00203D55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66AD2"/>
    <w:rsid w:val="0036711F"/>
    <w:rsid w:val="0037401F"/>
    <w:rsid w:val="00392291"/>
    <w:rsid w:val="003A2092"/>
    <w:rsid w:val="003B67BB"/>
    <w:rsid w:val="003C39BF"/>
    <w:rsid w:val="003E3A89"/>
    <w:rsid w:val="003F34A5"/>
    <w:rsid w:val="00416FB0"/>
    <w:rsid w:val="004713B9"/>
    <w:rsid w:val="00483AFF"/>
    <w:rsid w:val="004930A1"/>
    <w:rsid w:val="004A75F6"/>
    <w:rsid w:val="004B6769"/>
    <w:rsid w:val="004C6303"/>
    <w:rsid w:val="004C7A24"/>
    <w:rsid w:val="004E11D1"/>
    <w:rsid w:val="004E5EE9"/>
    <w:rsid w:val="004F7945"/>
    <w:rsid w:val="00510A08"/>
    <w:rsid w:val="00517590"/>
    <w:rsid w:val="0057091A"/>
    <w:rsid w:val="005768D8"/>
    <w:rsid w:val="00585480"/>
    <w:rsid w:val="005906A2"/>
    <w:rsid w:val="005A3F1D"/>
    <w:rsid w:val="005E5DB5"/>
    <w:rsid w:val="005E6828"/>
    <w:rsid w:val="005F5EC1"/>
    <w:rsid w:val="006531B8"/>
    <w:rsid w:val="00661C78"/>
    <w:rsid w:val="00665235"/>
    <w:rsid w:val="00665B4E"/>
    <w:rsid w:val="006835B0"/>
    <w:rsid w:val="00685116"/>
    <w:rsid w:val="0068519E"/>
    <w:rsid w:val="006923CC"/>
    <w:rsid w:val="006B4BD1"/>
    <w:rsid w:val="006F5A31"/>
    <w:rsid w:val="006F6562"/>
    <w:rsid w:val="006F79E9"/>
    <w:rsid w:val="00744DBD"/>
    <w:rsid w:val="007477BD"/>
    <w:rsid w:val="00755678"/>
    <w:rsid w:val="007854A9"/>
    <w:rsid w:val="007E41E3"/>
    <w:rsid w:val="0087273A"/>
    <w:rsid w:val="00886C83"/>
    <w:rsid w:val="00895909"/>
    <w:rsid w:val="008B22DD"/>
    <w:rsid w:val="00922305"/>
    <w:rsid w:val="00926673"/>
    <w:rsid w:val="00941DC7"/>
    <w:rsid w:val="009539F7"/>
    <w:rsid w:val="009606F9"/>
    <w:rsid w:val="009864DE"/>
    <w:rsid w:val="009A2190"/>
    <w:rsid w:val="009A3D24"/>
    <w:rsid w:val="009A75C0"/>
    <w:rsid w:val="009C2B81"/>
    <w:rsid w:val="00A07700"/>
    <w:rsid w:val="00A255DF"/>
    <w:rsid w:val="00A279C2"/>
    <w:rsid w:val="00A95469"/>
    <w:rsid w:val="00AA4221"/>
    <w:rsid w:val="00AB6E42"/>
    <w:rsid w:val="00AC7D33"/>
    <w:rsid w:val="00AD1918"/>
    <w:rsid w:val="00AE4BF8"/>
    <w:rsid w:val="00AE6515"/>
    <w:rsid w:val="00AF7757"/>
    <w:rsid w:val="00B15992"/>
    <w:rsid w:val="00B269AE"/>
    <w:rsid w:val="00B302D4"/>
    <w:rsid w:val="00B62FD1"/>
    <w:rsid w:val="00B758EB"/>
    <w:rsid w:val="00B80110"/>
    <w:rsid w:val="00B93484"/>
    <w:rsid w:val="00BB7F5C"/>
    <w:rsid w:val="00BF4EBD"/>
    <w:rsid w:val="00BF5A9D"/>
    <w:rsid w:val="00C457B0"/>
    <w:rsid w:val="00C50EE6"/>
    <w:rsid w:val="00C65FF0"/>
    <w:rsid w:val="00C66935"/>
    <w:rsid w:val="00C92EBE"/>
    <w:rsid w:val="00D07B1D"/>
    <w:rsid w:val="00D40121"/>
    <w:rsid w:val="00D40E9F"/>
    <w:rsid w:val="00D60C5B"/>
    <w:rsid w:val="00D64258"/>
    <w:rsid w:val="00D8165B"/>
    <w:rsid w:val="00DB120A"/>
    <w:rsid w:val="00DB43F4"/>
    <w:rsid w:val="00DD3905"/>
    <w:rsid w:val="00DD7981"/>
    <w:rsid w:val="00DF2FC3"/>
    <w:rsid w:val="00DF481C"/>
    <w:rsid w:val="00E0739F"/>
    <w:rsid w:val="00E20421"/>
    <w:rsid w:val="00E23BEC"/>
    <w:rsid w:val="00E36E26"/>
    <w:rsid w:val="00E437DE"/>
    <w:rsid w:val="00E65708"/>
    <w:rsid w:val="00E70619"/>
    <w:rsid w:val="00EA77EC"/>
    <w:rsid w:val="00EB19CC"/>
    <w:rsid w:val="00EB37EB"/>
    <w:rsid w:val="00EC238D"/>
    <w:rsid w:val="00ED3138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14</TotalTime>
  <Pages>1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Перетолчин Виталий Владимирович</cp:lastModifiedBy>
  <cp:revision>5</cp:revision>
  <cp:lastPrinted>2021-05-19T06:49:00Z</cp:lastPrinted>
  <dcterms:created xsi:type="dcterms:W3CDTF">2021-05-19T06:31:00Z</dcterms:created>
  <dcterms:modified xsi:type="dcterms:W3CDTF">2021-05-19T06:49:00Z</dcterms:modified>
</cp:coreProperties>
</file>