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203" w:rsidRPr="00104203" w:rsidRDefault="00104203" w:rsidP="00104203">
      <w:pPr>
        <w:jc w:val="right"/>
        <w:rPr>
          <w:b/>
          <w:i/>
          <w:u w:val="single"/>
        </w:rPr>
      </w:pPr>
      <w:r w:rsidRPr="00104203">
        <w:rPr>
          <w:b/>
          <w:i/>
          <w:u w:val="single"/>
        </w:rPr>
        <w:t>проект</w:t>
      </w:r>
    </w:p>
    <w:p w:rsidR="00104203" w:rsidRDefault="00104203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3"/>
        <w:gridCol w:w="5587"/>
      </w:tblGrid>
      <w:tr w:rsidR="00665B4E" w:rsidRPr="00F67F8F" w:rsidTr="00104203">
        <w:trPr>
          <w:trHeight w:hRule="exact" w:val="1928"/>
        </w:trPr>
        <w:tc>
          <w:tcPr>
            <w:tcW w:w="9638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0434A5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7EF53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104203">
        <w:tc>
          <w:tcPr>
            <w:tcW w:w="9638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0434A5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104203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58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104203">
        <w:trPr>
          <w:trHeight w:val="2155"/>
        </w:trPr>
        <w:tc>
          <w:tcPr>
            <w:tcW w:w="9638" w:type="dxa"/>
            <w:gridSpan w:val="5"/>
            <w:shd w:val="clear" w:color="auto" w:fill="auto"/>
          </w:tcPr>
          <w:p w:rsidR="00B269AE" w:rsidRPr="00F67F8F" w:rsidRDefault="000434A5" w:rsidP="00F67F8F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F67F8F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29F30A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04203">
              <w:rPr>
                <w:sz w:val="28"/>
                <w:szCs w:val="28"/>
              </w:rPr>
              <w:t>О Комитете финансов Администра-ции города Усть-Илимска</w:t>
            </w:r>
          </w:p>
        </w:tc>
      </w:tr>
    </w:tbl>
    <w:p w:rsidR="00104203" w:rsidRPr="00321FE0" w:rsidRDefault="009E13EA" w:rsidP="0010420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="00104203" w:rsidRPr="00321FE0">
        <w:rPr>
          <w:color w:val="000000"/>
          <w:sz w:val="28"/>
          <w:szCs w:val="28"/>
        </w:rPr>
        <w:t xml:space="preserve"> Федеральным законом от 06.10.2003г. №131-ФЗ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color w:val="000000"/>
          <w:sz w:val="28"/>
          <w:szCs w:val="28"/>
        </w:rPr>
        <w:t>статьями 23, 25</w:t>
      </w:r>
      <w:r w:rsidR="00104203" w:rsidRPr="00321FE0">
        <w:rPr>
          <w:color w:val="000000"/>
          <w:sz w:val="28"/>
          <w:szCs w:val="28"/>
        </w:rPr>
        <w:t xml:space="preserve">, </w:t>
      </w:r>
      <w:r w:rsidR="007621DD">
        <w:rPr>
          <w:color w:val="000000"/>
          <w:sz w:val="28"/>
          <w:szCs w:val="28"/>
        </w:rPr>
        <w:t xml:space="preserve">37, 41, </w:t>
      </w:r>
      <w:r w:rsidR="00104203" w:rsidRPr="00321FE0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 xml:space="preserve"> </w:t>
      </w:r>
      <w:r w:rsidR="00104203" w:rsidRPr="00321FE0">
        <w:rPr>
          <w:color w:val="000000"/>
          <w:sz w:val="28"/>
          <w:szCs w:val="28"/>
        </w:rPr>
        <w:t>Устава муниципального образования город Усть-Илимск, Городская Дума</w:t>
      </w:r>
      <w:r w:rsidR="00BF43FA">
        <w:rPr>
          <w:color w:val="000000"/>
          <w:sz w:val="28"/>
          <w:szCs w:val="28"/>
        </w:rPr>
        <w:t xml:space="preserve">, </w:t>
      </w:r>
      <w:r w:rsidR="00104203" w:rsidRPr="00321FE0">
        <w:t>–</w:t>
      </w:r>
    </w:p>
    <w:p w:rsidR="00104203" w:rsidRDefault="00104203" w:rsidP="00104203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321FE0">
        <w:rPr>
          <w:b/>
          <w:sz w:val="28"/>
          <w:szCs w:val="28"/>
        </w:rPr>
        <w:t>РЕШИЛА:</w:t>
      </w:r>
      <w:r>
        <w:rPr>
          <w:b/>
          <w:sz w:val="28"/>
          <w:szCs w:val="28"/>
        </w:rPr>
        <w:tab/>
      </w:r>
    </w:p>
    <w:p w:rsidR="00317D9B" w:rsidRDefault="000434A5" w:rsidP="00356014">
      <w:pPr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95CCD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104203">
        <w:rPr>
          <w:sz w:val="28"/>
          <w:szCs w:val="28"/>
        </w:rPr>
        <w:t>1. </w:t>
      </w:r>
      <w:r w:rsidR="00104203" w:rsidRPr="00104203">
        <w:rPr>
          <w:sz w:val="28"/>
          <w:szCs w:val="28"/>
        </w:rPr>
        <w:t>Переименовать Финансовое управление Администрации города Усть-Илимска в Комитет финансов Администрации города Усть-Илимска</w:t>
      </w:r>
      <w:r w:rsidR="00104203">
        <w:rPr>
          <w:sz w:val="28"/>
          <w:szCs w:val="28"/>
        </w:rPr>
        <w:t>.</w:t>
      </w:r>
    </w:p>
    <w:p w:rsidR="00104203" w:rsidRDefault="00104203" w:rsidP="00356014">
      <w:pPr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Положение о </w:t>
      </w:r>
      <w:r w:rsidRPr="00104203">
        <w:rPr>
          <w:sz w:val="28"/>
          <w:szCs w:val="28"/>
        </w:rPr>
        <w:t>Комитет</w:t>
      </w:r>
      <w:r>
        <w:rPr>
          <w:sz w:val="28"/>
          <w:szCs w:val="28"/>
        </w:rPr>
        <w:t>е</w:t>
      </w:r>
      <w:r w:rsidRPr="00104203">
        <w:rPr>
          <w:sz w:val="28"/>
          <w:szCs w:val="28"/>
        </w:rPr>
        <w:t xml:space="preserve"> финансов Администрации города Усть-Илимска</w:t>
      </w:r>
      <w:r w:rsidR="007621DD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104203" w:rsidRDefault="00104203" w:rsidP="00104203">
      <w:pPr>
        <w:keepLine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203">
        <w:rPr>
          <w:sz w:val="28"/>
          <w:szCs w:val="28"/>
        </w:rPr>
        <w:t>3. Разместить настоящее решение на официальн</w:t>
      </w:r>
      <w:r>
        <w:rPr>
          <w:sz w:val="28"/>
          <w:szCs w:val="28"/>
        </w:rPr>
        <w:t>ых</w:t>
      </w:r>
      <w:r w:rsidRPr="00104203">
        <w:rPr>
          <w:sz w:val="28"/>
          <w:szCs w:val="28"/>
        </w:rPr>
        <w:t xml:space="preserve"> сайт</w:t>
      </w:r>
      <w:r>
        <w:rPr>
          <w:sz w:val="28"/>
          <w:szCs w:val="28"/>
        </w:rPr>
        <w:t>ах</w:t>
      </w:r>
      <w:r w:rsidRPr="00104203">
        <w:rPr>
          <w:sz w:val="28"/>
          <w:szCs w:val="28"/>
        </w:rPr>
        <w:t xml:space="preserve"> Городской Думы города Усть-Илимска</w:t>
      </w:r>
      <w:r>
        <w:rPr>
          <w:sz w:val="28"/>
          <w:szCs w:val="28"/>
        </w:rPr>
        <w:t>, Администрации города Усть-Илимска.</w:t>
      </w:r>
    </w:p>
    <w:p w:rsidR="00104203" w:rsidRDefault="00104203" w:rsidP="00104203">
      <w:pPr>
        <w:keepLine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203" w:rsidRDefault="00104203" w:rsidP="00104203">
      <w:pPr>
        <w:keepLine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203" w:rsidRDefault="00104203" w:rsidP="00104203">
      <w:pPr>
        <w:keepLine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203" w:rsidRDefault="00104203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4203">
        <w:rPr>
          <w:b/>
          <w:sz w:val="28"/>
          <w:szCs w:val="28"/>
        </w:rPr>
        <w:t>Председатель Городской Думы</w:t>
      </w:r>
      <w:r w:rsidRPr="00104203">
        <w:rPr>
          <w:b/>
          <w:sz w:val="28"/>
          <w:szCs w:val="28"/>
        </w:rPr>
        <w:tab/>
      </w:r>
      <w:r w:rsidRPr="00104203">
        <w:rPr>
          <w:b/>
          <w:sz w:val="28"/>
          <w:szCs w:val="28"/>
        </w:rPr>
        <w:tab/>
      </w:r>
      <w:r w:rsidRPr="00104203">
        <w:rPr>
          <w:b/>
          <w:sz w:val="28"/>
          <w:szCs w:val="28"/>
        </w:rPr>
        <w:tab/>
      </w:r>
      <w:r w:rsidRPr="00104203">
        <w:rPr>
          <w:b/>
          <w:sz w:val="28"/>
          <w:szCs w:val="28"/>
        </w:rPr>
        <w:tab/>
      </w:r>
      <w:r w:rsidRPr="0010420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104203">
        <w:rPr>
          <w:b/>
          <w:sz w:val="28"/>
          <w:szCs w:val="28"/>
        </w:rPr>
        <w:t>А.П. Чихирьков</w:t>
      </w: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C74B7" w:rsidRDefault="006C74B7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D7792" w:rsidRDefault="002D7792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D7792" w:rsidRDefault="002D7792" w:rsidP="00104203">
      <w:pPr>
        <w:keepLines/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  <w:r w:rsidRPr="006C74B7">
        <w:rPr>
          <w:i/>
        </w:rPr>
        <w:lastRenderedPageBreak/>
        <w:t>Приложение</w:t>
      </w: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  <w:r w:rsidRPr="006C74B7">
        <w:rPr>
          <w:i/>
        </w:rPr>
        <w:t>УТВЕРЖДЕНО</w:t>
      </w: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  <w:r w:rsidRPr="006C74B7">
        <w:rPr>
          <w:i/>
        </w:rPr>
        <w:t>решением Городской Думы города Усть-Илимска</w:t>
      </w: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  <w:r w:rsidRPr="006C74B7">
        <w:rPr>
          <w:i/>
        </w:rPr>
        <w:t>от 00.00.2021г. № 00/000</w:t>
      </w: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i/>
        </w:rPr>
      </w:pPr>
    </w:p>
    <w:p w:rsidR="006C74B7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C74B7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 xml:space="preserve">Положение 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о Комитете финансов Администрации города Усть-Илимска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6C74B7" w:rsidRPr="00321FE0" w:rsidRDefault="006C74B7" w:rsidP="00C401D6">
      <w:pPr>
        <w:autoSpaceDE w:val="0"/>
        <w:autoSpaceDN w:val="0"/>
        <w:adjustRightInd w:val="0"/>
        <w:jc w:val="center"/>
        <w:rPr>
          <w:color w:val="000000"/>
        </w:rPr>
      </w:pPr>
      <w:r w:rsidRPr="00321FE0">
        <w:rPr>
          <w:b/>
          <w:bCs/>
          <w:color w:val="000000"/>
        </w:rPr>
        <w:t>Раздел I</w:t>
      </w:r>
    </w:p>
    <w:p w:rsidR="006C74B7" w:rsidRPr="00321FE0" w:rsidRDefault="006C74B7" w:rsidP="00C401D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Общие положения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9E13EA" w:rsidRPr="009E13EA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1. </w:t>
      </w:r>
      <w:r w:rsidR="009E13EA">
        <w:rPr>
          <w:color w:val="000000"/>
        </w:rPr>
        <w:t>Настоящее Положение о Комитете финансов Администрации города Усть-Илимска (далее – Положение</w:t>
      </w:r>
      <w:r w:rsidR="007621DD">
        <w:rPr>
          <w:color w:val="000000"/>
        </w:rPr>
        <w:t>, Комитет</w:t>
      </w:r>
      <w:r w:rsidR="009E13EA">
        <w:rPr>
          <w:color w:val="000000"/>
        </w:rPr>
        <w:t>) определяет задачи, функции, права, обязанности, организацию работы,</w:t>
      </w:r>
      <w:r w:rsidR="009E13EA" w:rsidRPr="009E13EA">
        <w:rPr>
          <w:b/>
          <w:bCs/>
          <w:color w:val="000000"/>
        </w:rPr>
        <w:t xml:space="preserve"> </w:t>
      </w:r>
      <w:r w:rsidR="009E13EA" w:rsidRPr="009E13EA">
        <w:rPr>
          <w:bCs/>
          <w:color w:val="000000"/>
        </w:rPr>
        <w:t>источники формирования имущества и финансовых ресурсов</w:t>
      </w:r>
      <w:r w:rsidR="009E13EA">
        <w:rPr>
          <w:bCs/>
          <w:color w:val="000000"/>
        </w:rPr>
        <w:t>,</w:t>
      </w:r>
      <w:r w:rsidR="009E13EA" w:rsidRPr="009E13EA">
        <w:rPr>
          <w:color w:val="000000"/>
        </w:rPr>
        <w:t xml:space="preserve"> ответственность</w:t>
      </w:r>
      <w:r w:rsidR="009E13EA">
        <w:rPr>
          <w:color w:val="000000"/>
        </w:rPr>
        <w:t xml:space="preserve"> </w:t>
      </w:r>
      <w:r w:rsidR="007621DD">
        <w:rPr>
          <w:color w:val="000000"/>
        </w:rPr>
        <w:t xml:space="preserve">работников </w:t>
      </w:r>
      <w:r w:rsidR="00050706">
        <w:rPr>
          <w:color w:val="000000"/>
        </w:rPr>
        <w:t>Комитета при осуществлении текущей финансово-хозяйственной деятельности.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6C74B7" w:rsidRPr="00321FE0">
        <w:rPr>
          <w:color w:val="000000"/>
        </w:rPr>
        <w:t>. Комитет является структурным подразделением (постоянно действующим исполнительным органом) Администрации города Усть-Илимска, уполномоченным: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составлять проект бюджета муниципального образования город Усть-Илимск (далее </w:t>
      </w:r>
      <w:r w:rsidRPr="00321FE0">
        <w:t>–</w:t>
      </w:r>
      <w:r w:rsidRPr="00321FE0">
        <w:rPr>
          <w:color w:val="000000"/>
        </w:rPr>
        <w:t xml:space="preserve"> бюджет города);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организовывать исполнение бюджета города;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осуществлять муниципальный финансовый контроль, контроль в сфере закупок.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Комитет является финансовым органом муниципального образования город Усть-Илимск.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6C74B7" w:rsidRPr="00321FE0">
        <w:rPr>
          <w:color w:val="000000"/>
        </w:rPr>
        <w:t>. В своей деятельности Комитет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приказами и инструкциями Министерства финансов Российской Федерации, законами Иркутской области, нормативными правовыми актами Губернатора и Правительства Иркутской области, муниципальными правовыми актами органов местного самоуправления муниципального образования город Усть-Илимск, настоящим Положением.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="006C74B7" w:rsidRPr="00321FE0">
        <w:rPr>
          <w:color w:val="000000"/>
        </w:rPr>
        <w:t xml:space="preserve">. Комитет учрежден для осуществления управленческих функций в форме муниципального казенного учреждения, подлежит государственной регистрации в качестве юридического лица в соответствии с действующим законодательством, наделено правами юридического лица, имеет самостоятельный баланс, бюджетную смету, счета в органах федерального казначейства и иных органах, открываемые в соответствии с действующим законодательством, соответствующие печати и штампы со своим наименованием.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Комитет имеет в оперативном управлении обособленное имущество, отвечает по своим обязательствам, может от своего имени приобретать и осуществлять имущественные права, нести обязанности, быть истцом и ответчиком в суде.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6C74B7" w:rsidRPr="00321FE0">
        <w:rPr>
          <w:color w:val="000000"/>
        </w:rPr>
        <w:t>. Комитет не имеет право заниматься коммерческой деятельностью.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6</w:t>
      </w:r>
      <w:r w:rsidR="006C74B7" w:rsidRPr="00321FE0">
        <w:rPr>
          <w:color w:val="000000"/>
        </w:rPr>
        <w:t>. Комитет подотчетен мэру города Усть-Илимска и несет ответственность за выполнение возложенных на него задач.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7</w:t>
      </w:r>
      <w:r w:rsidR="006C74B7" w:rsidRPr="00321FE0">
        <w:rPr>
          <w:color w:val="000000"/>
        </w:rPr>
        <w:t>. Реорганизация и ликвидация Комитета осуществляется по решению Городской Думы города Усть-Илимска в соответствии с действующим законодательством Российской Федерации.</w:t>
      </w:r>
    </w:p>
    <w:p w:rsidR="006C74B7" w:rsidRPr="00321FE0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6C74B7" w:rsidRPr="00321FE0">
        <w:rPr>
          <w:color w:val="000000"/>
        </w:rPr>
        <w:t>. Перечень и штатная численность должностей муниципальной службы и должностей, включаемых в штатное расписание Комитета в целях технического обеспечения деятельности органов и должностных лиц местного самоуправления и не относящихся к должностям муниципальной службы, утверждается постановлением Администрации города Усть-Илимска.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lastRenderedPageBreak/>
        <w:t>Структура Комитета включает отделы, обеспечивающие выполнение Комитетом возложенных на него функций.</w:t>
      </w:r>
    </w:p>
    <w:p w:rsidR="006C74B7" w:rsidRDefault="00B52A59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6C74B7" w:rsidRPr="00321FE0">
        <w:rPr>
          <w:color w:val="000000"/>
        </w:rPr>
        <w:t xml:space="preserve">. На муниципальных служащих Комитета распространяются права, обязанности, а также ограничения, связанные с прохождением муниципальной службы, предусмотренные законодательством Российской Федерации, Иркутской области. </w:t>
      </w:r>
    </w:p>
    <w:p w:rsidR="00B52A59" w:rsidRPr="00321FE0" w:rsidRDefault="00B52A59" w:rsidP="00B52A5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</w:t>
      </w:r>
      <w:r>
        <w:rPr>
          <w:color w:val="000000"/>
        </w:rPr>
        <w:t>0</w:t>
      </w:r>
      <w:r w:rsidRPr="00321FE0">
        <w:rPr>
          <w:color w:val="000000"/>
        </w:rPr>
        <w:t xml:space="preserve">. Финансовое обеспечение деятельности Комитета осуществляется за счет средств бюджета города. </w:t>
      </w:r>
    </w:p>
    <w:p w:rsidR="00B52A59" w:rsidRPr="00321FE0" w:rsidRDefault="00B52A59" w:rsidP="00B52A5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11. </w:t>
      </w:r>
      <w:r w:rsidRPr="00321FE0">
        <w:rPr>
          <w:color w:val="000000"/>
        </w:rPr>
        <w:t xml:space="preserve">Комитет финансов Администрации города Усть-Илимска (далее </w:t>
      </w:r>
      <w:r w:rsidRPr="00321FE0">
        <w:t>–</w:t>
      </w:r>
      <w:r w:rsidRPr="00321FE0">
        <w:rPr>
          <w:color w:val="000000"/>
        </w:rPr>
        <w:t xml:space="preserve"> Комитет) </w:t>
      </w:r>
      <w:r>
        <w:rPr>
          <w:color w:val="000000"/>
        </w:rPr>
        <w:t xml:space="preserve">является преемником всех прав и обязанностей </w:t>
      </w:r>
      <w:r w:rsidRPr="00321FE0">
        <w:rPr>
          <w:color w:val="000000"/>
        </w:rPr>
        <w:t>финансового управления Администрации города Усть-Илимска, созданного (введенного с 01.12.1997г. в структуру Администрации города Усть-Илимска) на основании постановления главы Администрации города Усть-Илимска от 02.12.1997г. № 1299 «О финансовом управлении Администрации города Усть-Илимска»</w:t>
      </w:r>
      <w:r>
        <w:rPr>
          <w:color w:val="000000"/>
        </w:rPr>
        <w:t>, Финансового управления Администрации города Усть-Илимска, у</w:t>
      </w:r>
      <w:r w:rsidRPr="00321FE0">
        <w:rPr>
          <w:color w:val="000000"/>
        </w:rPr>
        <w:t>чрежден</w:t>
      </w:r>
      <w:r>
        <w:rPr>
          <w:color w:val="000000"/>
        </w:rPr>
        <w:t>ного</w:t>
      </w:r>
      <w:r w:rsidRPr="00321FE0">
        <w:rPr>
          <w:color w:val="000000"/>
        </w:rPr>
        <w:t xml:space="preserve"> с 01.01.2006г. Городской Думой города Усть-Илимска в соответствии с решением Городской Думы города Усть-Илимска от 01.12.2005г. № 25/110 «О Финансовом управлении Администрации города Усть-Илимска»</w:t>
      </w:r>
      <w:r>
        <w:rPr>
          <w:color w:val="000000"/>
        </w:rPr>
        <w:t>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12. Полное официальное наименование Комитета: Комитет по финансам Администрации города Усть-Илимска.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13. Место нахождения Комитета: Российская Федерация, Иркутская область, город Усть-Илимск, улица Героев Труда, 38.</w:t>
      </w:r>
    </w:p>
    <w:p w:rsidR="006C74B7" w:rsidRPr="00321FE0" w:rsidRDefault="006C74B7" w:rsidP="00C401D6">
      <w:pPr>
        <w:autoSpaceDE w:val="0"/>
        <w:autoSpaceDN w:val="0"/>
        <w:adjustRightInd w:val="0"/>
        <w:jc w:val="both"/>
        <w:rPr>
          <w:color w:val="000000"/>
        </w:rPr>
      </w:pP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II</w:t>
      </w: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 xml:space="preserve">Основные задачи </w:t>
      </w:r>
      <w:r w:rsidRPr="00321FE0">
        <w:rPr>
          <w:b/>
          <w:color w:val="000000"/>
        </w:rPr>
        <w:t>Комитета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14. Основными задачами Комитета являются: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проведение единой финансовой, бюджетной, налоговой и долговой политики, осуществление общего руководства организацией финансов на территории муниципального образования город Усть-Илимск в пределах компетенции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составление проекта бюджета города, организация исполнения бюджета города на основе сводной бюджетной росписи, составление отчетов об исполнении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3) осуществление внутреннего муниципального финансового контроля, контроля в сфере закупок в соответствии с законодательством и муниципальными правовыми актами органов местного самоуправления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4) участие в разработке порядков регулирования оплаты труда выборных должностных лиц, муниципальных служащих, работников муниципальных учреждений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5) соблюдение законности и совершенствование методов финансово-бюджетного планирования, финансирования и отчетности;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6) осуществление муниципальных заимствований от имени муниципального образования город Усть-Илимск.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III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 xml:space="preserve">Основные функции </w:t>
      </w:r>
      <w:r w:rsidRPr="00321FE0">
        <w:rPr>
          <w:b/>
          <w:color w:val="000000"/>
        </w:rPr>
        <w:t xml:space="preserve">Комитета 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15. Комитет в соответствии с возложенными на него задачами выполняет следующие функции: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в области финансовой, бюджетной, налоговой и долговой политики: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осуществляет методологическое руководство при составлении проекта бюджета города, непосредственное составление проекта бюджета города и его направление с необходимыми документами и материалами мэру города для представления в Городскую Думу;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разрабатывает бюджетный прогноз города Усть-Илимска на долгосрочный период (проект бюджетного прогноза, проект изменений бюджетного прогноза);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lastRenderedPageBreak/>
        <w:t>устанавливает порядок и методику планирования бюджетных ассигнований бюджета города, планирует бюджетные ассигнования;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разрабатывает мероприятия по повышению доходной части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организует исполнение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осуществляет детализацию и определение порядка применения бюджетной классификации Российской Федерации в части, относящейся к бюджету города;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утверждает перечень кодов подвидов по видам доходов, главными администраторами которых являются органы местного самоуправления города Усть-Илимска и (или) находящиеся в их ведении муниципальные казенные учреждения;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осуществляет внутренний муниципальный финансовый контроль;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устанавливает порядок исполнения бюджета города по расходам, организует исполнение бюджета города на основе сводной бюджетной росписи и кассового плана; 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устанавливает порядок составления и ведения сводной бюджетной росписи, формирует и утверждает сводную бюджетную роспись, вносит изменения в неё, доводит до главных распорядителей бюджетных средств её показатели, а также лимиты бюджетных обязательств, предельные объемы оплаты денежных обязательств в соответствующем периоде текущего финансового года;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устанавливает порядок составления и ведения бюджетных росписей главных распорядителей бюджетных средств, включая внесение изменений в них;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ведет сводный реестр расходных обязательств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обладает правом требовать от главных распорядителей бюджетных средств представления материалов и сведений, необходимых для составления бюджета города;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осуществляет методологическое руководство ведения бюджетного учета;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согласовывает предоставление рассрочек и отсрочек по уплате налогов в соответствии с законодательством Российской Федерации;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осуществляет финансовый контроль за операциями с бюджетными средствами получателей средств бюджета города, средствами администраторов источников финансирования дефицита бюджета города, а также за соблюдением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разрабатывает проект программы муниципальных внутренних заимствований города Усть-Илимска, условия выпуска и размещения муниципальных ценных бумаг, проект программы муниципальных гарантий, осуществляет ведение муниципальной долговой книги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открывает и закрывает единый счет бюджета города, иные счета, открываемые в соответствии с действующим законодательством, осуществляет казначейское исполнение бюджета города, управляет средствами на едином счете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ведет реестр источников доходов бюджета города в порядке, установленном Администрацией города Усть-Илимска;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осуществляет непосредственное формирование перечня налоговых расходов муниципального образования, проводит оценку налоговых расходов муниципального образования в порядке, установленном Администрацией города Усть-Илимска;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устанавливает: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плана, составляет и ведет кассовый план;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порядок санкционирования оплаты денежных обязательств;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порядок открытия и ведения лицевых счетов, открываемых в Управлении в соответствии с действующим законодательством, открывает и ведет лицевые счета главных распорядителей, распорядителей и получателей бюджетных средств, муниципальных </w:t>
      </w:r>
      <w:r w:rsidRPr="00321FE0">
        <w:rPr>
          <w:color w:val="000000"/>
        </w:rPr>
        <w:lastRenderedPageBreak/>
        <w:t xml:space="preserve">учреждений и муниципальных предприятий муниципального образования город Усть-Илимск;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утверждает свод лимитов бюджетных обязательств по главным распорядителям бюджетных средств;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обладает правом требовать от главных распорядителей, распорядителей и получателей бюджетных средств предоставления отчетов об использовании средств бюджета города и иных сведений, связанных с получением, перечислением, зачислением и использованием средств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устанавливает порядок составления бюджетной отчетности об исполнении бюджета города;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устанавливает сроки предоставления сводной бюджетной отчетности главными распорядителями бюджетных средств, главными администраторами доходов бюджета города и главными администраторами источников финансирования дефицита бюджета города и составляет на её основании бюджетную отчетность муниципального образования город Усть-Илимск;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устанавливает порядок и проводит мониторинг качества финансового менеджмента, включающий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государственных (муниципальных) нужд;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устанавливает порядок исполнения решений о применении бюджетных мер принуждения, предусмотренных Бюджетным кодексом Российской Федерации, решений об изменении (отмене) указанных решений, принимает решения о применении бюджетных мер принуждения, решения об изменении (отмене) указанных решений или решения об отказе в применении бюджетных мер принуждения на основании уведомлений о применении бюджетных мер принуждения, в случаях и порядке, установленных Правительством Российской Федерации, с направлением копий указанных решений органам муниципального финансового контроля и объектам контроля, указанным в решениях о применении бюджетных мер принуждения, а также исполняет решения о применении бюджетных мер принуждения, решения об изменении (отмене) указанных решений в соответствии с порядком исполнения решений о применении бюджетных мер принуждения;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осуществляет муниципальные заимствования от имени муниципального образования город Усть-Илимск в соответствии с действующим законодательством и муниципальными правовыми актами органов местного самоуправления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выступает органом, уполномоченным на определение поставщиков (подрядчиков, исполнителей) для обеспечения муниципальных нужд муниципального образования город Усть-Илимск; 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выступает органом, уполномоченным на осуществление контроля в сфере закупок, 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организаций, выполняющих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 отдельные полномочия в рамках осуществления закупок для обеспечения муниципальных нужд;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составляет и предоставляет бюджетную и бухгалтерскую отчетность в министерство финансов Иркутской области в порядке, установленном Министерством финансов Российской Федерации;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составляет бюджетную отчетность и отчет об исполнении бюджета города и представляет в Администрацию города Усть-Илимска в установленные настоящим Положением сроки;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lastRenderedPageBreak/>
        <w:t xml:space="preserve">исполняет судебные акты, а также решения налоговых органов о взыскании налога, сбора, пеней и штрафов, предусматривающие обращение взыскания на средства бюджета города, ведет учет и осуществляет хранение исполнительных документов и иных документов, связанных с их исполнением, а также решений налоговых органов о взыскании налога, сбора, пеней и штрафов;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осуществляет иные функции, отнесенные к бюджетным полномочиям Администрации города Усть-Илимска в бюджетно-финансовой сфере, бюджетным полномочиям финансового органа муниципального образования и органов муниципального внутреннего финансового контроля в соответствии с законодательством Российской Федерации, Иркутской области, муниципальными правовыми актами органов местного самоуправления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осуществляет функции, связанные с регулированием муниципального задания на оказание муниципальных услуг (выполнение работ) в муниципальном образовании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3) осуществляет сбор и обработку персональных данных в соответствии с законодательством Российской Федерации;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4) разрабатывает проекты муниципальных правовых актов органов местного самоуправления муниципального образования город Усть-Илимск по вопросам, входящим в компетенцию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5) обеспечивает подготовку информации для размещения на официальном сайте Администрации города Усть-Илимска и представление информации для размещения в средствах массовой информации по вопросам деятельности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6) осуществляет иные полномочия, отнесенные к компетенции Администрации города Усть-Илимска, финансового органа муниципального образования в бюджетно-финансовой сфере.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IV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Права Комитета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16. Комитет имеет право: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запрашивать и получать от органов местного самоуправления муниципального образования город Усть-Илимск, территориальных органов федерального казначейства, органов государственной статистики, налоговых органов, государственных (территориальных) внебюджетных фондов, организаций материалы, необходимые для составления проекта бюджета города и внесения в него изменений и дополнений, бухгалтерские отчеты и балансы, а также материалы и отчетные данные для осуществления финансово-бюджетного планирования и финансирования расходов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координировать деятельность постоянно действующих исполнительных органов Администрации города Усть-Илимска по вопросам формирования и исполнения бюджета города;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3) получать от организаций, независимо от организационно-правовой формы и подчиненности, материалы, необходимые для осуществления Комитетом внутреннего муниципального финансового контроля, контроля в сфере закупок;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4) при осуществлении: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внутреннего муниципального финансового контроля выдавать обязательные для исполнения представления и предписания об устранении выявленных бюджетных нарушений, о принятии мер по устранению их причин и условий, о принятии мер по возмещению причиненного ущерба публично-правовому образованию;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контроля в сфере закупок выдавать обязательные для исполнения предписания об устранении нарушений законодательства Российской Федерации о контрактной системе в сфере закупок, в том числе об аннулировании определения поставщиков (подрядчиков, исполнителей);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lastRenderedPageBreak/>
        <w:t>5) вносить мэру города Усть-Илимска предложения о взыскании с организаций и предприятий бюджетных средств в соответствии с законодательством Российской Федерации;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6) участвовать самостоятельно от своего имени или по поручению мэра города Усть-Илимска от имени муниципального образования город Усть-Илимск в рассмотрении споров по финансово-бюджетным вопросам в судебных органах;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7) вносить в установленном порядке на рассмотрение мэру города Усть-Илимска проекты муниципальных правовых актов органов местного самоуправления муниципального образования город Усть-Илимск по вопросам, входящим в компетенцию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8) вносить в установленном порядке на рассмотрение мэру города Усть-Илимска заместителям мэра города Усть-Илимска, руководителям структурных подразделений (исполнительных органов) Администрации города Усть-Илимска предложения по решению задач и вопросов, отнесенных к компетенции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9) представлять интересы муниципального образования город Усть-Илимск, Администрации города Усть-Илимска в соответствии с возложенными на Комитет полномочиями и осуществляемыми им функциями;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10) принимать участие в заседаниях Городской Думы города Усть-Илимска и её постоянных комиссий, совещаниях и иных мероприятиях, проводимых Городской Думой города Усть-Илимска, заседаниях комиссий и иных совещательных органов, созданных Администрацией города Усть-Илимска, ее структурными подразделениями (исполнительными органами) Администрации города Усть-Илимска, иными органами местного самоуправления города Усть-Илимска, органами государственной власти Иркутской области, а также создавать рабочие группы, комиссии и иные совещательные органы, принимать участие в работе рабочих групп, комиссий по всем вопросам, входящим в компетенцию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11) применять бюджетные меры принуждения за нарушения бюджетного законодательства Российской Федерации в случаях и порядке, установленных законодательством Российской Федерации;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12) привлекать специалистов структурных подразделений (исполнительных органов) Администрации города Усть-Илимска, а также специалистов (экспертов) иных органов и организаций для подготовки документов, разработки и осуществления функций, выполняемых Комитетом в соответствии с возложенными обязанностями;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13) разрабатывать методические рекомендации, информационные материалы по вопросам, входящим в компетенцию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14) осуществлять иные права в соответствии с законодательством Российской Федерации, Иркутской области, муниципальными правовыми актами органов местного самоуправления муниципального образования город Усть-Илимск.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V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  <w:r w:rsidRPr="00321FE0">
        <w:rPr>
          <w:b/>
          <w:bCs/>
          <w:color w:val="000000"/>
        </w:rPr>
        <w:t xml:space="preserve">Организация работы </w:t>
      </w:r>
      <w:r w:rsidRPr="00321FE0">
        <w:rPr>
          <w:b/>
          <w:color w:val="000000"/>
        </w:rPr>
        <w:t>Комитета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17. Комитет возглавляет </w:t>
      </w:r>
      <w:r w:rsidR="00636E5E">
        <w:rPr>
          <w:color w:val="000000"/>
        </w:rPr>
        <w:t>председатель</w:t>
      </w:r>
      <w:r w:rsidRPr="00321FE0">
        <w:rPr>
          <w:color w:val="000000"/>
        </w:rPr>
        <w:t xml:space="preserve"> Комитета финансов Администрации города Усть-Илимска, который назначается на должность и освобождается от должности мэром города Усть-Илимска в установленном порядке (далее </w:t>
      </w:r>
      <w:r w:rsidRPr="00321FE0">
        <w:rPr>
          <w:bCs/>
          <w:color w:val="000000"/>
        </w:rPr>
        <w:t>–</w:t>
      </w:r>
      <w:r w:rsidRPr="00321FE0">
        <w:rPr>
          <w:color w:val="000000"/>
        </w:rPr>
        <w:t xml:space="preserve"> </w:t>
      </w:r>
      <w:r w:rsidR="007621DD">
        <w:rPr>
          <w:color w:val="000000"/>
        </w:rPr>
        <w:t>председатель</w:t>
      </w:r>
      <w:r w:rsidRPr="00321FE0">
        <w:rPr>
          <w:color w:val="000000"/>
        </w:rPr>
        <w:t xml:space="preserve"> Комитета).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18. Права и обязанности </w:t>
      </w:r>
      <w:r w:rsidR="0059562A">
        <w:rPr>
          <w:color w:val="000000"/>
        </w:rPr>
        <w:t>председателя</w:t>
      </w:r>
      <w:r w:rsidRPr="00321FE0">
        <w:rPr>
          <w:color w:val="000000"/>
        </w:rPr>
        <w:t xml:space="preserve"> Комитета определяются распоряжением Администрации города Усть-Илимска, трудовым договором и настоящим Положением.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19</w:t>
      </w:r>
      <w:r w:rsidR="006C74B7" w:rsidRPr="00321FE0">
        <w:rPr>
          <w:color w:val="000000"/>
        </w:rPr>
        <w:t xml:space="preserve">. </w:t>
      </w:r>
      <w:r w:rsidR="0059562A">
        <w:rPr>
          <w:color w:val="000000"/>
        </w:rPr>
        <w:t>Председатель</w:t>
      </w:r>
      <w:r w:rsidR="006C74B7" w:rsidRPr="00321FE0">
        <w:rPr>
          <w:color w:val="000000"/>
        </w:rPr>
        <w:t xml:space="preserve"> Комитета осуществляет свою деятельность на основе единоначалия.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20</w:t>
      </w:r>
      <w:r w:rsidR="006C74B7" w:rsidRPr="00321FE0">
        <w:rPr>
          <w:color w:val="000000"/>
        </w:rPr>
        <w:t xml:space="preserve">. Заместители </w:t>
      </w:r>
      <w:r w:rsidR="0059562A">
        <w:rPr>
          <w:color w:val="000000"/>
        </w:rPr>
        <w:t>председателя</w:t>
      </w:r>
      <w:r w:rsidR="006C74B7" w:rsidRPr="00321FE0">
        <w:rPr>
          <w:color w:val="000000"/>
        </w:rPr>
        <w:t xml:space="preserve"> Комитета назначаются по согласованию с мэром города Усть-Илимска.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21</w:t>
      </w:r>
      <w:r w:rsidR="006C74B7" w:rsidRPr="00321FE0">
        <w:rPr>
          <w:color w:val="000000"/>
        </w:rPr>
        <w:t xml:space="preserve">. На период временного отсутствия </w:t>
      </w:r>
      <w:r w:rsidR="0059562A">
        <w:rPr>
          <w:color w:val="000000"/>
        </w:rPr>
        <w:t>председателя</w:t>
      </w:r>
      <w:r w:rsidR="006C74B7" w:rsidRPr="00321FE0">
        <w:rPr>
          <w:color w:val="000000"/>
        </w:rPr>
        <w:t xml:space="preserve"> Комитета исполнение </w:t>
      </w:r>
      <w:r w:rsidR="007621DD">
        <w:rPr>
          <w:color w:val="000000"/>
        </w:rPr>
        <w:t xml:space="preserve">его </w:t>
      </w:r>
      <w:r w:rsidR="006C74B7" w:rsidRPr="00321FE0">
        <w:rPr>
          <w:color w:val="000000"/>
        </w:rPr>
        <w:t xml:space="preserve">обязанностей возлагается на заместителя </w:t>
      </w:r>
      <w:r w:rsidR="0059562A">
        <w:rPr>
          <w:color w:val="000000"/>
        </w:rPr>
        <w:t>председателя</w:t>
      </w:r>
      <w:r w:rsidR="006C74B7" w:rsidRPr="00321FE0">
        <w:rPr>
          <w:color w:val="000000"/>
        </w:rPr>
        <w:t xml:space="preserve"> Комитета или иное должностное лицо Комитета.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2</w:t>
      </w:r>
      <w:r w:rsidRPr="00321FE0">
        <w:rPr>
          <w:color w:val="000000"/>
        </w:rPr>
        <w:t xml:space="preserve">. </w:t>
      </w:r>
      <w:r w:rsidR="0059562A">
        <w:rPr>
          <w:color w:val="000000"/>
        </w:rPr>
        <w:t>Председатель</w:t>
      </w:r>
      <w:r w:rsidRPr="00321FE0">
        <w:rPr>
          <w:color w:val="000000"/>
        </w:rPr>
        <w:t xml:space="preserve"> Комитета: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lastRenderedPageBreak/>
        <w:t>1) осуществляет общее руководство и организует деятельность Комитета, издает в пределах своей компетенции приказы, организует и проверяет их исполнение;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без доверенности представляет интересы Комитета в государственных органах, организациях независимо от форм собственности и подчиненности (подведомственности) в пределах полномочий, установленных настоящим Положением и иными муниципальными правовыми актами органов местного самоуправления муниципального образования город Усть-Илимск;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3) имеет право подписи документов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4)  организует исполнение поручений мэра города Усть-Илимска;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5) вносит на рассмотрение мэра города Усть-Илимска: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проекты муниципальных правовых актов органов местного самоуправления муниципального образования город Усть-Илимск по вопросам, отнесенным к компетенции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предложения по структуре и штатной численности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вопросы, входящие в компетенцию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6) назначает на должность и освобождает от должности работников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7) координирует взаимодействие структурных подразделений Комитета, распределяет обязанности между заместителями начальника Комитета, а также определяет компетенцию начальников структурных подразделений Комитета по самостоятельному решению вопросов, отнесенных к ведению соответствующих отделов;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8) утверждает бюджетную смету Комитета в соответствии с бюджетной росписью;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9)  утверждает штатное расписание Комитета, положения о структурных подразделениях Комитета и должностные инструкции работников Комитета;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10) заключает муниципальные контракты от имени муниципального образования город Усть-Илимск, иные договоры от имени Комитета в соответствии с законодательством Российской Федерации; 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11) применяет к работникам Комитета меры поощрения и налагает взыскания в соответствии с действующим законодательством;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12) способствует повышению квалификации работников Комитета посредством участия в семинарах, обучения в учреждениях системы повышения квалификации, в иных формах;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13) осуществляет другие полномочия в соответствии с законодательством Российской Федерации, Иркутской области, муниципальными правовыми актами органов местного самоуправления муниципального образования город Усть-Илимск, настоящим Положением.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3</w:t>
      </w:r>
      <w:r w:rsidRPr="00321FE0">
        <w:rPr>
          <w:color w:val="000000"/>
        </w:rPr>
        <w:t xml:space="preserve">. </w:t>
      </w:r>
      <w:r w:rsidR="0059562A">
        <w:rPr>
          <w:color w:val="000000"/>
        </w:rPr>
        <w:t>Председатель</w:t>
      </w:r>
      <w:r w:rsidRPr="00321FE0">
        <w:rPr>
          <w:color w:val="000000"/>
        </w:rPr>
        <w:t xml:space="preserve"> (уполномоченный заместитель </w:t>
      </w:r>
      <w:r w:rsidR="0059562A">
        <w:rPr>
          <w:color w:val="000000"/>
        </w:rPr>
        <w:t>председателя</w:t>
      </w:r>
      <w:r w:rsidRPr="00321FE0">
        <w:rPr>
          <w:color w:val="000000"/>
        </w:rPr>
        <w:t>, иное надлежаще уполномоченное должностное лицо) Комитета вправе: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применять бюджетные меры принуждения за нарушения бюджетного законодательства с учётом предоставленных прав;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осуществлять иные права в соответствии с законодательством Российской Федерации, Иркутской области, муниципальными правовыми актами органов местного самоуправления муниципального образования город Усть-Илимск, настоящим Положением.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VI</w:t>
      </w: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Источники формирования имущества и финансовых ресурсов Комитета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4</w:t>
      </w:r>
      <w:r w:rsidRPr="00321FE0">
        <w:rPr>
          <w:color w:val="000000"/>
        </w:rPr>
        <w:t>. Финансовое обеспечение деятельности Комитета осуществляется за счет средств бюджета города на основании бюджетной сметы в пределах утвержденных бюджетных ассигнований и лимитов бюджетных обязательств.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5</w:t>
      </w:r>
      <w:r w:rsidRPr="00321FE0">
        <w:rPr>
          <w:color w:val="000000"/>
        </w:rPr>
        <w:t xml:space="preserve">. Имущество передается Комитету в оперативное управление и является собственностью муниципального образования город Усть-Илимск. 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 xml:space="preserve">Распоряжение имуществом, переданным Комитету в оперативное управление, осуществляется Комитетом в соответствии с договором о закреплении имущества на праве </w:t>
      </w:r>
      <w:r w:rsidRPr="00321FE0">
        <w:rPr>
          <w:color w:val="000000"/>
        </w:rPr>
        <w:lastRenderedPageBreak/>
        <w:t>оперативного управления. Имущество, переданное Комитету в оперативное управление, может быть использовано только для осуществления уставных целей и задач.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6</w:t>
      </w:r>
      <w:r w:rsidRPr="00321FE0">
        <w:rPr>
          <w:color w:val="000000"/>
        </w:rPr>
        <w:t>. Комитет не вправе отчуждать или иным способом распоряжаться закрепленным за ним имуществом и имуществом, приобретенным за счет средств, выделенных ему по бюджетной смете.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7</w:t>
      </w:r>
      <w:r w:rsidRPr="00321FE0">
        <w:rPr>
          <w:color w:val="000000"/>
        </w:rPr>
        <w:t>. При осуществлении права оперативного управления муниципальным имуществом Комитет обязан: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эффективно использовать имущество;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обеспечить сохранность и использовать имущество по целевому назначению;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3) не ухудшать техническое состояние имущества;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4) осуществлять текущий и капитальный ремонт муниципального имущества (недвижимого и движимого).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</w:t>
      </w:r>
      <w:r w:rsidR="00D75673">
        <w:rPr>
          <w:color w:val="000000"/>
        </w:rPr>
        <w:t>8</w:t>
      </w:r>
      <w:r w:rsidRPr="00321FE0">
        <w:rPr>
          <w:color w:val="000000"/>
        </w:rPr>
        <w:t xml:space="preserve">. Муниципальные контракты, иные договоры на поставку товаров, выполнение работ и оказание услуг заключаются Комитетом только в пределах утвержденных лимитов бюджетных обязательств на реализацию функций, предусмотренных настоящим Положением в пределах сумм, установленных бюджетной сметой Комитета.  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29</w:t>
      </w:r>
      <w:r w:rsidR="006C74B7" w:rsidRPr="00321FE0">
        <w:rPr>
          <w:color w:val="000000"/>
        </w:rPr>
        <w:t>. Источником формирования имущества и финансовых ресурсов Комитета являются: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1) имущество, переданное Комитету на праве оперативного управления;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2) бюджетные средства;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3) другие источники в соответствии с действующим законодательством Российской Федерации.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</w:t>
      </w:r>
      <w:r w:rsidR="00D75673">
        <w:rPr>
          <w:color w:val="000000"/>
        </w:rPr>
        <w:t>0</w:t>
      </w:r>
      <w:r w:rsidRPr="00321FE0">
        <w:rPr>
          <w:color w:val="000000"/>
        </w:rPr>
        <w:t xml:space="preserve">. Комитет не имеет права предоставлять и получать кредиты (займы), приобретать ценные бумаги, предоставлять гарантии, поручительства, принимать на себя обязательства третьих лиц. 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31</w:t>
      </w:r>
      <w:r w:rsidR="006C74B7" w:rsidRPr="00321FE0">
        <w:rPr>
          <w:color w:val="000000"/>
        </w:rPr>
        <w:t>. Расходование полученных из бюджета города средств осуществляется Комитетом на основании бюджетной сметы Комитета.</w:t>
      </w: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21FE0">
        <w:rPr>
          <w:b/>
          <w:bCs/>
          <w:color w:val="000000"/>
        </w:rPr>
        <w:t>Раздел VII</w:t>
      </w:r>
    </w:p>
    <w:p w:rsidR="006C74B7" w:rsidRPr="00321FE0" w:rsidRDefault="006C74B7" w:rsidP="00C401D6">
      <w:pPr>
        <w:keepLines/>
        <w:autoSpaceDE w:val="0"/>
        <w:autoSpaceDN w:val="0"/>
        <w:adjustRightInd w:val="0"/>
        <w:jc w:val="center"/>
        <w:rPr>
          <w:b/>
          <w:color w:val="000000"/>
        </w:rPr>
      </w:pPr>
      <w:r w:rsidRPr="00321FE0">
        <w:rPr>
          <w:b/>
          <w:bCs/>
          <w:color w:val="000000"/>
        </w:rPr>
        <w:t xml:space="preserve">Ответственность </w:t>
      </w:r>
      <w:r w:rsidR="00BF43FA">
        <w:rPr>
          <w:b/>
          <w:bCs/>
          <w:color w:val="000000"/>
        </w:rPr>
        <w:t xml:space="preserve">работников </w:t>
      </w:r>
      <w:r w:rsidRPr="00321FE0">
        <w:rPr>
          <w:b/>
          <w:color w:val="000000"/>
        </w:rPr>
        <w:t>Комитета</w:t>
      </w:r>
    </w:p>
    <w:p w:rsidR="006C74B7" w:rsidRPr="00321FE0" w:rsidRDefault="006C74B7" w:rsidP="006C74B7">
      <w:pPr>
        <w:keepLines/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6C74B7" w:rsidRPr="00321FE0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1FE0">
        <w:rPr>
          <w:color w:val="000000"/>
        </w:rPr>
        <w:t>3</w:t>
      </w:r>
      <w:r w:rsidR="00D75673">
        <w:rPr>
          <w:color w:val="000000"/>
        </w:rPr>
        <w:t>2</w:t>
      </w:r>
      <w:r w:rsidRPr="00321FE0">
        <w:rPr>
          <w:color w:val="000000"/>
        </w:rPr>
        <w:t xml:space="preserve">. </w:t>
      </w:r>
      <w:r w:rsidR="003A64DD">
        <w:rPr>
          <w:color w:val="000000"/>
        </w:rPr>
        <w:t>Председатель</w:t>
      </w:r>
      <w:r w:rsidRPr="00321FE0">
        <w:rPr>
          <w:color w:val="000000"/>
        </w:rPr>
        <w:t xml:space="preserve"> Комитета несет персональную ответственность за выполнение задач и функций, возложенных на Комитет с учетом прав, предоставленных ему настоящим Положением, иными нормативными правовыми актами.</w:t>
      </w:r>
    </w:p>
    <w:p w:rsidR="006C74B7" w:rsidRPr="00321FE0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33</w:t>
      </w:r>
      <w:r w:rsidR="006C74B7" w:rsidRPr="00321FE0">
        <w:rPr>
          <w:color w:val="000000"/>
        </w:rPr>
        <w:t xml:space="preserve">. Заместители </w:t>
      </w:r>
      <w:r w:rsidR="003A64DD">
        <w:rPr>
          <w:color w:val="000000"/>
        </w:rPr>
        <w:t>председателя</w:t>
      </w:r>
      <w:r w:rsidR="006C74B7" w:rsidRPr="00321FE0">
        <w:rPr>
          <w:color w:val="000000"/>
        </w:rPr>
        <w:t xml:space="preserve"> Комитета, начальники структурных подразделений Комитета, их заместители несут персональную ответственность за выполнение возложенных на них обязанностей с учетом предоставленных им прав. </w:t>
      </w:r>
    </w:p>
    <w:p w:rsidR="006C74B7" w:rsidRPr="00EF39BB" w:rsidRDefault="00D75673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34</w:t>
      </w:r>
      <w:r w:rsidR="006C74B7" w:rsidRPr="00321FE0">
        <w:rPr>
          <w:color w:val="000000"/>
        </w:rPr>
        <w:t>. Работники Комитета несут ответственность за выполнение возложенных на них обязанностей в соответствии с законодательством Российской Федерации.</w:t>
      </w:r>
    </w:p>
    <w:p w:rsidR="006C74B7" w:rsidRPr="00EF39BB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EF39BB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EF39BB" w:rsidRDefault="006C74B7" w:rsidP="006C74B7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C74B7" w:rsidRPr="00EF39BB" w:rsidRDefault="006C74B7" w:rsidP="006C74B7">
      <w:pPr>
        <w:autoSpaceDE w:val="0"/>
        <w:autoSpaceDN w:val="0"/>
        <w:adjustRightInd w:val="0"/>
        <w:rPr>
          <w:b/>
        </w:rPr>
      </w:pPr>
      <w:r w:rsidRPr="00EF39BB">
        <w:rPr>
          <w:b/>
          <w:iCs/>
          <w:color w:val="000000"/>
        </w:rPr>
        <w:t>Председатель Городской Думы</w:t>
      </w:r>
      <w:r w:rsidRPr="00EF39BB">
        <w:rPr>
          <w:b/>
          <w:iCs/>
          <w:color w:val="000000"/>
        </w:rPr>
        <w:tab/>
      </w:r>
      <w:r w:rsidRPr="00EF39BB">
        <w:rPr>
          <w:b/>
          <w:iCs/>
          <w:color w:val="000000"/>
        </w:rPr>
        <w:tab/>
      </w:r>
      <w:r w:rsidRPr="00EF39BB">
        <w:rPr>
          <w:b/>
          <w:iCs/>
          <w:color w:val="000000"/>
        </w:rPr>
        <w:tab/>
      </w:r>
      <w:r w:rsidRPr="00EF39BB">
        <w:rPr>
          <w:b/>
          <w:iCs/>
          <w:color w:val="000000"/>
        </w:rPr>
        <w:tab/>
      </w:r>
      <w:r w:rsidRPr="00EF39BB">
        <w:rPr>
          <w:b/>
          <w:iCs/>
          <w:color w:val="000000"/>
        </w:rPr>
        <w:tab/>
      </w:r>
      <w:r w:rsidRPr="00EF39BB">
        <w:rPr>
          <w:b/>
          <w:iCs/>
          <w:color w:val="000000"/>
        </w:rPr>
        <w:tab/>
        <w:t xml:space="preserve">             А.П. Чихирьков</w:t>
      </w:r>
    </w:p>
    <w:p w:rsidR="006C74B7" w:rsidRPr="006C74B7" w:rsidRDefault="006C74B7" w:rsidP="006C74B7">
      <w:pPr>
        <w:keepLines/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6C74B7" w:rsidRPr="006C74B7" w:rsidSect="006531B8">
      <w:headerReference w:type="even" r:id="rId7"/>
      <w:headerReference w:type="default" r:id="rId8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559" w:rsidRDefault="003E2559">
      <w:r>
        <w:separator/>
      </w:r>
    </w:p>
  </w:endnote>
  <w:endnote w:type="continuationSeparator" w:id="0">
    <w:p w:rsidR="003E2559" w:rsidRDefault="003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559" w:rsidRDefault="003E2559">
      <w:r>
        <w:separator/>
      </w:r>
    </w:p>
  </w:footnote>
  <w:footnote w:type="continuationSeparator" w:id="0">
    <w:p w:rsidR="003E2559" w:rsidRDefault="003E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7792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C2FA3"/>
    <w:multiLevelType w:val="hybridMultilevel"/>
    <w:tmpl w:val="B0C28D0E"/>
    <w:lvl w:ilvl="0" w:tplc="FAF4E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A5"/>
    <w:rsid w:val="0000313A"/>
    <w:rsid w:val="000434A5"/>
    <w:rsid w:val="00050706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04203"/>
    <w:rsid w:val="00113623"/>
    <w:rsid w:val="0013768C"/>
    <w:rsid w:val="001D00F8"/>
    <w:rsid w:val="00230E17"/>
    <w:rsid w:val="0027284F"/>
    <w:rsid w:val="002A11E4"/>
    <w:rsid w:val="002A25B5"/>
    <w:rsid w:val="002C1B1A"/>
    <w:rsid w:val="002D638F"/>
    <w:rsid w:val="002D7792"/>
    <w:rsid w:val="002E54C2"/>
    <w:rsid w:val="00301824"/>
    <w:rsid w:val="00317D9B"/>
    <w:rsid w:val="00356014"/>
    <w:rsid w:val="00366AD2"/>
    <w:rsid w:val="003A64DD"/>
    <w:rsid w:val="003B67BB"/>
    <w:rsid w:val="003E2559"/>
    <w:rsid w:val="003E3A89"/>
    <w:rsid w:val="00416FB0"/>
    <w:rsid w:val="004713B9"/>
    <w:rsid w:val="004A2390"/>
    <w:rsid w:val="004B6769"/>
    <w:rsid w:val="004C7A24"/>
    <w:rsid w:val="004D5FA5"/>
    <w:rsid w:val="004E11D1"/>
    <w:rsid w:val="004F7945"/>
    <w:rsid w:val="00517590"/>
    <w:rsid w:val="005906A2"/>
    <w:rsid w:val="0059562A"/>
    <w:rsid w:val="005A3F1D"/>
    <w:rsid w:val="005E6828"/>
    <w:rsid w:val="00636E5E"/>
    <w:rsid w:val="006531B8"/>
    <w:rsid w:val="00665B4E"/>
    <w:rsid w:val="006835B0"/>
    <w:rsid w:val="00685116"/>
    <w:rsid w:val="0068519E"/>
    <w:rsid w:val="006923CC"/>
    <w:rsid w:val="006C74B7"/>
    <w:rsid w:val="006F6562"/>
    <w:rsid w:val="00744DBD"/>
    <w:rsid w:val="007621DD"/>
    <w:rsid w:val="007854A9"/>
    <w:rsid w:val="007B0069"/>
    <w:rsid w:val="007B49A0"/>
    <w:rsid w:val="00843982"/>
    <w:rsid w:val="0087273A"/>
    <w:rsid w:val="00991DE8"/>
    <w:rsid w:val="009A75C0"/>
    <w:rsid w:val="009E13EA"/>
    <w:rsid w:val="00A95469"/>
    <w:rsid w:val="00AC7D33"/>
    <w:rsid w:val="00AE4BF8"/>
    <w:rsid w:val="00AE6515"/>
    <w:rsid w:val="00AF7757"/>
    <w:rsid w:val="00B269AE"/>
    <w:rsid w:val="00B52A59"/>
    <w:rsid w:val="00B62FD1"/>
    <w:rsid w:val="00B758EB"/>
    <w:rsid w:val="00BF43FA"/>
    <w:rsid w:val="00BF4EBD"/>
    <w:rsid w:val="00C401D6"/>
    <w:rsid w:val="00C50EE6"/>
    <w:rsid w:val="00C65FF0"/>
    <w:rsid w:val="00C66935"/>
    <w:rsid w:val="00D07B1D"/>
    <w:rsid w:val="00D75673"/>
    <w:rsid w:val="00D8165B"/>
    <w:rsid w:val="00DB120A"/>
    <w:rsid w:val="00DD7981"/>
    <w:rsid w:val="00E20421"/>
    <w:rsid w:val="00E23BEC"/>
    <w:rsid w:val="00E437DE"/>
    <w:rsid w:val="00E70619"/>
    <w:rsid w:val="00EC238D"/>
    <w:rsid w:val="00EF646F"/>
    <w:rsid w:val="00F27F78"/>
    <w:rsid w:val="00F6026C"/>
    <w:rsid w:val="00F6186F"/>
    <w:rsid w:val="00F67F8F"/>
    <w:rsid w:val="00F8408D"/>
    <w:rsid w:val="00F85880"/>
    <w:rsid w:val="00FB2921"/>
    <w:rsid w:val="00F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6798F5-BCAB-4E2B-8BA3-13EC62B3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104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90</TotalTime>
  <Pages>9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Скоблова Марина Сергеевна</dc:creator>
  <cp:keywords/>
  <cp:lastModifiedBy>Скоблова Марина Сергеевна</cp:lastModifiedBy>
  <cp:revision>18</cp:revision>
  <cp:lastPrinted>2010-01-14T05:36:00Z</cp:lastPrinted>
  <dcterms:created xsi:type="dcterms:W3CDTF">2021-02-05T00:55:00Z</dcterms:created>
  <dcterms:modified xsi:type="dcterms:W3CDTF">2021-02-11T06:25:00Z</dcterms:modified>
</cp:coreProperties>
</file>