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EB6819">
              <w:t xml:space="preserve">лого помещения </w:t>
            </w:r>
            <w:proofErr w:type="spellStart"/>
            <w:r w:rsidR="00EB6819">
              <w:t>Мысляевой</w:t>
            </w:r>
            <w:proofErr w:type="spellEnd"/>
            <w:r w:rsidR="00EB6819">
              <w:t xml:space="preserve"> П</w:t>
            </w:r>
            <w:r w:rsidR="004C4E78">
              <w:t>.Н.</w:t>
            </w:r>
            <w:r w:rsidR="002F6D8D">
              <w:t xml:space="preserve"> в п</w:t>
            </w:r>
            <w:r w:rsidR="002F6D8D">
              <w:t>о</w:t>
            </w:r>
            <w:r w:rsidR="002F6D8D">
              <w:t>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27E17">
        <w:rPr>
          <w:color w:val="000000"/>
        </w:rPr>
        <w:t xml:space="preserve">обращение </w:t>
      </w:r>
      <w:r w:rsidR="00EB6819">
        <w:rPr>
          <w:color w:val="000000"/>
        </w:rPr>
        <w:t>мэра</w:t>
      </w:r>
      <w:r w:rsidR="00427E17">
        <w:rPr>
          <w:color w:val="000000"/>
        </w:rPr>
        <w:t xml:space="preserve"> го</w:t>
      </w:r>
      <w:r w:rsidR="00927A59">
        <w:rPr>
          <w:color w:val="000000"/>
        </w:rPr>
        <w:t xml:space="preserve">рода </w:t>
      </w:r>
      <w:r w:rsidR="004C4E78">
        <w:rPr>
          <w:color w:val="000000"/>
        </w:rPr>
        <w:t xml:space="preserve">Щекиной </w:t>
      </w:r>
      <w:r w:rsidR="00EB6819">
        <w:rPr>
          <w:color w:val="000000"/>
        </w:rPr>
        <w:t xml:space="preserve">А.И. </w:t>
      </w:r>
      <w:r w:rsidR="004C4E78">
        <w:rPr>
          <w:color w:val="000000"/>
        </w:rPr>
        <w:t>(письмо от 31.05.2022г. № 01-31/2511</w:t>
      </w:r>
      <w:r w:rsidR="00427E17">
        <w:rPr>
          <w:color w:val="000000"/>
        </w:rPr>
        <w:t xml:space="preserve">),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</w:t>
      </w:r>
      <w:r w:rsidR="002F6D8D">
        <w:rPr>
          <w:color w:val="000000"/>
        </w:rPr>
        <w:t>и</w:t>
      </w:r>
      <w:r w:rsidR="002F6D8D">
        <w:rPr>
          <w:color w:val="000000"/>
        </w:rPr>
        <w:t>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(выписка из протокола </w:t>
      </w:r>
      <w:r w:rsidR="004C4E78">
        <w:rPr>
          <w:color w:val="000000"/>
        </w:rPr>
        <w:t>от 25.05.2022</w:t>
      </w:r>
      <w:r w:rsidR="00427E17">
        <w:rPr>
          <w:color w:val="000000"/>
        </w:rPr>
        <w:t xml:space="preserve">г. </w:t>
      </w:r>
      <w:r w:rsidR="007A4D60">
        <w:rPr>
          <w:color w:val="000000"/>
        </w:rPr>
        <w:t xml:space="preserve">№ </w:t>
      </w:r>
      <w:r w:rsidR="004C4E78">
        <w:rPr>
          <w:color w:val="000000"/>
        </w:rPr>
        <w:t>778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 xml:space="preserve">43 Устава муниципального образования город Усть-Илимск, </w:t>
      </w:r>
      <w:r w:rsidR="00114E36">
        <w:rPr>
          <w:color w:val="000000"/>
        </w:rPr>
        <w:t>Порядком</w:t>
      </w:r>
      <w:proofErr w:type="gramEnd"/>
      <w:r w:rsidR="00114E36">
        <w:rPr>
          <w:color w:val="000000"/>
        </w:rPr>
        <w:t xml:space="preserve"> </w:t>
      </w:r>
      <w:proofErr w:type="gramStart"/>
      <w:r w:rsidR="00114E36">
        <w:rPr>
          <w:color w:val="000000"/>
        </w:rPr>
        <w:t>приватизации</w:t>
      </w:r>
      <w:proofErr w:type="gramEnd"/>
      <w:r w:rsidR="00114E36">
        <w:rPr>
          <w:color w:val="000000"/>
        </w:rPr>
        <w:t xml:space="preserve">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>
        <w:t>Пер</w:t>
      </w:r>
      <w:r w:rsidR="008426EB">
        <w:t>еда</w:t>
      </w:r>
      <w:r w:rsidR="00444725">
        <w:t xml:space="preserve">ть </w:t>
      </w:r>
      <w:proofErr w:type="spellStart"/>
      <w:r w:rsidR="004C4E78">
        <w:t>Мысляевой</w:t>
      </w:r>
      <w:proofErr w:type="spellEnd"/>
      <w:r w:rsidR="004C4E78">
        <w:t xml:space="preserve"> Полине Николаевне</w:t>
      </w:r>
      <w:r>
        <w:t xml:space="preserve"> в </w:t>
      </w:r>
      <w:r w:rsidR="00986ABA">
        <w:t>собственность служебное жилое помещ</w:t>
      </w:r>
      <w:r w:rsidR="00986ABA">
        <w:t>е</w:t>
      </w:r>
      <w:r w:rsidR="00986ABA">
        <w:t>ние</w:t>
      </w:r>
      <w:r w:rsidR="00927A59">
        <w:t xml:space="preserve"> – однокомнатную</w:t>
      </w:r>
      <w:r w:rsidR="004425CC">
        <w:t xml:space="preserve"> квартиру, расположенную</w:t>
      </w:r>
      <w:r w:rsidR="00986ABA">
        <w:t xml:space="preserve"> по адресу: Иркутская область,</w:t>
      </w:r>
      <w:r w:rsidR="00102012">
        <w:t xml:space="preserve"> г. Усть-И</w:t>
      </w:r>
      <w:r w:rsidR="004C4E78">
        <w:t>лимск, ул. Карла Маркса, д. 61, кв. 35</w:t>
      </w:r>
      <w:r w:rsidR="0094791D">
        <w:t>,</w:t>
      </w:r>
      <w:r w:rsidR="00986ABA">
        <w:t xml:space="preserve"> в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</w:p>
    <w:p w:rsidR="004C4E78" w:rsidRDefault="004C4E78" w:rsidP="00986ABA">
      <w:pPr>
        <w:jc w:val="both"/>
        <w:rPr>
          <w:b/>
        </w:rPr>
      </w:pPr>
      <w:bookmarkStart w:id="0" w:name="_GoBack"/>
      <w:bookmarkEnd w:id="0"/>
    </w:p>
    <w:sectPr w:rsidR="004C4E78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19" w:rsidRDefault="007F3519">
      <w:r>
        <w:separator/>
      </w:r>
    </w:p>
  </w:endnote>
  <w:endnote w:type="continuationSeparator" w:id="0">
    <w:p w:rsidR="007F3519" w:rsidRDefault="007F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19" w:rsidRDefault="007F3519">
      <w:r>
        <w:separator/>
      </w:r>
    </w:p>
  </w:footnote>
  <w:footnote w:type="continuationSeparator" w:id="0">
    <w:p w:rsidR="007F3519" w:rsidRDefault="007F3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43F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953EC"/>
    <w:rsid w:val="003B67BB"/>
    <w:rsid w:val="003C6BC3"/>
    <w:rsid w:val="003E3A89"/>
    <w:rsid w:val="00415EB2"/>
    <w:rsid w:val="00427E17"/>
    <w:rsid w:val="004417E6"/>
    <w:rsid w:val="00441E94"/>
    <w:rsid w:val="004425CC"/>
    <w:rsid w:val="00444725"/>
    <w:rsid w:val="00466B1C"/>
    <w:rsid w:val="004713B9"/>
    <w:rsid w:val="004A30CC"/>
    <w:rsid w:val="004B22D4"/>
    <w:rsid w:val="004B6769"/>
    <w:rsid w:val="004C00DD"/>
    <w:rsid w:val="004C4E78"/>
    <w:rsid w:val="004C7A24"/>
    <w:rsid w:val="004E11D1"/>
    <w:rsid w:val="004F05E7"/>
    <w:rsid w:val="004F7945"/>
    <w:rsid w:val="00517590"/>
    <w:rsid w:val="00540B05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A5FF9"/>
    <w:rsid w:val="006B23C8"/>
    <w:rsid w:val="006C7FFD"/>
    <w:rsid w:val="006D4372"/>
    <w:rsid w:val="006E60B1"/>
    <w:rsid w:val="006E7E29"/>
    <w:rsid w:val="006F6562"/>
    <w:rsid w:val="00722B0B"/>
    <w:rsid w:val="00734ADC"/>
    <w:rsid w:val="00744DBD"/>
    <w:rsid w:val="007854A9"/>
    <w:rsid w:val="007870B6"/>
    <w:rsid w:val="007A4D60"/>
    <w:rsid w:val="007B03A1"/>
    <w:rsid w:val="007F3519"/>
    <w:rsid w:val="00812C20"/>
    <w:rsid w:val="00813D0D"/>
    <w:rsid w:val="0082306A"/>
    <w:rsid w:val="008426EB"/>
    <w:rsid w:val="008548CA"/>
    <w:rsid w:val="00861C58"/>
    <w:rsid w:val="0087273A"/>
    <w:rsid w:val="00897252"/>
    <w:rsid w:val="008A40A1"/>
    <w:rsid w:val="008C5231"/>
    <w:rsid w:val="008E1C90"/>
    <w:rsid w:val="009065F5"/>
    <w:rsid w:val="0091095C"/>
    <w:rsid w:val="00927A59"/>
    <w:rsid w:val="009329B9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61D85"/>
    <w:rsid w:val="00A95469"/>
    <w:rsid w:val="00AB7475"/>
    <w:rsid w:val="00AC7D33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58EB"/>
    <w:rsid w:val="00BA7267"/>
    <w:rsid w:val="00BE4985"/>
    <w:rsid w:val="00BF0F2B"/>
    <w:rsid w:val="00BF4EBD"/>
    <w:rsid w:val="00BF7F91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943FB"/>
    <w:rsid w:val="00EA5273"/>
    <w:rsid w:val="00EB14D3"/>
    <w:rsid w:val="00EB6819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3E2DA-FD03-4E06-9F71-E4C69E67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Бабак Анна Ивановна</cp:lastModifiedBy>
  <cp:revision>5</cp:revision>
  <cp:lastPrinted>2022-05-31T05:12:00Z</cp:lastPrinted>
  <dcterms:created xsi:type="dcterms:W3CDTF">2022-05-31T05:13:00Z</dcterms:created>
  <dcterms:modified xsi:type="dcterms:W3CDTF">2022-06-08T03:29:00Z</dcterms:modified>
</cp:coreProperties>
</file>