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88326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883261">
              <w:t xml:space="preserve">Басовой Г.И., Подольской Н.В., </w:t>
            </w:r>
            <w:proofErr w:type="spellStart"/>
            <w:r w:rsidR="00883261">
              <w:t>Подопригорова</w:t>
            </w:r>
            <w:proofErr w:type="spellEnd"/>
            <w:r w:rsidR="00883261">
              <w:t xml:space="preserve"> А.В.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883261">
        <w:rPr>
          <w:color w:val="000000"/>
        </w:rPr>
        <w:t xml:space="preserve">председателя Первичной профсоюзной организации Филиала акционерного общества «Группа «Илим» в г. Усть-Илимске </w:t>
      </w:r>
      <w:proofErr w:type="spellStart"/>
      <w:r w:rsidR="00883261">
        <w:rPr>
          <w:color w:val="000000"/>
        </w:rPr>
        <w:t>Рослеспрофсоюза</w:t>
      </w:r>
      <w:proofErr w:type="spellEnd"/>
      <w:r w:rsidR="00883261">
        <w:rPr>
          <w:color w:val="000000"/>
        </w:rPr>
        <w:t xml:space="preserve"> Басовой Г.И.</w:t>
      </w:r>
      <w:r w:rsidR="00EF4CAB" w:rsidRPr="00A55EF1">
        <w:rPr>
          <w:color w:val="000000"/>
        </w:rPr>
        <w:t xml:space="preserve"> </w:t>
      </w:r>
      <w:r w:rsidR="00883261">
        <w:rPr>
          <w:color w:val="000000"/>
        </w:rPr>
        <w:t>от 06.11</w:t>
      </w:r>
      <w:r w:rsidR="004930A1" w:rsidRPr="00A55EF1">
        <w:rPr>
          <w:color w:val="000000"/>
        </w:rPr>
        <w:t>.</w:t>
      </w:r>
      <w:r w:rsidR="00883261">
        <w:rPr>
          <w:color w:val="000000"/>
        </w:rPr>
        <w:t>2022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5A6CFE">
        <w:rPr>
          <w:color w:val="000000"/>
        </w:rPr>
        <w:t xml:space="preserve"> (протокол</w:t>
      </w:r>
      <w:r w:rsidR="00883261">
        <w:rPr>
          <w:color w:val="000000"/>
        </w:rPr>
        <w:t xml:space="preserve"> от 20.12.2022</w:t>
      </w:r>
      <w:r w:rsidR="00B35E30">
        <w:rPr>
          <w:color w:val="000000"/>
        </w:rPr>
        <w:t>г.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</w:t>
      </w:r>
      <w:proofErr w:type="gramEnd"/>
      <w:r w:rsidRPr="00202884">
        <w:rPr>
          <w:color w:val="000000"/>
        </w:rPr>
        <w:t xml:space="preserve"> утвержденным решением </w:t>
      </w:r>
      <w:proofErr w:type="gramStart"/>
      <w:r w:rsidRPr="00202884">
        <w:rPr>
          <w:color w:val="000000"/>
        </w:rPr>
        <w:t>Городской</w:t>
      </w:r>
      <w:proofErr w:type="gramEnd"/>
      <w:r w:rsidRPr="00202884">
        <w:rPr>
          <w:color w:val="000000"/>
        </w:rPr>
        <w:t xml:space="preserve">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4B4E04">
        <w:rPr>
          <w:bCs/>
          <w:color w:val="000000"/>
        </w:rPr>
        <w:t xml:space="preserve">за </w:t>
      </w:r>
      <w:r w:rsidR="00883261">
        <w:rPr>
          <w:bCs/>
          <w:color w:val="000000"/>
        </w:rPr>
        <w:t xml:space="preserve">многолетний плодотворный труд, высокое профессиональное мастерство, значительный вклад в развитие лесной отрасли, </w:t>
      </w:r>
      <w:proofErr w:type="gramStart"/>
      <w:r w:rsidR="00883261">
        <w:rPr>
          <w:bCs/>
          <w:color w:val="000000"/>
        </w:rPr>
        <w:t>активную</w:t>
      </w:r>
      <w:proofErr w:type="gramEnd"/>
      <w:r w:rsidR="00883261">
        <w:rPr>
          <w:bCs/>
          <w:color w:val="000000"/>
        </w:rPr>
        <w:t xml:space="preserve"> участие в общественной жизни предприятия и города и в связи с 50-летием </w:t>
      </w:r>
      <w:r w:rsidR="00883261" w:rsidRPr="00883261">
        <w:rPr>
          <w:bCs/>
          <w:color w:val="000000"/>
        </w:rPr>
        <w:t xml:space="preserve">Первичной профсоюзной организации Филиала акционерного общества «Группа «Илим» в г. Усть-Илимске </w:t>
      </w:r>
      <w:proofErr w:type="spellStart"/>
      <w:r w:rsidR="00883261" w:rsidRPr="00883261">
        <w:rPr>
          <w:bCs/>
          <w:color w:val="000000"/>
        </w:rPr>
        <w:t>Рослеспрофсоюза</w:t>
      </w:r>
      <w:proofErr w:type="spellEnd"/>
      <w:r w:rsidR="00EC7569">
        <w:rPr>
          <w:bCs/>
          <w:color w:val="000000"/>
        </w:rPr>
        <w:t>:</w:t>
      </w:r>
    </w:p>
    <w:p w:rsidR="004930A1" w:rsidRDefault="00CC7F8E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Басову Галину Иннокентьевну,</w:t>
      </w:r>
      <w:r w:rsidRPr="00CC7F8E">
        <w:rPr>
          <w:color w:val="000000"/>
        </w:rPr>
        <w:t xml:space="preserve"> </w:t>
      </w:r>
      <w:r w:rsidRPr="00CC7F8E">
        <w:rPr>
          <w:bCs/>
          <w:color w:val="000000"/>
        </w:rPr>
        <w:t xml:space="preserve">председателя Первичной профсоюзной организации Филиала акционерного общества «Группа «Илим» в г. Усть-Илимске </w:t>
      </w:r>
      <w:proofErr w:type="spellStart"/>
      <w:r w:rsidRPr="00CC7F8E">
        <w:rPr>
          <w:bCs/>
          <w:color w:val="000000"/>
        </w:rPr>
        <w:t>Рослеспрофсоюза</w:t>
      </w:r>
      <w:proofErr w:type="spellEnd"/>
      <w:r w:rsidR="0036776B">
        <w:rPr>
          <w:bCs/>
          <w:color w:val="000000"/>
        </w:rPr>
        <w:t>;</w:t>
      </w:r>
    </w:p>
    <w:p w:rsidR="0036776B" w:rsidRDefault="00CC7F8E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Подольскую Наталью Валерьевну, руководителя </w:t>
      </w:r>
      <w:r w:rsidR="00BA1A38">
        <w:rPr>
          <w:bCs/>
          <w:color w:val="000000"/>
        </w:rPr>
        <w:t xml:space="preserve">службы </w:t>
      </w:r>
      <w:bookmarkStart w:id="0" w:name="_GoBack"/>
      <w:bookmarkEnd w:id="0"/>
      <w:proofErr w:type="spellStart"/>
      <w:r>
        <w:rPr>
          <w:bCs/>
          <w:color w:val="000000"/>
        </w:rPr>
        <w:t>Службы</w:t>
      </w:r>
      <w:proofErr w:type="spellEnd"/>
      <w:r>
        <w:rPr>
          <w:bCs/>
          <w:color w:val="000000"/>
        </w:rPr>
        <w:t xml:space="preserve"> по охране труда Дирекции по охране труда и промышленной безопасности Филиала акционерного общества «Группа «Илим» в г. Усть-Илимске;</w:t>
      </w:r>
    </w:p>
    <w:p w:rsidR="00CC7F8E" w:rsidRDefault="00CC7F8E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Подопригорова</w:t>
      </w:r>
      <w:proofErr w:type="spellEnd"/>
      <w:r>
        <w:rPr>
          <w:bCs/>
          <w:color w:val="000000"/>
        </w:rPr>
        <w:t xml:space="preserve"> Александра Валентиновича, слесаря по контрольно-измерительным приборам и автоматике участка по ремонту и обслуживанию </w:t>
      </w:r>
      <w:proofErr w:type="spellStart"/>
      <w:r>
        <w:rPr>
          <w:bCs/>
          <w:color w:val="000000"/>
        </w:rPr>
        <w:t>КИПиА</w:t>
      </w:r>
      <w:proofErr w:type="spellEnd"/>
      <w:r>
        <w:rPr>
          <w:bCs/>
          <w:color w:val="000000"/>
        </w:rPr>
        <w:t xml:space="preserve"> СРК и ЦВЩ Службы главного инженера Дирекции по энергетике Филиала акционерного общества «Группа «Илим» в г. Усть-Илимске.</w:t>
      </w:r>
    </w:p>
    <w:p w:rsidR="00CC7F8E" w:rsidRPr="00CC7F8E" w:rsidRDefault="00202884" w:rsidP="00CC7F8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CC7F8E">
        <w:rPr>
          <w:color w:val="000000"/>
        </w:rPr>
        <w:t>Р</w:t>
      </w:r>
      <w:r w:rsidR="00CC7F8E" w:rsidRPr="00CC7F8E">
        <w:rPr>
          <w:color w:val="000000"/>
        </w:rPr>
        <w:t>азместить в сетевом издании «UST-ILIMSK» (</w:t>
      </w:r>
      <w:r w:rsidR="00CC7F8E" w:rsidRPr="00CC7F8E">
        <w:rPr>
          <w:color w:val="000000"/>
          <w:u w:val="single"/>
        </w:rPr>
        <w:t>www.усть-илимскофициальный</w:t>
      </w:r>
      <w:proofErr w:type="gramStart"/>
      <w:r w:rsidR="00CC7F8E" w:rsidRPr="00CC7F8E">
        <w:rPr>
          <w:color w:val="000000"/>
          <w:u w:val="single"/>
        </w:rPr>
        <w:t>.р</w:t>
      </w:r>
      <w:proofErr w:type="gramEnd"/>
      <w:r w:rsidR="00CC7F8E" w:rsidRPr="00CC7F8E">
        <w:rPr>
          <w:color w:val="000000"/>
          <w:u w:val="single"/>
        </w:rPr>
        <w:t>ф</w:t>
      </w:r>
      <w:r w:rsidR="00CC7F8E" w:rsidRPr="00CC7F8E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8C5FE0" w:rsidRPr="008C5FE0" w:rsidRDefault="008C5FE0" w:rsidP="008C5FE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DD4DAD" w:rsidRDefault="00DD4DAD" w:rsidP="000E1441">
      <w:pPr>
        <w:jc w:val="both"/>
        <w:rPr>
          <w:b/>
        </w:rPr>
      </w:pPr>
    </w:p>
    <w:p w:rsidR="0036776B" w:rsidRDefault="0036776B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«</w:t>
      </w:r>
      <w:r w:rsidR="00CC7F8E" w:rsidRPr="00CC7F8E">
        <w:rPr>
          <w:rFonts w:eastAsiaTheme="minorHAnsi"/>
          <w:bCs/>
          <w:iCs/>
          <w:lang w:eastAsia="en-US"/>
        </w:rPr>
        <w:t xml:space="preserve">О награждении Почетной грамотой Городской Думы города Усть-Илимска Басовой Г.И., Подольской Н.В., </w:t>
      </w:r>
      <w:proofErr w:type="spellStart"/>
      <w:r w:rsidR="00CC7F8E" w:rsidRPr="00CC7F8E">
        <w:rPr>
          <w:rFonts w:eastAsiaTheme="minorHAnsi"/>
          <w:bCs/>
          <w:iCs/>
          <w:lang w:eastAsia="en-US"/>
        </w:rPr>
        <w:t>Подопригорова</w:t>
      </w:r>
      <w:proofErr w:type="spellEnd"/>
      <w:r w:rsidR="00CC7F8E" w:rsidRPr="00CC7F8E">
        <w:rPr>
          <w:rFonts w:eastAsiaTheme="minorHAnsi"/>
          <w:bCs/>
          <w:iCs/>
          <w:lang w:eastAsia="en-US"/>
        </w:rPr>
        <w:t xml:space="preserve"> А.В.</w:t>
      </w:r>
      <w:r>
        <w:rPr>
          <w:rFonts w:eastAsiaTheme="minorHAnsi"/>
          <w:bCs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утвержденное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Опубликовать настоящее решение в газете «Усть-Илимск </w:t>
      </w:r>
      <w:proofErr w:type="gramStart"/>
      <w:r w:rsidRPr="004175F0">
        <w:rPr>
          <w:rFonts w:eastAsiaTheme="minorHAnsi"/>
          <w:iCs/>
          <w:lang w:eastAsia="en-US"/>
        </w:rPr>
        <w:t>официальный</w:t>
      </w:r>
      <w:proofErr w:type="gramEnd"/>
      <w:r w:rsidRPr="004175F0">
        <w:rPr>
          <w:rFonts w:eastAsiaTheme="minorHAnsi"/>
          <w:iCs/>
          <w:lang w:eastAsia="en-US"/>
        </w:rPr>
        <w:t>», разместить в сетевом издании «UST-ILIMSK» (</w:t>
      </w:r>
      <w:hyperlink r:id="rId7" w:history="1">
        <w:r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Pr="004175F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CC7F8E">
        <w:rPr>
          <w:rFonts w:eastAsiaTheme="minorHAnsi"/>
          <w:iCs/>
          <w:lang w:eastAsia="en-US"/>
        </w:rPr>
        <w:t>размере 6 000 (шесть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пределах доведенных лимитов бюджетных обязательств бюджетной сметы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 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 xml:space="preserve">Городской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 xml:space="preserve">                                 </w:t>
      </w:r>
      <w:r w:rsidRPr="00CC7F8E">
        <w:rPr>
          <w:rFonts w:eastAsiaTheme="minorHAnsi"/>
          <w:iCs/>
          <w:lang w:eastAsia="en-US"/>
        </w:rPr>
        <w:t>ЛИСТ СОГЛАСОВАНИЯ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проекта муниципального правового акта органа местного самоуправления муниципального образования город Усть-Илимск «</w:t>
      </w:r>
      <w:r w:rsidRPr="00CC7F8E">
        <w:rPr>
          <w:rFonts w:eastAsiaTheme="minorHAnsi"/>
          <w:bCs/>
          <w:iCs/>
          <w:lang w:eastAsia="en-US"/>
        </w:rPr>
        <w:t xml:space="preserve">О награждении Почетной грамотой Городской Думы города Усть-Илимска Басовой Г.И., Подольской Н.В., </w:t>
      </w:r>
      <w:proofErr w:type="spellStart"/>
      <w:r w:rsidRPr="00CC7F8E">
        <w:rPr>
          <w:rFonts w:eastAsiaTheme="minorHAnsi"/>
          <w:bCs/>
          <w:iCs/>
          <w:lang w:eastAsia="en-US"/>
        </w:rPr>
        <w:t>Подопригорова</w:t>
      </w:r>
      <w:proofErr w:type="spellEnd"/>
      <w:r w:rsidRPr="00CC7F8E">
        <w:rPr>
          <w:rFonts w:eastAsiaTheme="minorHAnsi"/>
          <w:bCs/>
          <w:iCs/>
          <w:lang w:eastAsia="en-US"/>
        </w:rPr>
        <w:t xml:space="preserve"> А.В.».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C7F8E" w:rsidRPr="00CC7F8E" w:rsidTr="006841B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C7F8E" w:rsidRPr="00CC7F8E" w:rsidTr="006841B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C7F8E" w:rsidRPr="00CC7F8E" w:rsidTr="006841BA">
        <w:tc>
          <w:tcPr>
            <w:tcW w:w="675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СОГЛАСОВАНО: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C7F8E" w:rsidRPr="00CC7F8E" w:rsidTr="006841BA">
        <w:tc>
          <w:tcPr>
            <w:tcW w:w="3369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да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нет</w:t>
            </w:r>
            <w:r w:rsidRPr="00CC7F8E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В </w:t>
      </w:r>
      <w:proofErr w:type="gramStart"/>
      <w:r w:rsidRPr="00CC7F8E">
        <w:rPr>
          <w:rFonts w:eastAsiaTheme="minorHAnsi"/>
          <w:iCs/>
          <w:lang w:eastAsia="en-US"/>
        </w:rPr>
        <w:t>случае</w:t>
      </w:r>
      <w:proofErr w:type="gramEnd"/>
      <w:r w:rsidRPr="00CC7F8E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CC7F8E">
        <w:rPr>
          <w:rFonts w:eastAsiaTheme="minorHAnsi"/>
          <w:iCs/>
          <w:lang w:eastAsia="en-US"/>
        </w:rPr>
        <w:tab/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иные причины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Рассылка: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3 экз. – в дело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1 экз. – исполнителю 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C7F8E">
        <w:rPr>
          <w:rFonts w:eastAsiaTheme="minorHAnsi"/>
          <w:iCs/>
          <w:lang w:eastAsia="en-US"/>
        </w:rPr>
        <w:t>ОФИЦИАЛЬНЫЙ</w:t>
      </w:r>
      <w:proofErr w:type="gramEnd"/>
      <w:r w:rsidRPr="00CC7F8E">
        <w:rPr>
          <w:rFonts w:eastAsiaTheme="minorHAnsi"/>
          <w:iCs/>
          <w:lang w:eastAsia="en-US"/>
        </w:rPr>
        <w:t>»</w:t>
      </w:r>
    </w:p>
    <w:p w:rsidR="00CC7F8E" w:rsidRPr="00CC7F8E" w:rsidRDefault="00CC7F8E" w:rsidP="00CC7F8E">
      <w:pPr>
        <w:jc w:val="both"/>
        <w:rPr>
          <w:rFonts w:eastAsiaTheme="minorHAnsi"/>
          <w:b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CC7F8E">
        <w:rPr>
          <w:rFonts w:eastAsiaTheme="minorHAnsi"/>
          <w:b/>
          <w:iCs/>
          <w:lang w:eastAsia="en-US"/>
        </w:rPr>
        <w:t xml:space="preserve">       </w:t>
      </w:r>
    </w:p>
    <w:p w:rsidR="00CC7F8E" w:rsidRP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5B" w:rsidRDefault="00AE085B">
      <w:r>
        <w:separator/>
      </w:r>
    </w:p>
  </w:endnote>
  <w:endnote w:type="continuationSeparator" w:id="0">
    <w:p w:rsidR="00AE085B" w:rsidRDefault="00AE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5B" w:rsidRDefault="00AE085B">
      <w:r>
        <w:separator/>
      </w:r>
    </w:p>
  </w:footnote>
  <w:footnote w:type="continuationSeparator" w:id="0">
    <w:p w:rsidR="00AE085B" w:rsidRDefault="00AE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AE08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AE085B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AE085B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84C8A"/>
    <w:rsid w:val="0028512D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C5FE0"/>
    <w:rsid w:val="008D3B71"/>
    <w:rsid w:val="009107AB"/>
    <w:rsid w:val="00922305"/>
    <w:rsid w:val="00941DC7"/>
    <w:rsid w:val="009539F7"/>
    <w:rsid w:val="009A75C0"/>
    <w:rsid w:val="009C2B81"/>
    <w:rsid w:val="00A14C8F"/>
    <w:rsid w:val="00A202AD"/>
    <w:rsid w:val="00A255DF"/>
    <w:rsid w:val="00A279C2"/>
    <w:rsid w:val="00A32460"/>
    <w:rsid w:val="00A55EF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92EBE"/>
    <w:rsid w:val="00CA22A3"/>
    <w:rsid w:val="00CC7F8E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</TotalTime>
  <Pages>1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5</cp:revision>
  <cp:lastPrinted>2022-11-21T07:03:00Z</cp:lastPrinted>
  <dcterms:created xsi:type="dcterms:W3CDTF">2022-11-21T06:22:00Z</dcterms:created>
  <dcterms:modified xsi:type="dcterms:W3CDTF">2022-11-21T07:04:00Z</dcterms:modified>
</cp:coreProperties>
</file>