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8FDA6" w14:textId="77777777" w:rsidR="0044639E" w:rsidRPr="0095564D" w:rsidRDefault="0044639E" w:rsidP="0044639E">
      <w:pPr>
        <w:jc w:val="right"/>
        <w:rPr>
          <w:color w:val="000000" w:themeColor="text1"/>
          <w:u w:val="single"/>
        </w:rPr>
      </w:pPr>
      <w:r w:rsidRPr="0095564D">
        <w:rPr>
          <w:color w:val="000000" w:themeColor="text1"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5F6A84" w14:paraId="78D7966D" w14:textId="77777777" w:rsidTr="005F6A84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14:paraId="5FA7C41C" w14:textId="77777777" w:rsidR="00665B4E" w:rsidRPr="003A4EFF" w:rsidRDefault="00665B4E" w:rsidP="005F6A84">
            <w:pPr>
              <w:jc w:val="center"/>
              <w:rPr>
                <w:b/>
                <w:caps/>
              </w:rPr>
            </w:pPr>
            <w:r w:rsidRPr="003A4EFF">
              <w:rPr>
                <w:b/>
                <w:caps/>
              </w:rPr>
              <w:t>Российская Федерация</w:t>
            </w:r>
          </w:p>
          <w:p w14:paraId="421B5B49" w14:textId="77777777" w:rsidR="00665B4E" w:rsidRPr="003A4EFF" w:rsidRDefault="00665B4E" w:rsidP="005F6A84">
            <w:pPr>
              <w:jc w:val="center"/>
              <w:rPr>
                <w:b/>
                <w:caps/>
              </w:rPr>
            </w:pPr>
            <w:r w:rsidRPr="003A4EFF">
              <w:rPr>
                <w:b/>
                <w:caps/>
              </w:rPr>
              <w:t>Иркутская область</w:t>
            </w:r>
            <w:r w:rsidR="00E20421" w:rsidRPr="003A4EFF">
              <w:rPr>
                <w:b/>
                <w:caps/>
              </w:rPr>
              <w:br/>
            </w:r>
            <w:r w:rsidR="00E20421" w:rsidRPr="003A4EF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14:paraId="2E89D5B0" w14:textId="77777777" w:rsidR="00665B4E" w:rsidRPr="005F6A84" w:rsidRDefault="006D373F" w:rsidP="005F6A84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703F66" wp14:editId="3E3CE381">
                      <wp:extent cx="535940" cy="668020"/>
                      <wp:effectExtent l="6350" t="15875" r="10160" b="11430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6D2CE823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">
                      <v:shape id="Freeform 26" o:spid="_x0000_s1027" style="position:absolute;left:139;width:2916;height:4697;visibility:visible;mso-wrap-style:square;v-text-anchor:top" coordsize="2916,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5F6A84" w14:paraId="4A098DBA" w14:textId="77777777" w:rsidTr="005F6A84">
        <w:tc>
          <w:tcPr>
            <w:tcW w:w="9854" w:type="dxa"/>
            <w:gridSpan w:val="5"/>
            <w:shd w:val="clear" w:color="auto" w:fill="auto"/>
          </w:tcPr>
          <w:p w14:paraId="64129338" w14:textId="77777777" w:rsidR="00C23051" w:rsidRDefault="009A75C0" w:rsidP="005F6A84">
            <w:pPr>
              <w:jc w:val="center"/>
              <w:rPr>
                <w:b/>
                <w:caps/>
                <w:sz w:val="28"/>
                <w:szCs w:val="28"/>
              </w:rPr>
            </w:pPr>
            <w:r w:rsidRPr="005F6A84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5F6A84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5F6A84">
              <w:rPr>
                <w:b/>
                <w:caps/>
                <w:sz w:val="28"/>
                <w:szCs w:val="28"/>
              </w:rPr>
              <w:t>город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="00A95469" w:rsidRPr="005F6A84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Pr="005F6A84">
              <w:rPr>
                <w:b/>
                <w:caps/>
                <w:sz w:val="28"/>
                <w:szCs w:val="28"/>
              </w:rPr>
              <w:t xml:space="preserve"> </w:t>
            </w:r>
            <w:r w:rsidR="00605953">
              <w:rPr>
                <w:b/>
                <w:caps/>
                <w:sz w:val="28"/>
                <w:szCs w:val="28"/>
              </w:rPr>
              <w:t>седьмого</w:t>
            </w:r>
          </w:p>
          <w:p w14:paraId="01B2DD78" w14:textId="37A6C960" w:rsidR="00665B4E" w:rsidRPr="005F6A84" w:rsidRDefault="009A75C0" w:rsidP="005F6A84">
            <w:pPr>
              <w:jc w:val="center"/>
              <w:rPr>
                <w:b/>
                <w:caps/>
                <w:sz w:val="28"/>
                <w:szCs w:val="28"/>
              </w:rPr>
            </w:pPr>
            <w:r w:rsidRPr="005F6A84">
              <w:rPr>
                <w:b/>
                <w:caps/>
                <w:sz w:val="28"/>
                <w:szCs w:val="28"/>
              </w:rPr>
              <w:t>созыва</w:t>
            </w:r>
          </w:p>
          <w:p w14:paraId="45E70076" w14:textId="77777777" w:rsidR="00A95469" w:rsidRPr="005F6A84" w:rsidRDefault="009A75C0" w:rsidP="005F6A84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95564D" w14:paraId="7440087E" w14:textId="77777777" w:rsidTr="005F6A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14:paraId="6B8F07C3" w14:textId="77777777" w:rsidR="00AE6515" w:rsidRPr="0095564D" w:rsidRDefault="00AE6515" w:rsidP="005F6A84">
            <w:pPr>
              <w:tabs>
                <w:tab w:val="left" w:pos="-2160"/>
              </w:tabs>
              <w:jc w:val="right"/>
              <w:rPr>
                <w:color w:val="000000" w:themeColor="text1"/>
              </w:rPr>
            </w:pPr>
            <w:r w:rsidRPr="0095564D">
              <w:rPr>
                <w:color w:val="000000" w:themeColor="text1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29B2F5" w14:textId="77777777" w:rsidR="00AE6515" w:rsidRPr="0095564D" w:rsidRDefault="00AE6515" w:rsidP="005F6A84">
            <w:pPr>
              <w:ind w:left="-99" w:right="-72"/>
              <w:rPr>
                <w:color w:val="000000" w:themeColor="text1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14:paraId="7FC3493A" w14:textId="77777777" w:rsidR="00AE6515" w:rsidRPr="0095564D" w:rsidRDefault="00AE6515" w:rsidP="005F6A84">
            <w:pPr>
              <w:ind w:left="-99" w:right="-37"/>
              <w:jc w:val="center"/>
              <w:rPr>
                <w:color w:val="000000" w:themeColor="text1"/>
              </w:rPr>
            </w:pPr>
            <w:r w:rsidRPr="0095564D">
              <w:rPr>
                <w:color w:val="000000" w:themeColor="text1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DD2950" w14:textId="77777777" w:rsidR="00AE6515" w:rsidRPr="0095564D" w:rsidRDefault="00AE6515" w:rsidP="005F6A84">
            <w:pPr>
              <w:ind w:left="-99" w:right="-72"/>
              <w:rPr>
                <w:color w:val="000000" w:themeColor="text1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14:paraId="1C86A3A1" w14:textId="77777777" w:rsidR="00AE6515" w:rsidRPr="0095564D" w:rsidRDefault="00AE6515" w:rsidP="005F6A84">
            <w:pPr>
              <w:ind w:left="-99" w:right="-72"/>
              <w:jc w:val="center"/>
              <w:rPr>
                <w:color w:val="000000" w:themeColor="text1"/>
              </w:rPr>
            </w:pPr>
          </w:p>
        </w:tc>
      </w:tr>
      <w:tr w:rsidR="003B67BB" w:rsidRPr="00D77BD7" w14:paraId="31DD55B7" w14:textId="77777777" w:rsidTr="005F6A84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14:paraId="5792B2AC" w14:textId="77777777" w:rsidR="00B269AE" w:rsidRPr="00D77BD7" w:rsidRDefault="006D373F" w:rsidP="005E77AA">
            <w:pPr>
              <w:tabs>
                <w:tab w:val="left" w:pos="4820"/>
              </w:tabs>
              <w:spacing w:before="480" w:after="480" w:line="240" w:lineRule="exact"/>
              <w:ind w:right="4676"/>
              <w:jc w:val="both"/>
              <w:rPr>
                <w:color w:val="000000" w:themeColor="text1"/>
                <w:sz w:val="26"/>
                <w:szCs w:val="26"/>
              </w:rPr>
            </w:pPr>
            <w:r w:rsidRPr="00D77BD7"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40F08F39" wp14:editId="67B362DC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group w14:anchorId="27422F8F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">
                      <v:group id="Group 12" o:spid="_x0000_s1027" style="position:absolute;left:1678;top:4659;width:57;height:57" coordorigin="1678,4659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line id="Line 6" o:spid="_x0000_s1028" style="position:absolute;visibility:visible;mso-wrap-style:square" from="1678,4659" to="1735,4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" strokeweight=".5pt"/>
                        <v:line id="Line 7" o:spid="_x0000_s1029" style="position:absolute;visibility:visible;mso-wrap-style:square" from="1678,4659" to="1678,4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" strokeweight=".5pt"/>
                      </v:group>
                      <v:group id="Group 15" o:spid="_x0000_s1030" style="position:absolute;left:6157;top:4659;width:57;height:57" coordorigin="6157,4659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line id="Line 8" o:spid="_x0000_s1031" style="position:absolute;visibility:visible;mso-wrap-style:square" from="6157,4659" to="6214,4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" strokeweight=".5pt"/>
                        <v:line id="Line 9" o:spid="_x0000_s1032" style="position:absolute;visibility:visible;mso-wrap-style:square" from="6214,4659" to="6214,4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796D5E" w:rsidRPr="00D77BD7">
              <w:rPr>
                <w:color w:val="000000" w:themeColor="text1"/>
                <w:sz w:val="26"/>
                <w:szCs w:val="26"/>
              </w:rPr>
              <w:t>О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 xml:space="preserve"> внесении изменений в </w:t>
            </w:r>
            <w:r w:rsidR="005E77AA">
              <w:rPr>
                <w:color w:val="000000" w:themeColor="text1"/>
                <w:sz w:val="26"/>
                <w:szCs w:val="26"/>
              </w:rPr>
              <w:t xml:space="preserve">пункт 9 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>Порядк</w:t>
            </w:r>
            <w:r w:rsidR="005E77AA">
              <w:rPr>
                <w:color w:val="000000" w:themeColor="text1"/>
                <w:sz w:val="26"/>
                <w:szCs w:val="26"/>
              </w:rPr>
              <w:t>а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 xml:space="preserve"> </w:t>
            </w:r>
            <w:r w:rsidR="00A2518E">
              <w:rPr>
                <w:color w:val="000000" w:themeColor="text1"/>
                <w:sz w:val="26"/>
                <w:szCs w:val="26"/>
              </w:rPr>
              <w:t>определения части территории муниц</w:t>
            </w:r>
            <w:r w:rsidR="00A2518E">
              <w:rPr>
                <w:color w:val="000000" w:themeColor="text1"/>
                <w:sz w:val="26"/>
                <w:szCs w:val="26"/>
              </w:rPr>
              <w:t>и</w:t>
            </w:r>
            <w:r w:rsidR="00A2518E">
              <w:rPr>
                <w:color w:val="000000" w:themeColor="text1"/>
                <w:sz w:val="26"/>
                <w:szCs w:val="26"/>
              </w:rPr>
              <w:t>пального образования город Усть-Илимск, на которой могут реализовываться иници</w:t>
            </w:r>
            <w:r w:rsidR="00A2518E">
              <w:rPr>
                <w:color w:val="000000" w:themeColor="text1"/>
                <w:sz w:val="26"/>
                <w:szCs w:val="26"/>
              </w:rPr>
              <w:t>а</w:t>
            </w:r>
            <w:r w:rsidR="00A2518E">
              <w:rPr>
                <w:color w:val="000000" w:themeColor="text1"/>
                <w:sz w:val="26"/>
                <w:szCs w:val="26"/>
              </w:rPr>
              <w:t>тивные проекты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>, утвержденн</w:t>
            </w:r>
            <w:r w:rsidR="005E77AA">
              <w:rPr>
                <w:color w:val="000000" w:themeColor="text1"/>
                <w:sz w:val="26"/>
                <w:szCs w:val="26"/>
              </w:rPr>
              <w:t>ого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 xml:space="preserve"> решением Городской Думы города Усть-Илимска от </w:t>
            </w:r>
            <w:r w:rsidR="004222A1">
              <w:rPr>
                <w:color w:val="000000" w:themeColor="text1"/>
                <w:sz w:val="26"/>
                <w:szCs w:val="26"/>
              </w:rPr>
              <w:t>14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>.</w:t>
            </w:r>
            <w:r w:rsidR="004222A1">
              <w:rPr>
                <w:color w:val="000000" w:themeColor="text1"/>
                <w:sz w:val="26"/>
                <w:szCs w:val="26"/>
              </w:rPr>
              <w:t>1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>0.2021г. № 2</w:t>
            </w:r>
            <w:r w:rsidR="004222A1">
              <w:rPr>
                <w:color w:val="000000" w:themeColor="text1"/>
                <w:sz w:val="26"/>
                <w:szCs w:val="26"/>
              </w:rPr>
              <w:t>8</w:t>
            </w:r>
            <w:r w:rsidR="00CB5D7F" w:rsidRPr="00D77BD7">
              <w:rPr>
                <w:color w:val="000000" w:themeColor="text1"/>
                <w:sz w:val="26"/>
                <w:szCs w:val="26"/>
              </w:rPr>
              <w:t>/1</w:t>
            </w:r>
            <w:r w:rsidR="004222A1">
              <w:rPr>
                <w:color w:val="000000" w:themeColor="text1"/>
                <w:sz w:val="26"/>
                <w:szCs w:val="26"/>
              </w:rPr>
              <w:t>72</w:t>
            </w:r>
          </w:p>
        </w:tc>
      </w:tr>
    </w:tbl>
    <w:p w14:paraId="132E102B" w14:textId="77777777" w:rsidR="00820101" w:rsidRPr="00D77BD7" w:rsidRDefault="005E77AA" w:rsidP="00804527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соответствии с Порядком проведения на территории Иркутской области ко</w:t>
      </w:r>
      <w:r>
        <w:rPr>
          <w:color w:val="000000" w:themeColor="text1"/>
          <w:sz w:val="26"/>
          <w:szCs w:val="26"/>
        </w:rPr>
        <w:t>н</w:t>
      </w:r>
      <w:r>
        <w:rPr>
          <w:color w:val="000000" w:themeColor="text1"/>
          <w:sz w:val="26"/>
          <w:szCs w:val="26"/>
        </w:rPr>
        <w:t>курсного отбора инициативных проектов, выдвигаемых для получения финансовой поддержки за счет межбюджетных трансфертов из бюджета Иркутской области, утвержденным постановлением Правительства Иркутской области от 31.08.2022г. № 679-пп «О реализации отдельных положений Закона Иркутской области от 6 мая 2022 года № 33-ОЗ «Об отдельных вопросах реализации на территории Иркутской области инициативных проектов»</w:t>
      </w:r>
      <w:r w:rsidR="00CA53A8">
        <w:rPr>
          <w:color w:val="000000" w:themeColor="text1"/>
          <w:sz w:val="26"/>
          <w:szCs w:val="26"/>
        </w:rPr>
        <w:t>,</w:t>
      </w:r>
      <w:r>
        <w:rPr>
          <w:color w:val="000000" w:themeColor="text1"/>
          <w:sz w:val="26"/>
          <w:szCs w:val="26"/>
        </w:rPr>
        <w:t xml:space="preserve"> р</w:t>
      </w:r>
      <w:r w:rsidR="00804527" w:rsidRPr="00D77BD7">
        <w:rPr>
          <w:color w:val="000000" w:themeColor="text1"/>
          <w:sz w:val="26"/>
          <w:szCs w:val="26"/>
        </w:rPr>
        <w:t>уководствуясь</w:t>
      </w:r>
      <w:r>
        <w:rPr>
          <w:color w:val="000000" w:themeColor="text1"/>
          <w:sz w:val="26"/>
          <w:szCs w:val="26"/>
        </w:rPr>
        <w:t xml:space="preserve"> статьями</w:t>
      </w:r>
      <w:r w:rsidR="00804527" w:rsidRPr="00D77BD7">
        <w:rPr>
          <w:color w:val="000000" w:themeColor="text1"/>
          <w:sz w:val="26"/>
          <w:szCs w:val="26"/>
        </w:rPr>
        <w:t xml:space="preserve"> </w:t>
      </w:r>
      <w:r w:rsidR="001E20E4" w:rsidRPr="00D77BD7">
        <w:rPr>
          <w:color w:val="000000" w:themeColor="text1"/>
          <w:sz w:val="26"/>
          <w:szCs w:val="26"/>
        </w:rPr>
        <w:t>23,</w:t>
      </w:r>
      <w:r w:rsidR="00433BFC" w:rsidRPr="00D77BD7">
        <w:rPr>
          <w:color w:val="000000" w:themeColor="text1"/>
          <w:sz w:val="26"/>
          <w:szCs w:val="26"/>
        </w:rPr>
        <w:t xml:space="preserve"> 25,</w:t>
      </w:r>
      <w:r w:rsidR="001E20E4" w:rsidRPr="00D77BD7">
        <w:rPr>
          <w:color w:val="000000" w:themeColor="text1"/>
          <w:sz w:val="26"/>
          <w:szCs w:val="26"/>
        </w:rPr>
        <w:t xml:space="preserve"> 34, 43</w:t>
      </w:r>
      <w:r w:rsidR="00820101" w:rsidRPr="00D77BD7">
        <w:rPr>
          <w:color w:val="000000" w:themeColor="text1"/>
          <w:sz w:val="26"/>
          <w:szCs w:val="26"/>
        </w:rPr>
        <w:t xml:space="preserve"> Устава муниц</w:t>
      </w:r>
      <w:r w:rsidR="00820101" w:rsidRPr="00D77BD7">
        <w:rPr>
          <w:color w:val="000000" w:themeColor="text1"/>
          <w:sz w:val="26"/>
          <w:szCs w:val="26"/>
        </w:rPr>
        <w:t>и</w:t>
      </w:r>
      <w:r w:rsidR="00820101" w:rsidRPr="00D77BD7">
        <w:rPr>
          <w:color w:val="000000" w:themeColor="text1"/>
          <w:sz w:val="26"/>
          <w:szCs w:val="26"/>
        </w:rPr>
        <w:t>пального образования го</w:t>
      </w:r>
      <w:r w:rsidR="001E20E4" w:rsidRPr="00D77BD7">
        <w:rPr>
          <w:color w:val="000000" w:themeColor="text1"/>
          <w:sz w:val="26"/>
          <w:szCs w:val="26"/>
        </w:rPr>
        <w:t>род Усть-Илимск,</w:t>
      </w:r>
      <w:r w:rsidR="00A2518E">
        <w:rPr>
          <w:color w:val="000000" w:themeColor="text1"/>
          <w:sz w:val="26"/>
          <w:szCs w:val="26"/>
        </w:rPr>
        <w:t xml:space="preserve"> </w:t>
      </w:r>
      <w:r w:rsidR="001E20E4" w:rsidRPr="00D77BD7">
        <w:rPr>
          <w:color w:val="000000" w:themeColor="text1"/>
          <w:sz w:val="26"/>
          <w:szCs w:val="26"/>
        </w:rPr>
        <w:t>Городская Дума, -</w:t>
      </w:r>
    </w:p>
    <w:p w14:paraId="692F0E6C" w14:textId="77777777" w:rsidR="00317D9B" w:rsidRPr="00D77BD7" w:rsidRDefault="006D373F" w:rsidP="006F6562">
      <w:pPr>
        <w:ind w:firstLine="709"/>
        <w:jc w:val="both"/>
        <w:rPr>
          <w:b/>
          <w:color w:val="000000" w:themeColor="text1"/>
          <w:sz w:val="26"/>
          <w:szCs w:val="26"/>
        </w:rPr>
      </w:pPr>
      <w:r w:rsidRPr="00D77BD7">
        <w:rPr>
          <w:b/>
          <w:noProof/>
          <w:color w:val="000000" w:themeColor="text1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0" wp14:anchorId="67E47400" wp14:editId="42431B49">
                <wp:simplePos x="0" y="0"/>
                <wp:positionH relativeFrom="margin">
                  <wp:posOffset>0</wp:posOffset>
                </wp:positionH>
                <wp:positionV relativeFrom="page">
                  <wp:posOffset>9973310</wp:posOffset>
                </wp:positionV>
                <wp:extent cx="6120765" cy="36195"/>
                <wp:effectExtent l="0" t="0" r="13335" b="20955"/>
                <wp:wrapNone/>
                <wp:docPr id="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36195"/>
                          <a:chOff x="1701" y="15706"/>
                          <a:chExt cx="9639" cy="57"/>
                        </a:xfrm>
                      </wpg:grpSpPr>
                      <wpg:grpSp>
                        <wpg:cNvPr id="2" name="Group 18"/>
                        <wpg:cNvGrpSpPr>
                          <a:grpSpLocks/>
                        </wpg:cNvGrpSpPr>
                        <wpg:grpSpPr bwMode="auto">
                          <a:xfrm flipV="1">
                            <a:off x="1701" y="15706"/>
                            <a:ext cx="57" cy="57"/>
                            <a:chOff x="1678" y="4659"/>
                            <a:chExt cx="57" cy="57"/>
                          </a:xfrm>
                        </wpg:grpSpPr>
                        <wps:wsp>
                          <wps:cNvPr id="3" name="Line 19"/>
                          <wps:cNvCnPr/>
                          <wps:spPr bwMode="auto">
                            <a:xfrm>
                              <a:off x="1678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20"/>
                          <wps:cNvCnPr/>
                          <wps:spPr bwMode="auto">
                            <a:xfrm>
                              <a:off x="1678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" name="Group 21"/>
                        <wpg:cNvGrpSpPr>
                          <a:grpSpLocks/>
                        </wpg:cNvGrpSpPr>
                        <wpg:grpSpPr bwMode="auto">
                          <a:xfrm flipV="1">
                            <a:off x="11283" y="15706"/>
                            <a:ext cx="57" cy="57"/>
                            <a:chOff x="6157" y="4659"/>
                            <a:chExt cx="57" cy="57"/>
                          </a:xfrm>
                        </wpg:grpSpPr>
                        <wps:wsp>
                          <wps:cNvPr id="6" name="Line 22"/>
                          <wps:cNvCnPr/>
                          <wps:spPr bwMode="auto">
                            <a:xfrm>
                              <a:off x="6157" y="4659"/>
                              <a:ext cx="5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23"/>
                          <wps:cNvCnPr/>
                          <wps:spPr bwMode="auto">
                            <a:xfrm>
                              <a:off x="6214" y="4659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2DC12C81" id="Group 24" o:spid="_x0000_s1026" style="position:absolute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" o:allowoverlap="f">
                <v:group id="Group 18" o:spid="_x0000_s1027" style="position:absolute;left:1701;top:15706;width:57;height:57;flip:y" coordorigin="1678,4659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">
                  <v:line id="Line 19" o:spid="_x0000_s1028" style="position:absolute;visibility:visible;mso-wrap-style:square" from="1678,4659" to="1735,4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" strokeweight=".5pt"/>
                  <v:line id="Line 20" o:spid="_x0000_s1029" style="position:absolute;visibility:visible;mso-wrap-style:square" from="1678,4659" to="1678,4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" strokeweight=".5pt"/>
                </v:group>
                <v:group id="Group 21" o:spid="_x0000_s1030" style="position:absolute;left:11283;top:15706;width:57;height:57;flip:y" coordorigin="6157,4659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">
                  <v:line id="Line 22" o:spid="_x0000_s1031" style="position:absolute;visibility:visible;mso-wrap-style:square" from="6157,4659" to="6214,46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" strokeweight=".5pt"/>
                  <v:line id="Line 23" o:spid="_x0000_s1032" style="position:absolute;visibility:visible;mso-wrap-style:square" from="6214,4659" to="6214,4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" strokeweight=".5pt"/>
                </v:group>
                <w10:wrap anchorx="margin" anchory="page"/>
              </v:group>
            </w:pict>
          </mc:Fallback>
        </mc:AlternateContent>
      </w:r>
      <w:r w:rsidR="00820101" w:rsidRPr="00D77BD7">
        <w:rPr>
          <w:b/>
          <w:color w:val="000000" w:themeColor="text1"/>
          <w:sz w:val="26"/>
          <w:szCs w:val="26"/>
        </w:rPr>
        <w:t>РЕШИЛА:</w:t>
      </w:r>
    </w:p>
    <w:p w14:paraId="4D49260B" w14:textId="77777777" w:rsidR="00820101" w:rsidRPr="00D77BD7" w:rsidRDefault="00820101" w:rsidP="001E20E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D77BD7">
        <w:rPr>
          <w:color w:val="000000" w:themeColor="text1"/>
          <w:sz w:val="26"/>
          <w:szCs w:val="26"/>
        </w:rPr>
        <w:t xml:space="preserve">1. </w:t>
      </w:r>
      <w:r w:rsidR="00A60F90" w:rsidRPr="00D77BD7">
        <w:rPr>
          <w:color w:val="000000" w:themeColor="text1"/>
          <w:sz w:val="26"/>
          <w:szCs w:val="26"/>
        </w:rPr>
        <w:t xml:space="preserve">Внести в </w:t>
      </w:r>
      <w:r w:rsidR="00FB379D">
        <w:rPr>
          <w:color w:val="000000" w:themeColor="text1"/>
          <w:sz w:val="26"/>
          <w:szCs w:val="26"/>
        </w:rPr>
        <w:t xml:space="preserve">пункт 9 </w:t>
      </w:r>
      <w:r w:rsidR="00F9546C" w:rsidRPr="00F9546C">
        <w:rPr>
          <w:color w:val="000000" w:themeColor="text1"/>
          <w:sz w:val="26"/>
          <w:szCs w:val="26"/>
        </w:rPr>
        <w:t>Порядк</w:t>
      </w:r>
      <w:r w:rsidR="00FB379D">
        <w:rPr>
          <w:color w:val="000000" w:themeColor="text1"/>
          <w:sz w:val="26"/>
          <w:szCs w:val="26"/>
        </w:rPr>
        <w:t>а</w:t>
      </w:r>
      <w:r w:rsidR="00F9546C" w:rsidRPr="00F9546C">
        <w:rPr>
          <w:color w:val="000000" w:themeColor="text1"/>
          <w:sz w:val="26"/>
          <w:szCs w:val="26"/>
        </w:rPr>
        <w:t xml:space="preserve"> определения части территории муниципального образования город Усть-Илимск, на которой могут реализовываться инициативные проекты, утвержденн</w:t>
      </w:r>
      <w:r w:rsidR="00BF6359">
        <w:rPr>
          <w:color w:val="000000" w:themeColor="text1"/>
          <w:sz w:val="26"/>
          <w:szCs w:val="26"/>
        </w:rPr>
        <w:t>ого</w:t>
      </w:r>
      <w:r w:rsidR="00F9546C" w:rsidRPr="00F9546C">
        <w:rPr>
          <w:color w:val="000000" w:themeColor="text1"/>
          <w:sz w:val="26"/>
          <w:szCs w:val="26"/>
        </w:rPr>
        <w:t xml:space="preserve"> решением Городской Думы города Усть-Илимска от 14.10.2021г. № 28/172</w:t>
      </w:r>
      <w:r w:rsidR="00A60F90" w:rsidRPr="00D77BD7">
        <w:rPr>
          <w:color w:val="000000" w:themeColor="text1"/>
          <w:sz w:val="26"/>
          <w:szCs w:val="26"/>
        </w:rPr>
        <w:t>, следующие изменения:</w:t>
      </w:r>
    </w:p>
    <w:p w14:paraId="0A45418D" w14:textId="0A5A55DD" w:rsidR="00F9546C" w:rsidRDefault="00F9546C" w:rsidP="00240AE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1) подпункт 1.1 </w:t>
      </w:r>
      <w:r w:rsidR="00C23051">
        <w:rPr>
          <w:color w:val="000000" w:themeColor="text1"/>
          <w:sz w:val="26"/>
          <w:szCs w:val="26"/>
        </w:rPr>
        <w:t>исключить;</w:t>
      </w:r>
    </w:p>
    <w:p w14:paraId="2C43D1D4" w14:textId="5748B378" w:rsidR="00F9546C" w:rsidRDefault="00F9546C" w:rsidP="00240AE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2) подпункт 2</w:t>
      </w:r>
      <w:r w:rsidR="00C23051">
        <w:rPr>
          <w:color w:val="000000" w:themeColor="text1"/>
          <w:sz w:val="26"/>
          <w:szCs w:val="26"/>
        </w:rPr>
        <w:t xml:space="preserve"> исключить</w:t>
      </w:r>
      <w:r w:rsidR="00BF6359">
        <w:rPr>
          <w:color w:val="000000" w:themeColor="text1"/>
          <w:sz w:val="26"/>
          <w:szCs w:val="26"/>
        </w:rPr>
        <w:t>.</w:t>
      </w:r>
    </w:p>
    <w:p w14:paraId="40D58F87" w14:textId="1B19F84F" w:rsidR="006E5A12" w:rsidRDefault="00BF6359" w:rsidP="006E5A1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</w:t>
      </w:r>
      <w:r w:rsidR="006E5A12" w:rsidRPr="00D77BD7">
        <w:rPr>
          <w:color w:val="000000" w:themeColor="text1"/>
          <w:sz w:val="26"/>
          <w:szCs w:val="26"/>
        </w:rPr>
        <w:t>. Опубликовать настоящее решение в газете «Усть-Илимск официальный», разместить в сетевом издании «UST-ILIMSK» (www.усть-илимскофициальный.рф), на официальных сайтах Городской Думы города Усть-Илимска, Администрации г</w:t>
      </w:r>
      <w:r w:rsidR="006E5A12" w:rsidRPr="00D77BD7">
        <w:rPr>
          <w:color w:val="000000" w:themeColor="text1"/>
          <w:sz w:val="26"/>
          <w:szCs w:val="26"/>
        </w:rPr>
        <w:t>о</w:t>
      </w:r>
      <w:r w:rsidR="006E5A12" w:rsidRPr="00D77BD7">
        <w:rPr>
          <w:color w:val="000000" w:themeColor="text1"/>
          <w:sz w:val="26"/>
          <w:szCs w:val="26"/>
        </w:rPr>
        <w:t>рода Усть-Илимска.</w:t>
      </w:r>
    </w:p>
    <w:p w14:paraId="4E57AFE3" w14:textId="77777777" w:rsidR="00C23051" w:rsidRPr="00D77BD7" w:rsidRDefault="00C23051" w:rsidP="006E5A1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14:paraId="5BEFFBE4" w14:textId="77777777" w:rsidR="00055658" w:rsidRPr="00D77BD7" w:rsidRDefault="00055658" w:rsidP="00055658">
      <w:pPr>
        <w:jc w:val="both"/>
        <w:rPr>
          <w:b/>
          <w:color w:val="000000" w:themeColor="text1"/>
          <w:sz w:val="26"/>
          <w:szCs w:val="26"/>
        </w:rPr>
      </w:pPr>
    </w:p>
    <w:p w14:paraId="209F4F78" w14:textId="77777777" w:rsidR="00055658" w:rsidRPr="00D77BD7" w:rsidRDefault="00055658" w:rsidP="00055658">
      <w:pPr>
        <w:jc w:val="both"/>
        <w:rPr>
          <w:b/>
          <w:color w:val="000000" w:themeColor="text1"/>
          <w:sz w:val="26"/>
          <w:szCs w:val="26"/>
        </w:rPr>
      </w:pPr>
      <w:r w:rsidRPr="00D77BD7">
        <w:rPr>
          <w:b/>
          <w:color w:val="000000" w:themeColor="text1"/>
          <w:sz w:val="26"/>
          <w:szCs w:val="26"/>
        </w:rPr>
        <w:t xml:space="preserve">Председатель Городской Думы                                               </w:t>
      </w:r>
      <w:r w:rsidR="00E815B3">
        <w:rPr>
          <w:b/>
          <w:color w:val="000000" w:themeColor="text1"/>
          <w:sz w:val="26"/>
          <w:szCs w:val="26"/>
        </w:rPr>
        <w:t xml:space="preserve">              </w:t>
      </w:r>
      <w:r w:rsidRPr="00D77BD7">
        <w:rPr>
          <w:b/>
          <w:color w:val="000000" w:themeColor="text1"/>
          <w:sz w:val="26"/>
          <w:szCs w:val="26"/>
        </w:rPr>
        <w:t xml:space="preserve"> А.П. Чихирьков</w:t>
      </w:r>
    </w:p>
    <w:p w14:paraId="1AB868D1" w14:textId="77777777" w:rsidR="00055658" w:rsidRPr="00D77BD7" w:rsidRDefault="00055658" w:rsidP="00055658">
      <w:pPr>
        <w:jc w:val="both"/>
        <w:rPr>
          <w:b/>
          <w:color w:val="000000" w:themeColor="text1"/>
          <w:sz w:val="26"/>
          <w:szCs w:val="26"/>
        </w:rPr>
      </w:pPr>
    </w:p>
    <w:p w14:paraId="2F99D293" w14:textId="77777777" w:rsidR="001E36BB" w:rsidRDefault="00055658" w:rsidP="00E815B3">
      <w:pPr>
        <w:jc w:val="both"/>
        <w:rPr>
          <w:color w:val="000000" w:themeColor="text1"/>
          <w:sz w:val="28"/>
          <w:szCs w:val="28"/>
        </w:rPr>
      </w:pPr>
      <w:r w:rsidRPr="00D77BD7">
        <w:rPr>
          <w:b/>
          <w:color w:val="000000" w:themeColor="text1"/>
          <w:sz w:val="26"/>
          <w:szCs w:val="26"/>
        </w:rPr>
        <w:t xml:space="preserve">Мэр города                                                                                  </w:t>
      </w:r>
      <w:r w:rsidR="00E815B3">
        <w:rPr>
          <w:b/>
          <w:color w:val="000000" w:themeColor="text1"/>
          <w:sz w:val="26"/>
          <w:szCs w:val="26"/>
        </w:rPr>
        <w:t xml:space="preserve">             </w:t>
      </w:r>
      <w:r w:rsidRPr="00D77BD7">
        <w:rPr>
          <w:b/>
          <w:color w:val="000000" w:themeColor="text1"/>
          <w:sz w:val="26"/>
          <w:szCs w:val="26"/>
        </w:rPr>
        <w:t xml:space="preserve">       А. И. Щекина</w:t>
      </w:r>
    </w:p>
    <w:p w14:paraId="3B30112B" w14:textId="77777777" w:rsidR="00DB29CE" w:rsidRDefault="00DB29CE" w:rsidP="006F6562">
      <w:pPr>
        <w:ind w:firstLine="709"/>
        <w:jc w:val="both"/>
        <w:rPr>
          <w:color w:val="000000" w:themeColor="text1"/>
          <w:sz w:val="28"/>
          <w:szCs w:val="28"/>
        </w:rPr>
        <w:sectPr w:rsidR="00DB29CE" w:rsidSect="00E815B3">
          <w:headerReference w:type="even" r:id="rId9"/>
          <w:headerReference w:type="default" r:id="rId10"/>
          <w:pgSz w:w="11906" w:h="16838" w:code="9"/>
          <w:pgMar w:top="709" w:right="567" w:bottom="426" w:left="1701" w:header="567" w:footer="567" w:gutter="0"/>
          <w:cols w:space="708"/>
          <w:titlePg/>
          <w:docGrid w:linePitch="360"/>
        </w:sectPr>
      </w:pPr>
    </w:p>
    <w:p w14:paraId="3E0F6833" w14:textId="77777777" w:rsidR="00715383" w:rsidRPr="00537D0A" w:rsidRDefault="00715383" w:rsidP="00715383">
      <w:pPr>
        <w:widowControl w:val="0"/>
        <w:suppressAutoHyphens/>
        <w:jc w:val="center"/>
        <w:outlineLvl w:val="0"/>
        <w:rPr>
          <w:rFonts w:eastAsia="Lucida Sans Unicode" w:cs="Tahoma"/>
          <w:b/>
          <w:lang w:eastAsia="en-US" w:bidi="en-US"/>
        </w:rPr>
      </w:pPr>
      <w:r w:rsidRPr="00537D0A">
        <w:rPr>
          <w:rFonts w:eastAsia="Lucida Sans Unicode" w:cs="Tahoma"/>
          <w:b/>
          <w:lang w:eastAsia="en-US" w:bidi="en-US"/>
        </w:rPr>
        <w:lastRenderedPageBreak/>
        <w:t>Пояснительная записка</w:t>
      </w:r>
    </w:p>
    <w:p w14:paraId="701D549A" w14:textId="77777777" w:rsidR="00715383" w:rsidRPr="00537D0A" w:rsidRDefault="00715383" w:rsidP="00715383">
      <w:pPr>
        <w:widowControl w:val="0"/>
        <w:suppressAutoHyphens/>
        <w:jc w:val="center"/>
        <w:rPr>
          <w:rFonts w:eastAsia="Lucida Sans Unicode" w:cs="Tahoma"/>
          <w:b/>
          <w:lang w:eastAsia="en-US" w:bidi="en-US"/>
        </w:rPr>
      </w:pPr>
      <w:r w:rsidRPr="00537D0A">
        <w:rPr>
          <w:rFonts w:eastAsia="Lucida Sans Unicode" w:cs="Tahoma"/>
          <w:b/>
          <w:lang w:eastAsia="en-US" w:bidi="en-US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14:paraId="30437D40" w14:textId="77777777" w:rsidR="00715383" w:rsidRPr="00537D0A" w:rsidRDefault="00715383" w:rsidP="00715383">
      <w:pPr>
        <w:widowControl w:val="0"/>
        <w:suppressAutoHyphens/>
        <w:jc w:val="center"/>
        <w:rPr>
          <w:rFonts w:eastAsia="Lucida Sans Unicode" w:cs="Tahoma"/>
          <w:b/>
          <w:lang w:eastAsia="en-US" w:bidi="en-US"/>
        </w:rPr>
      </w:pPr>
    </w:p>
    <w:p w14:paraId="2828C9E8" w14:textId="77777777" w:rsidR="00715383" w:rsidRPr="00537D0A" w:rsidRDefault="00715383" w:rsidP="00715383">
      <w:pPr>
        <w:widowControl w:val="0"/>
        <w:suppressAutoHyphens/>
        <w:jc w:val="both"/>
        <w:outlineLvl w:val="0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Тип проекта правового акта:</w:t>
      </w:r>
      <w:r w:rsidRPr="00ED009B">
        <w:rPr>
          <w:rFonts w:eastAsia="Lucida Sans Unicode" w:cs="Tahoma"/>
          <w:b/>
          <w:bCs/>
          <w:lang w:eastAsia="en-US" w:bidi="en-US"/>
        </w:rPr>
        <w:t xml:space="preserve"> </w:t>
      </w:r>
      <w:r w:rsidRPr="00537D0A">
        <w:rPr>
          <w:rFonts w:eastAsia="Lucida Sans Unicode" w:cs="Tahoma"/>
          <w:lang w:eastAsia="en-US" w:bidi="en-US"/>
        </w:rPr>
        <w:t>решение Гор</w:t>
      </w:r>
      <w:r>
        <w:rPr>
          <w:rFonts w:eastAsia="Lucida Sans Unicode" w:cs="Tahoma"/>
          <w:lang w:eastAsia="en-US" w:bidi="en-US"/>
        </w:rPr>
        <w:t>одской Думы города Усть-Илимска.</w:t>
      </w:r>
    </w:p>
    <w:p w14:paraId="3FD691F6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14:paraId="25AA6B8D" w14:textId="2F32206A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bCs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Наименование проекта правового акта:</w:t>
      </w:r>
      <w:r w:rsidRPr="00537D0A">
        <w:rPr>
          <w:rFonts w:eastAsia="Lucida Sans Unicode" w:cs="Tahoma"/>
          <w:lang w:eastAsia="en-US" w:bidi="en-US"/>
        </w:rPr>
        <w:t xml:space="preserve"> </w:t>
      </w:r>
      <w:r w:rsidRPr="00F823D8">
        <w:rPr>
          <w:rFonts w:eastAsia="Lucida Sans Unicode" w:cs="Tahoma"/>
          <w:lang w:eastAsia="en-US" w:bidi="en-US"/>
        </w:rPr>
        <w:t xml:space="preserve">О внесении изменений в </w:t>
      </w:r>
      <w:r>
        <w:rPr>
          <w:rFonts w:eastAsia="Lucida Sans Unicode" w:cs="Tahoma"/>
          <w:lang w:eastAsia="en-US" w:bidi="en-US"/>
        </w:rPr>
        <w:t xml:space="preserve">пункт 9 </w:t>
      </w:r>
      <w:r w:rsidRPr="00F823D8">
        <w:rPr>
          <w:rFonts w:eastAsia="Lucida Sans Unicode" w:cs="Tahoma"/>
          <w:lang w:eastAsia="en-US" w:bidi="en-US"/>
        </w:rPr>
        <w:t>Порядк</w:t>
      </w:r>
      <w:r>
        <w:rPr>
          <w:rFonts w:eastAsia="Lucida Sans Unicode" w:cs="Tahoma"/>
          <w:lang w:eastAsia="en-US" w:bidi="en-US"/>
        </w:rPr>
        <w:t>а</w:t>
      </w:r>
      <w:r w:rsidRPr="00F823D8">
        <w:rPr>
          <w:rFonts w:eastAsia="Lucida Sans Unicode" w:cs="Tahoma"/>
          <w:lang w:eastAsia="en-US" w:bidi="en-US"/>
        </w:rPr>
        <w:t xml:space="preserve"> определения части территории муниципального образования город Усть-Илимск, на которой могут реализовываться инициативные проекты, утвержденн</w:t>
      </w:r>
      <w:r>
        <w:rPr>
          <w:rFonts w:eastAsia="Lucida Sans Unicode" w:cs="Tahoma"/>
          <w:lang w:eastAsia="en-US" w:bidi="en-US"/>
        </w:rPr>
        <w:t>ого</w:t>
      </w:r>
      <w:r w:rsidRPr="00F823D8">
        <w:rPr>
          <w:rFonts w:eastAsia="Lucida Sans Unicode" w:cs="Tahoma"/>
          <w:lang w:eastAsia="en-US" w:bidi="en-US"/>
        </w:rPr>
        <w:t xml:space="preserve"> решением Городской Думы города Усть-Илимска от 14.10.2021</w:t>
      </w:r>
      <w:r w:rsidR="00ED009B">
        <w:rPr>
          <w:rFonts w:eastAsia="Lucida Sans Unicode" w:cs="Tahoma"/>
          <w:lang w:eastAsia="en-US" w:bidi="en-US"/>
        </w:rPr>
        <w:t xml:space="preserve"> </w:t>
      </w:r>
      <w:r w:rsidRPr="00F823D8">
        <w:rPr>
          <w:rFonts w:eastAsia="Lucida Sans Unicode" w:cs="Tahoma"/>
          <w:lang w:eastAsia="en-US" w:bidi="en-US"/>
        </w:rPr>
        <w:t>г. № 28/172</w:t>
      </w:r>
    </w:p>
    <w:p w14:paraId="15ECCA41" w14:textId="77777777" w:rsidR="00715383" w:rsidRPr="00D20984" w:rsidRDefault="00715383" w:rsidP="00715383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14:paraId="3817E4C6" w14:textId="6A1EB6AE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Субъект правотворческой инициативы:</w:t>
      </w:r>
      <w:r w:rsidRPr="00537D0A">
        <w:rPr>
          <w:rFonts w:eastAsia="Lucida Sans Unicode" w:cs="Tahoma"/>
          <w:lang w:eastAsia="en-US" w:bidi="en-US"/>
        </w:rPr>
        <w:t xml:space="preserve"> </w:t>
      </w:r>
      <w:r w:rsidR="00ED009B">
        <w:rPr>
          <w:rFonts w:eastAsia="Lucida Sans Unicode" w:cs="Tahoma"/>
          <w:lang w:eastAsia="en-US" w:bidi="en-US"/>
        </w:rPr>
        <w:t>депутат Городской Думы</w:t>
      </w:r>
      <w:r w:rsidRPr="00537D0A">
        <w:rPr>
          <w:rFonts w:eastAsia="Lucida Sans Unicode" w:cs="Tahoma"/>
          <w:lang w:eastAsia="en-US" w:bidi="en-US"/>
        </w:rPr>
        <w:t xml:space="preserve"> города Усть-Илимска.</w:t>
      </w:r>
    </w:p>
    <w:p w14:paraId="07B04C83" w14:textId="77777777" w:rsidR="00715383" w:rsidRPr="00537D0A" w:rsidRDefault="00715383" w:rsidP="00715383">
      <w:pPr>
        <w:widowControl w:val="0"/>
        <w:suppressAutoHyphens/>
        <w:autoSpaceDE w:val="0"/>
        <w:autoSpaceDN w:val="0"/>
        <w:adjustRightInd w:val="0"/>
        <w:jc w:val="both"/>
        <w:rPr>
          <w:rFonts w:eastAsia="Lucida Sans Unicode" w:cs="Tahoma"/>
          <w:b/>
          <w:u w:val="single"/>
          <w:lang w:eastAsia="en-US" w:bidi="en-US"/>
        </w:rPr>
      </w:pPr>
    </w:p>
    <w:p w14:paraId="1173E322" w14:textId="77777777" w:rsidR="00715383" w:rsidRDefault="00715383" w:rsidP="00715383">
      <w:pPr>
        <w:autoSpaceDE w:val="0"/>
        <w:autoSpaceDN w:val="0"/>
        <w:adjustRightInd w:val="0"/>
        <w:jc w:val="both"/>
      </w:pPr>
      <w:r w:rsidRPr="00537D0A">
        <w:rPr>
          <w:b/>
          <w:u w:val="single"/>
        </w:rPr>
        <w:t>Правовое обоснование принятия проекта правового акта:</w:t>
      </w:r>
      <w:r w:rsidRPr="00537D0A">
        <w:t xml:space="preserve"> </w:t>
      </w:r>
    </w:p>
    <w:p w14:paraId="25DD42E7" w14:textId="311253F5" w:rsidR="00715383" w:rsidRPr="00F823D8" w:rsidRDefault="00715383" w:rsidP="00715383">
      <w:pPr>
        <w:autoSpaceDE w:val="0"/>
        <w:autoSpaceDN w:val="0"/>
        <w:adjustRightInd w:val="0"/>
        <w:jc w:val="both"/>
      </w:pPr>
      <w:r>
        <w:t>Федеральный закон от 06.10.2003</w:t>
      </w:r>
      <w:r w:rsidR="00ED009B">
        <w:t xml:space="preserve"> </w:t>
      </w:r>
      <w:r>
        <w:t>г. № 131-ФЗ «Об общих принципах организации местного самоуправления в Российской Федерации»;</w:t>
      </w:r>
    </w:p>
    <w:p w14:paraId="345C708F" w14:textId="272BA27D" w:rsidR="00715383" w:rsidRDefault="00715383" w:rsidP="00715383">
      <w:pPr>
        <w:autoSpaceDE w:val="0"/>
        <w:autoSpaceDN w:val="0"/>
        <w:adjustRightInd w:val="0"/>
        <w:jc w:val="both"/>
      </w:pPr>
      <w:r>
        <w:t>Закон Иркутской области от 06.05.2022</w:t>
      </w:r>
      <w:r w:rsidR="00ED009B">
        <w:t xml:space="preserve"> </w:t>
      </w:r>
      <w:r>
        <w:t>г. № 33-ОЗ «Об отдельных вопросах реализации на те</w:t>
      </w:r>
      <w:r>
        <w:t>р</w:t>
      </w:r>
      <w:r>
        <w:t>ритории Иркутской области инициативных проектов»;</w:t>
      </w:r>
    </w:p>
    <w:p w14:paraId="5956F337" w14:textId="50056FFF" w:rsidR="00715383" w:rsidRPr="00562017" w:rsidRDefault="00715383" w:rsidP="00715383">
      <w:pPr>
        <w:autoSpaceDE w:val="0"/>
        <w:autoSpaceDN w:val="0"/>
        <w:adjustRightInd w:val="0"/>
        <w:jc w:val="both"/>
      </w:pPr>
      <w:r w:rsidRPr="00F823D8">
        <w:t>постановление Правительства Иркутской области от 31.08.2022</w:t>
      </w:r>
      <w:r w:rsidR="00ED009B">
        <w:t xml:space="preserve"> </w:t>
      </w:r>
      <w:r w:rsidRPr="00F823D8">
        <w:t>г. № 679-пп «О реализации о</w:t>
      </w:r>
      <w:r w:rsidRPr="00F823D8">
        <w:t>т</w:t>
      </w:r>
      <w:r w:rsidRPr="00F823D8">
        <w:t>дельных положений Закона Иркутской области от 6 мая 2022 года № 33-ОЗ «Об отдельных в</w:t>
      </w:r>
      <w:r w:rsidRPr="00F823D8">
        <w:t>о</w:t>
      </w:r>
      <w:r w:rsidRPr="00F823D8">
        <w:t>просах реализации на территории Иркутской области инициативных проектов»</w:t>
      </w:r>
    </w:p>
    <w:p w14:paraId="77BD79F1" w14:textId="77777777" w:rsidR="00715383" w:rsidRPr="00537D0A" w:rsidRDefault="00715383" w:rsidP="00715383">
      <w:pPr>
        <w:autoSpaceDE w:val="0"/>
        <w:autoSpaceDN w:val="0"/>
        <w:adjustRightInd w:val="0"/>
        <w:jc w:val="both"/>
      </w:pPr>
      <w:r>
        <w:t>Устав муниципального образования город Усть-Илимск.</w:t>
      </w:r>
    </w:p>
    <w:p w14:paraId="3AFC0125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14:paraId="70C4C62D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37D0A">
        <w:rPr>
          <w:rFonts w:eastAsia="Lucida Sans Unicode" w:cs="Tahoma"/>
          <w:lang w:eastAsia="en-US" w:bidi="en-US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14:paraId="47F38F1A" w14:textId="77777777" w:rsidR="00715383" w:rsidRPr="00537D0A" w:rsidRDefault="00715383" w:rsidP="00715383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lang w:eastAsia="en-US" w:bidi="en-US"/>
        </w:rPr>
        <w:t xml:space="preserve">Источником официального опубликования проекта является </w:t>
      </w:r>
      <w:r w:rsidRPr="00537D0A">
        <w:rPr>
          <w:rFonts w:eastAsia="Lucida Sans Unicode"/>
          <w:color w:val="000000"/>
          <w:lang w:eastAsia="en-US" w:bidi="en-US"/>
        </w:rPr>
        <w:t>газета «Усть-Илимск официальный»</w:t>
      </w:r>
      <w:r>
        <w:rPr>
          <w:rFonts w:eastAsia="Lucida Sans Unicode"/>
          <w:color w:val="000000"/>
          <w:lang w:eastAsia="en-US" w:bidi="en-US"/>
        </w:rPr>
        <w:t>,</w:t>
      </w:r>
      <w:r w:rsidRPr="001F7A13">
        <w:t xml:space="preserve"> </w:t>
      </w:r>
      <w:r w:rsidRPr="001F7A13">
        <w:rPr>
          <w:rFonts w:eastAsia="Lucida Sans Unicode"/>
          <w:color w:val="000000"/>
          <w:lang w:eastAsia="en-US" w:bidi="en-US"/>
        </w:rPr>
        <w:t>сетево</w:t>
      </w:r>
      <w:r>
        <w:rPr>
          <w:rFonts w:eastAsia="Lucida Sans Unicode"/>
          <w:color w:val="000000"/>
          <w:lang w:eastAsia="en-US" w:bidi="en-US"/>
        </w:rPr>
        <w:t>е</w:t>
      </w:r>
      <w:r w:rsidRPr="001F7A13">
        <w:rPr>
          <w:rFonts w:eastAsia="Lucida Sans Unicode"/>
          <w:color w:val="000000"/>
          <w:lang w:eastAsia="en-US" w:bidi="en-US"/>
        </w:rPr>
        <w:t xml:space="preserve"> издани</w:t>
      </w:r>
      <w:r>
        <w:rPr>
          <w:rFonts w:eastAsia="Lucida Sans Unicode"/>
          <w:color w:val="000000"/>
          <w:lang w:eastAsia="en-US" w:bidi="en-US"/>
        </w:rPr>
        <w:t>е</w:t>
      </w:r>
      <w:r w:rsidRPr="001F7A13">
        <w:rPr>
          <w:rFonts w:eastAsia="Lucida Sans Unicode"/>
          <w:color w:val="000000"/>
          <w:lang w:eastAsia="en-US" w:bidi="en-US"/>
        </w:rPr>
        <w:t xml:space="preserve"> «UST-ILIMSK» (www.усть-илимскофициальный.рф)</w:t>
      </w:r>
      <w:r w:rsidRPr="00537D0A">
        <w:rPr>
          <w:rFonts w:eastAsia="Lucida Sans Unicode"/>
          <w:color w:val="000000"/>
          <w:lang w:eastAsia="en-US" w:bidi="en-US"/>
        </w:rPr>
        <w:t xml:space="preserve"> и</w:t>
      </w:r>
      <w:r w:rsidRPr="00537D0A">
        <w:rPr>
          <w:rFonts w:eastAsia="Lucida Sans Unicode" w:cs="Tahoma"/>
          <w:lang w:eastAsia="en-US" w:bidi="en-US"/>
        </w:rPr>
        <w:t xml:space="preserve"> официальные сайты Городской Думы города Усть-Илимска, Администрации города Усть-Илимска.</w:t>
      </w:r>
    </w:p>
    <w:p w14:paraId="65C5C1DE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14:paraId="6EAB514A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37D0A">
        <w:rPr>
          <w:rFonts w:eastAsia="Lucida Sans Unicode" w:cs="Tahoma"/>
          <w:lang w:eastAsia="en-US" w:bidi="en-US"/>
        </w:rPr>
        <w:t xml:space="preserve"> принятие данного правого акта не требует внесения изменений в нормативные правовые акты</w:t>
      </w:r>
      <w:r>
        <w:rPr>
          <w:rFonts w:eastAsia="Lucida Sans Unicode" w:cs="Tahoma"/>
          <w:lang w:eastAsia="en-US" w:bidi="en-US"/>
        </w:rPr>
        <w:t>.</w:t>
      </w:r>
    </w:p>
    <w:p w14:paraId="3D5A7673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u w:val="single"/>
          <w:lang w:eastAsia="en-US" w:bidi="en-US"/>
        </w:rPr>
      </w:pPr>
    </w:p>
    <w:p w14:paraId="527EE947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lang w:eastAsia="en-US" w:bidi="en-US"/>
        </w:rPr>
      </w:pPr>
      <w:r w:rsidRPr="00537D0A">
        <w:rPr>
          <w:rFonts w:eastAsia="Lucida Sans Unicode" w:cs="Tahoma"/>
          <w:b/>
          <w:u w:val="single"/>
          <w:lang w:eastAsia="en-US" w:bidi="en-US"/>
        </w:rPr>
        <w:t>Сведения о наличии (отсутствии) необходимости увеличения (уменьшения) расходов бюджета города:</w:t>
      </w:r>
      <w:r w:rsidRPr="00537D0A">
        <w:rPr>
          <w:rFonts w:eastAsia="Lucida Sans Unicode" w:cs="Tahoma"/>
          <w:lang w:eastAsia="en-US" w:bidi="en-US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14:paraId="69C817EA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lang w:eastAsia="en-US" w:bidi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ED009B" w14:paraId="4D9EED3D" w14:textId="77777777" w:rsidTr="00ED009B">
        <w:trPr>
          <w:trHeight w:val="600"/>
        </w:trPr>
        <w:tc>
          <w:tcPr>
            <w:tcW w:w="4955" w:type="dxa"/>
          </w:tcPr>
          <w:p w14:paraId="53376AE1" w14:textId="77777777" w:rsidR="00ED009B" w:rsidRDefault="00ED009B" w:rsidP="00ED009B">
            <w:pPr>
              <w:jc w:val="both"/>
              <w:rPr>
                <w:rFonts w:eastAsia="Lucida Sans Unicode"/>
                <w:b/>
                <w:bCs/>
                <w:color w:val="000000"/>
                <w:lang w:eastAsia="en-US" w:bidi="en-US"/>
              </w:rPr>
            </w:pPr>
            <w:r>
              <w:rPr>
                <w:rFonts w:eastAsia="Lucida Sans Unicode"/>
                <w:b/>
                <w:bCs/>
                <w:color w:val="000000"/>
                <w:lang w:eastAsia="en-US" w:bidi="en-US"/>
              </w:rPr>
              <w:t>Депутат Городской Думы</w:t>
            </w:r>
          </w:p>
          <w:p w14:paraId="100C27BC" w14:textId="77777777" w:rsidR="00ED009B" w:rsidRDefault="00ED009B" w:rsidP="00ED009B">
            <w:pPr>
              <w:jc w:val="both"/>
              <w:rPr>
                <w:rFonts w:eastAsia="Lucida Sans Unicode"/>
                <w:b/>
                <w:bCs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eastAsia="Lucida Sans Unicode"/>
                <w:b/>
                <w:bCs/>
                <w:color w:val="000000"/>
                <w:lang w:eastAsia="en-US" w:bidi="en-US"/>
              </w:rPr>
              <w:t xml:space="preserve">города Усть-Илимска </w:t>
            </w:r>
          </w:p>
          <w:p w14:paraId="3DB67091" w14:textId="77777777" w:rsidR="00ED009B" w:rsidRDefault="00ED009B" w:rsidP="00715383">
            <w:pPr>
              <w:widowControl w:val="0"/>
              <w:suppressAutoHyphens/>
              <w:jc w:val="both"/>
              <w:rPr>
                <w:rFonts w:eastAsia="Lucida Sans Unicode" w:cs="Tahoma"/>
                <w:b/>
                <w:lang w:eastAsia="en-US" w:bidi="en-US"/>
              </w:rPr>
            </w:pPr>
          </w:p>
        </w:tc>
        <w:tc>
          <w:tcPr>
            <w:tcW w:w="4956" w:type="dxa"/>
          </w:tcPr>
          <w:p w14:paraId="2A5292DA" w14:textId="77777777" w:rsidR="00ED009B" w:rsidRDefault="00ED009B" w:rsidP="00ED009B">
            <w:pPr>
              <w:widowControl w:val="0"/>
              <w:suppressAutoHyphens/>
              <w:jc w:val="right"/>
              <w:rPr>
                <w:rFonts w:eastAsia="Lucida Sans Unicode" w:cs="Tahoma"/>
                <w:b/>
                <w:lang w:eastAsia="en-US" w:bidi="en-US"/>
              </w:rPr>
            </w:pPr>
          </w:p>
          <w:p w14:paraId="1B0944BE" w14:textId="3A500167" w:rsidR="00ED009B" w:rsidRDefault="00ED009B" w:rsidP="00ED009B">
            <w:pPr>
              <w:widowControl w:val="0"/>
              <w:suppressAutoHyphens/>
              <w:jc w:val="right"/>
              <w:rPr>
                <w:rFonts w:eastAsia="Lucida Sans Unicode" w:cs="Tahoma"/>
                <w:b/>
                <w:lang w:eastAsia="en-US" w:bidi="en-US"/>
              </w:rPr>
            </w:pPr>
            <w:r>
              <w:rPr>
                <w:rFonts w:eastAsia="Lucida Sans Unicode" w:cs="Tahoma"/>
                <w:b/>
                <w:lang w:eastAsia="en-US" w:bidi="en-US"/>
              </w:rPr>
              <w:t>Чихирьков А.П.</w:t>
            </w:r>
          </w:p>
        </w:tc>
      </w:tr>
    </w:tbl>
    <w:p w14:paraId="3C4A6504" w14:textId="77777777" w:rsidR="00715383" w:rsidRPr="00537D0A" w:rsidRDefault="00715383" w:rsidP="00715383">
      <w:pPr>
        <w:widowControl w:val="0"/>
        <w:suppressAutoHyphens/>
        <w:jc w:val="both"/>
        <w:rPr>
          <w:rFonts w:eastAsia="Lucida Sans Unicode" w:cs="Tahoma"/>
          <w:b/>
          <w:lang w:eastAsia="en-US" w:bidi="en-US"/>
        </w:rPr>
      </w:pPr>
    </w:p>
    <w:p w14:paraId="0D1231B5" w14:textId="77777777" w:rsidR="00715383" w:rsidRPr="00537D0A" w:rsidRDefault="00715383" w:rsidP="00715383">
      <w:pPr>
        <w:keepLines/>
        <w:widowControl w:val="0"/>
        <w:suppressAutoHyphens/>
        <w:autoSpaceDE w:val="0"/>
        <w:autoSpaceDN w:val="0"/>
        <w:adjustRightInd w:val="0"/>
        <w:jc w:val="center"/>
        <w:rPr>
          <w:rFonts w:eastAsia="Lucida Sans Unicode"/>
          <w:b/>
          <w:bCs/>
          <w:color w:val="000000"/>
          <w:lang w:eastAsia="en-US" w:bidi="en-US"/>
        </w:rPr>
      </w:pPr>
      <w:r w:rsidRPr="00537D0A">
        <w:rPr>
          <w:rFonts w:eastAsia="Lucida Sans Unicode"/>
          <w:b/>
          <w:bCs/>
          <w:color w:val="000000"/>
          <w:lang w:eastAsia="en-US" w:bidi="en-US"/>
        </w:rPr>
        <w:t xml:space="preserve">     </w:t>
      </w:r>
    </w:p>
    <w:p w14:paraId="7214B3FA" w14:textId="77777777" w:rsidR="00715383" w:rsidRDefault="00715383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14:paraId="1F496AB2" w14:textId="77777777" w:rsidR="00715383" w:rsidRDefault="00715383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14:paraId="5E8EECEE" w14:textId="77777777" w:rsidR="00715383" w:rsidRDefault="00715383" w:rsidP="00715383">
      <w:pPr>
        <w:jc w:val="both"/>
        <w:rPr>
          <w:rFonts w:eastAsia="Lucida Sans Unicode"/>
          <w:b/>
          <w:bCs/>
          <w:color w:val="000000"/>
          <w:sz w:val="20"/>
          <w:szCs w:val="20"/>
          <w:lang w:eastAsia="en-US" w:bidi="en-US"/>
        </w:rPr>
      </w:pPr>
    </w:p>
    <w:p w14:paraId="2C243E21" w14:textId="77777777" w:rsidR="00D80DCF" w:rsidRDefault="00D80DCF" w:rsidP="006F6562">
      <w:pPr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p w14:paraId="79C8401D" w14:textId="77777777" w:rsidR="00D07CDA" w:rsidRPr="00D07CDA" w:rsidRDefault="00D07CDA" w:rsidP="00D07CDA">
      <w:pPr>
        <w:ind w:firstLine="709"/>
        <w:jc w:val="both"/>
        <w:rPr>
          <w:b/>
          <w:iCs/>
          <w:color w:val="000000" w:themeColor="text1"/>
          <w:sz w:val="28"/>
          <w:szCs w:val="28"/>
        </w:rPr>
      </w:pPr>
    </w:p>
    <w:p w14:paraId="1250A40E" w14:textId="77777777" w:rsidR="00D07CDA" w:rsidRPr="00D07CDA" w:rsidRDefault="00D07CDA" w:rsidP="00D07CDA">
      <w:pPr>
        <w:ind w:firstLine="709"/>
        <w:jc w:val="center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>ЛИСТ СОГЛАСОВАНИЯ</w:t>
      </w:r>
    </w:p>
    <w:p w14:paraId="6971377F" w14:textId="73AE3C96" w:rsidR="00D07CDA" w:rsidRPr="00D07CDA" w:rsidRDefault="00D07CDA" w:rsidP="00D07CDA">
      <w:pPr>
        <w:ind w:firstLine="709"/>
        <w:jc w:val="center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>проекта муниципального правового акта</w:t>
      </w:r>
      <w:r w:rsidRPr="00D07CDA">
        <w:rPr>
          <w:color w:val="000000" w:themeColor="text1"/>
        </w:rPr>
        <w:t xml:space="preserve"> </w:t>
      </w:r>
      <w:r w:rsidRPr="00D07CDA">
        <w:rPr>
          <w:iCs/>
          <w:color w:val="000000" w:themeColor="text1"/>
        </w:rPr>
        <w:t>органа местного самоуправления муниципал</w:t>
      </w:r>
      <w:r w:rsidRPr="00D07CDA">
        <w:rPr>
          <w:iCs/>
          <w:color w:val="000000" w:themeColor="text1"/>
        </w:rPr>
        <w:t>ь</w:t>
      </w:r>
      <w:r w:rsidRPr="00D07CDA">
        <w:rPr>
          <w:iCs/>
          <w:color w:val="000000" w:themeColor="text1"/>
        </w:rPr>
        <w:t>ного образования город Усть-Илимск</w:t>
      </w:r>
      <w:r w:rsidRPr="00D07CDA">
        <w:rPr>
          <w:color w:val="000000" w:themeColor="text1"/>
        </w:rPr>
        <w:t xml:space="preserve"> </w:t>
      </w:r>
      <w:r w:rsidRPr="00D07CDA">
        <w:rPr>
          <w:iCs/>
          <w:color w:val="000000" w:themeColor="text1"/>
        </w:rPr>
        <w:t>«О внесении изменений в пункт 9 Порядка определения части территории муниципального образования город Усть-Илимск, на которой могут реализ</w:t>
      </w:r>
      <w:r w:rsidRPr="00D07CDA">
        <w:rPr>
          <w:iCs/>
          <w:color w:val="000000" w:themeColor="text1"/>
        </w:rPr>
        <w:t>о</w:t>
      </w:r>
      <w:r w:rsidRPr="00D07CDA">
        <w:rPr>
          <w:iCs/>
          <w:color w:val="000000" w:themeColor="text1"/>
        </w:rPr>
        <w:t>вываться инициативные проекты, утве</w:t>
      </w:r>
      <w:r w:rsidRPr="00D07CDA">
        <w:rPr>
          <w:iCs/>
          <w:color w:val="000000" w:themeColor="text1"/>
        </w:rPr>
        <w:t>р</w:t>
      </w:r>
      <w:r w:rsidRPr="00D07CDA">
        <w:rPr>
          <w:iCs/>
          <w:color w:val="000000" w:themeColor="text1"/>
        </w:rPr>
        <w:t>жденного решением Городской Думы города Усть-Илимска от 14.10.2021г. № 28/172»</w:t>
      </w:r>
    </w:p>
    <w:p w14:paraId="376B01B1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p w14:paraId="1F2CB520" w14:textId="77777777" w:rsidR="00D07CDA" w:rsidRPr="00D07CDA" w:rsidRDefault="00D07CDA" w:rsidP="00D07CDA">
      <w:pPr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D07CDA" w:rsidRPr="00D07CDA" w14:paraId="12E6703D" w14:textId="77777777" w:rsidTr="00D07CDA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2D4D97" w14:textId="6501D4ED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Депутат</w:t>
            </w:r>
            <w:bookmarkStart w:id="0" w:name="_GoBack"/>
            <w:bookmarkEnd w:id="0"/>
            <w:r w:rsidRPr="00D07CDA">
              <w:rPr>
                <w:iCs/>
                <w:color w:val="000000" w:themeColor="text1"/>
              </w:rPr>
              <w:t xml:space="preserve"> Городской Думы города Усть-Илимска</w:t>
            </w:r>
          </w:p>
        </w:tc>
        <w:tc>
          <w:tcPr>
            <w:tcW w:w="2693" w:type="dxa"/>
          </w:tcPr>
          <w:p w14:paraId="12065FD7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97879C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</w:rPr>
            </w:pPr>
          </w:p>
          <w:p w14:paraId="653A309B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</w:rPr>
            </w:pPr>
          </w:p>
          <w:p w14:paraId="04678859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t>А.П. Ч</w:t>
            </w:r>
            <w:r w:rsidRPr="00D07CDA">
              <w:rPr>
                <w:iCs/>
                <w:color w:val="000000" w:themeColor="text1"/>
              </w:rPr>
              <w:t>и</w:t>
            </w:r>
            <w:r w:rsidRPr="00D07CDA">
              <w:rPr>
                <w:iCs/>
                <w:color w:val="000000" w:themeColor="text1"/>
              </w:rPr>
              <w:t>хирьков</w:t>
            </w:r>
          </w:p>
        </w:tc>
      </w:tr>
      <w:tr w:rsidR="00D07CDA" w:rsidRPr="00D07CDA" w14:paraId="446FD6F2" w14:textId="77777777" w:rsidTr="00D07CDA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6C8697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  <w:r w:rsidRPr="00D07CDA">
              <w:rPr>
                <w:iCs/>
                <w:color w:val="000000" w:themeColor="text1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14:paraId="37740BB3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F19862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  <w:r w:rsidRPr="00D07CDA">
              <w:rPr>
                <w:iCs/>
                <w:color w:val="000000" w:themeColor="text1"/>
                <w:vertAlign w:val="superscript"/>
              </w:rPr>
              <w:t>(ФИО)</w:t>
            </w:r>
          </w:p>
        </w:tc>
      </w:tr>
      <w:tr w:rsidR="00D07CDA" w:rsidRPr="00D07CDA" w14:paraId="620947EA" w14:textId="77777777" w:rsidTr="00D07CDA">
        <w:tc>
          <w:tcPr>
            <w:tcW w:w="675" w:type="dxa"/>
            <w:hideMark/>
          </w:tcPr>
          <w:p w14:paraId="1195D8C2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A951F5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t>98-230</w:t>
            </w:r>
          </w:p>
        </w:tc>
        <w:tc>
          <w:tcPr>
            <w:tcW w:w="1560" w:type="dxa"/>
            <w:hideMark/>
          </w:tcPr>
          <w:p w14:paraId="46BA08C8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t>вну</w:t>
            </w:r>
            <w:r w:rsidRPr="00D07CDA">
              <w:rPr>
                <w:iCs/>
                <w:color w:val="000000" w:themeColor="text1"/>
              </w:rPr>
              <w:t>т</w:t>
            </w:r>
            <w:r w:rsidRPr="00D07CDA">
              <w:rPr>
                <w:iCs/>
                <w:color w:val="000000" w:themeColor="text1"/>
              </w:rPr>
              <w:t>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EFC642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t>1111</w:t>
            </w:r>
          </w:p>
        </w:tc>
        <w:tc>
          <w:tcPr>
            <w:tcW w:w="2693" w:type="dxa"/>
          </w:tcPr>
          <w:p w14:paraId="2E95B781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2517" w:type="dxa"/>
          </w:tcPr>
          <w:p w14:paraId="40ADAE6C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</w:rPr>
            </w:pPr>
          </w:p>
        </w:tc>
      </w:tr>
    </w:tbl>
    <w:p w14:paraId="1918BE51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p w14:paraId="6549E8E3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>СОГЛАСОВАНО:</w:t>
      </w:r>
    </w:p>
    <w:p w14:paraId="5F7846E5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D07CDA" w:rsidRPr="00D07CDA" w14:paraId="6CE2EBF7" w14:textId="77777777" w:rsidTr="00D07CD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444B7C1" w14:textId="0BA6665F" w:rsidR="00D07CDA" w:rsidRPr="00D07CDA" w:rsidRDefault="00D07CDA" w:rsidP="00D07CDA">
            <w:pPr>
              <w:jc w:val="both"/>
              <w:rPr>
                <w:iCs/>
                <w:color w:val="000000" w:themeColor="text1"/>
                <w:sz w:val="32"/>
                <w:szCs w:val="32"/>
                <w:vertAlign w:val="superscript"/>
              </w:rPr>
            </w:pPr>
            <w:r w:rsidRPr="00D07CDA">
              <w:rPr>
                <w:iCs/>
                <w:color w:val="000000" w:themeColor="text1"/>
                <w:sz w:val="32"/>
                <w:szCs w:val="32"/>
                <w:vertAlign w:val="superscript"/>
              </w:rPr>
              <w:t>Начальник Департамента недвижимости А</w:t>
            </w:r>
            <w:r w:rsidRPr="00D07CDA">
              <w:rPr>
                <w:iCs/>
                <w:color w:val="000000" w:themeColor="text1"/>
                <w:sz w:val="32"/>
                <w:szCs w:val="32"/>
                <w:vertAlign w:val="superscript"/>
              </w:rPr>
              <w:t>д</w:t>
            </w:r>
            <w:r w:rsidRPr="00D07CDA">
              <w:rPr>
                <w:iCs/>
                <w:color w:val="000000" w:themeColor="text1"/>
                <w:sz w:val="32"/>
                <w:szCs w:val="32"/>
                <w:vertAlign w:val="superscript"/>
              </w:rPr>
              <w:t>мин</w:t>
            </w:r>
            <w:r w:rsidRPr="00D07CDA">
              <w:rPr>
                <w:iCs/>
                <w:color w:val="000000" w:themeColor="text1"/>
                <w:sz w:val="32"/>
                <w:szCs w:val="32"/>
                <w:vertAlign w:val="superscript"/>
              </w:rPr>
              <w:t>и</w:t>
            </w:r>
            <w:r w:rsidRPr="00D07CDA">
              <w:rPr>
                <w:iCs/>
                <w:color w:val="000000" w:themeColor="text1"/>
                <w:sz w:val="32"/>
                <w:szCs w:val="32"/>
                <w:vertAlign w:val="superscript"/>
              </w:rPr>
              <w:t>страции города Усть-Илимска</w:t>
            </w:r>
          </w:p>
        </w:tc>
        <w:tc>
          <w:tcPr>
            <w:tcW w:w="2693" w:type="dxa"/>
          </w:tcPr>
          <w:p w14:paraId="7B4A248D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93353" w14:textId="6A86E6F5" w:rsidR="00D07CDA" w:rsidRPr="00D07CDA" w:rsidRDefault="00D07CDA" w:rsidP="00D07CDA">
            <w:pPr>
              <w:jc w:val="both"/>
              <w:rPr>
                <w:iCs/>
                <w:color w:val="000000" w:themeColor="text1"/>
                <w:sz w:val="32"/>
                <w:szCs w:val="32"/>
                <w:vertAlign w:val="superscript"/>
              </w:rPr>
            </w:pPr>
            <w:r w:rsidRPr="00D07CDA">
              <w:rPr>
                <w:iCs/>
                <w:color w:val="000000" w:themeColor="text1"/>
                <w:sz w:val="32"/>
                <w:szCs w:val="32"/>
                <w:vertAlign w:val="superscript"/>
              </w:rPr>
              <w:t>Д.Ш. Талхишев</w:t>
            </w:r>
          </w:p>
        </w:tc>
      </w:tr>
      <w:tr w:rsidR="00D07CDA" w:rsidRPr="00D07CDA" w14:paraId="6512D0AF" w14:textId="77777777" w:rsidTr="00D07CD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8834363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  <w:r w:rsidRPr="00D07CDA">
              <w:rPr>
                <w:iCs/>
                <w:color w:val="000000" w:themeColor="text1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14:paraId="3EBD1318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92494C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  <w:r w:rsidRPr="00D07CDA">
              <w:rPr>
                <w:iCs/>
                <w:color w:val="000000" w:themeColor="text1"/>
                <w:vertAlign w:val="superscript"/>
              </w:rPr>
              <w:t>(ФИО)</w:t>
            </w:r>
          </w:p>
        </w:tc>
      </w:tr>
    </w:tbl>
    <w:p w14:paraId="1DDCAEF4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D07CDA" w:rsidRPr="00D07CDA" w14:paraId="5636ED10" w14:textId="77777777" w:rsidTr="00D07CDA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AC91E3" w14:textId="52B0FC2C" w:rsidR="00D07CDA" w:rsidRPr="00D07CDA" w:rsidRDefault="00D07CDA" w:rsidP="00D07CDA">
            <w:pPr>
              <w:jc w:val="both"/>
              <w:rPr>
                <w:bCs/>
                <w:iCs/>
                <w:color w:val="000000" w:themeColor="text1"/>
              </w:rPr>
            </w:pPr>
            <w:r w:rsidRPr="00D07CDA">
              <w:rPr>
                <w:bCs/>
                <w:iCs/>
                <w:color w:val="000000" w:themeColor="text1"/>
              </w:rPr>
              <w:t>Начальник отдела прогнозирования и экономического развития Администр</w:t>
            </w:r>
            <w:r w:rsidRPr="00D07CDA">
              <w:rPr>
                <w:bCs/>
                <w:iCs/>
                <w:color w:val="000000" w:themeColor="text1"/>
              </w:rPr>
              <w:t>а</w:t>
            </w:r>
            <w:r w:rsidRPr="00D07CDA">
              <w:rPr>
                <w:bCs/>
                <w:iCs/>
                <w:color w:val="000000" w:themeColor="text1"/>
              </w:rPr>
              <w:t>ции города Усть-Илимска.</w:t>
            </w:r>
          </w:p>
          <w:p w14:paraId="36309744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2693" w:type="dxa"/>
          </w:tcPr>
          <w:p w14:paraId="0127D044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F6D7BE5" w14:textId="0F88C1FC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t xml:space="preserve">Е.И. Русаков </w:t>
            </w:r>
          </w:p>
        </w:tc>
      </w:tr>
      <w:tr w:rsidR="00D07CDA" w:rsidRPr="00D07CDA" w14:paraId="2C9FC662" w14:textId="77777777" w:rsidTr="00D07CD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4316159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  <w:r w:rsidRPr="00D07CDA">
              <w:rPr>
                <w:iCs/>
                <w:color w:val="000000" w:themeColor="text1"/>
                <w:vertAlign w:val="superscript"/>
              </w:rPr>
              <w:t>(должность)</w:t>
            </w:r>
          </w:p>
        </w:tc>
        <w:tc>
          <w:tcPr>
            <w:tcW w:w="2693" w:type="dxa"/>
          </w:tcPr>
          <w:p w14:paraId="45704157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E876E4F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  <w:r w:rsidRPr="00D07CDA">
              <w:rPr>
                <w:iCs/>
                <w:color w:val="000000" w:themeColor="text1"/>
                <w:vertAlign w:val="superscript"/>
              </w:rPr>
              <w:t>(ФИО)</w:t>
            </w:r>
          </w:p>
        </w:tc>
      </w:tr>
    </w:tbl>
    <w:p w14:paraId="088A76D8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p w14:paraId="42FDFCC2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D07CDA" w:rsidRPr="00D07CDA" w14:paraId="14490C1C" w14:textId="77777777" w:rsidTr="00D07CD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4D67279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  <w:sz w:val="32"/>
                <w:szCs w:val="32"/>
                <w:vertAlign w:val="superscript"/>
              </w:rPr>
            </w:pPr>
            <w:r w:rsidRPr="00D07CDA">
              <w:rPr>
                <w:iCs/>
                <w:color w:val="000000" w:themeColor="text1"/>
                <w:sz w:val="32"/>
                <w:szCs w:val="32"/>
                <w:vertAlign w:val="superscript"/>
              </w:rPr>
              <w:t xml:space="preserve">Правовой отдел Администрации </w:t>
            </w:r>
          </w:p>
          <w:p w14:paraId="51F2572F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  <w:vertAlign w:val="superscript"/>
              </w:rPr>
            </w:pPr>
            <w:r w:rsidRPr="00D07CDA">
              <w:rPr>
                <w:iCs/>
                <w:color w:val="000000" w:themeColor="text1"/>
                <w:sz w:val="32"/>
                <w:szCs w:val="32"/>
                <w:vertAlign w:val="superscript"/>
              </w:rPr>
              <w:t>города Усть-Илимска</w:t>
            </w:r>
          </w:p>
        </w:tc>
        <w:tc>
          <w:tcPr>
            <w:tcW w:w="2693" w:type="dxa"/>
          </w:tcPr>
          <w:p w14:paraId="59078E00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F6D5F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  <w:r w:rsidRPr="00D07CDA">
              <w:rPr>
                <w:iCs/>
                <w:color w:val="000000" w:themeColor="text1"/>
                <w:vertAlign w:val="superscript"/>
              </w:rPr>
              <w:t>(ФИО)</w:t>
            </w:r>
          </w:p>
          <w:p w14:paraId="4373810C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</w:p>
          <w:p w14:paraId="412A714A" w14:textId="77777777" w:rsidR="00D07CDA" w:rsidRPr="00D07CDA" w:rsidRDefault="00D07CDA" w:rsidP="00D07CDA">
            <w:pPr>
              <w:ind w:firstLine="709"/>
              <w:jc w:val="both"/>
              <w:rPr>
                <w:iCs/>
                <w:color w:val="000000" w:themeColor="text1"/>
                <w:vertAlign w:val="superscript"/>
              </w:rPr>
            </w:pPr>
          </w:p>
        </w:tc>
      </w:tr>
    </w:tbl>
    <w:p w14:paraId="51625B0C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D07CDA" w:rsidRPr="00D07CDA" w14:paraId="04937A9D" w14:textId="77777777" w:rsidTr="00D07CDA">
        <w:tc>
          <w:tcPr>
            <w:tcW w:w="3369" w:type="dxa"/>
            <w:hideMark/>
          </w:tcPr>
          <w:p w14:paraId="454BC323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t>Вид акта:</w:t>
            </w:r>
          </w:p>
          <w:p w14:paraId="0689DF26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sym w:font="Symbol" w:char="F0FF"/>
            </w:r>
            <w:r w:rsidRPr="00D07CDA">
              <w:rPr>
                <w:iCs/>
                <w:color w:val="000000" w:themeColor="text1"/>
              </w:rPr>
              <w:t xml:space="preserve"> нормативный</w:t>
            </w:r>
            <w:r w:rsidRPr="00D07CDA">
              <w:rPr>
                <w:iCs/>
                <w:color w:val="000000" w:themeColor="text1"/>
              </w:rPr>
              <w:tab/>
            </w:r>
            <w:r w:rsidRPr="00D07CDA">
              <w:rPr>
                <w:iCs/>
                <w:color w:val="000000" w:themeColor="text1"/>
              </w:rPr>
              <w:tab/>
            </w:r>
          </w:p>
          <w:p w14:paraId="72426894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sym w:font="Symbol" w:char="F0FF"/>
            </w:r>
            <w:r w:rsidRPr="00D07CDA">
              <w:rPr>
                <w:iCs/>
                <w:color w:val="000000" w:themeColor="text1"/>
              </w:rPr>
              <w:t xml:space="preserve"> не нормативный</w:t>
            </w:r>
            <w:r w:rsidRPr="00D07CDA">
              <w:rPr>
                <w:iCs/>
                <w:color w:val="000000" w:themeColor="text1"/>
              </w:rPr>
              <w:tab/>
            </w:r>
          </w:p>
        </w:tc>
        <w:tc>
          <w:tcPr>
            <w:tcW w:w="6202" w:type="dxa"/>
            <w:hideMark/>
          </w:tcPr>
          <w:p w14:paraId="78B2E34F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t>Необходима (проведена) антикоррупционная экспертиза:</w:t>
            </w:r>
          </w:p>
          <w:p w14:paraId="01C73D1F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sym w:font="Symbol" w:char="F0FF"/>
            </w:r>
            <w:r w:rsidRPr="00D07CDA">
              <w:rPr>
                <w:iCs/>
                <w:color w:val="000000" w:themeColor="text1"/>
              </w:rPr>
              <w:t xml:space="preserve"> да</w:t>
            </w:r>
            <w:r w:rsidRPr="00D07CDA">
              <w:rPr>
                <w:iCs/>
                <w:color w:val="000000" w:themeColor="text1"/>
              </w:rPr>
              <w:tab/>
            </w:r>
          </w:p>
          <w:p w14:paraId="538085A2" w14:textId="77777777" w:rsidR="00D07CDA" w:rsidRPr="00D07CDA" w:rsidRDefault="00D07CDA" w:rsidP="00D07CDA">
            <w:pPr>
              <w:jc w:val="both"/>
              <w:rPr>
                <w:iCs/>
                <w:color w:val="000000" w:themeColor="text1"/>
              </w:rPr>
            </w:pPr>
            <w:r w:rsidRPr="00D07CDA">
              <w:rPr>
                <w:iCs/>
                <w:color w:val="000000" w:themeColor="text1"/>
              </w:rPr>
              <w:sym w:font="Symbol" w:char="F0FF"/>
            </w:r>
            <w:r w:rsidRPr="00D07CDA">
              <w:rPr>
                <w:iCs/>
                <w:color w:val="000000" w:themeColor="text1"/>
              </w:rPr>
              <w:t xml:space="preserve"> нет</w:t>
            </w:r>
            <w:r w:rsidRPr="00D07CDA">
              <w:rPr>
                <w:iCs/>
                <w:color w:val="000000" w:themeColor="text1"/>
              </w:rPr>
              <w:tab/>
              <w:t xml:space="preserve"> </w:t>
            </w:r>
          </w:p>
        </w:tc>
      </w:tr>
    </w:tbl>
    <w:p w14:paraId="56C52F22" w14:textId="77777777" w:rsidR="00D07CDA" w:rsidRPr="00D07CDA" w:rsidRDefault="00D07CDA" w:rsidP="00D07CDA">
      <w:pPr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 xml:space="preserve">В </w:t>
      </w:r>
      <w:proofErr w:type="gramStart"/>
      <w:r w:rsidRPr="00D07CDA">
        <w:rPr>
          <w:iCs/>
          <w:color w:val="000000" w:themeColor="text1"/>
        </w:rPr>
        <w:t>случае</w:t>
      </w:r>
      <w:proofErr w:type="gramEnd"/>
      <w:r w:rsidRPr="00D07CDA">
        <w:rPr>
          <w:iCs/>
          <w:color w:val="000000" w:themeColor="text1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14:paraId="65AE009E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sym w:font="Symbol" w:char="F0FF"/>
      </w:r>
      <w:r w:rsidRPr="00D07CDA">
        <w:rPr>
          <w:iCs/>
          <w:color w:val="000000" w:themeColor="text1"/>
        </w:rPr>
        <w:t xml:space="preserve"> приводится в соответствие с требованиями федерального и регионального законод</w:t>
      </w:r>
      <w:r w:rsidRPr="00D07CDA">
        <w:rPr>
          <w:iCs/>
          <w:color w:val="000000" w:themeColor="text1"/>
        </w:rPr>
        <w:t>а</w:t>
      </w:r>
      <w:r w:rsidRPr="00D07CDA">
        <w:rPr>
          <w:iCs/>
          <w:color w:val="000000" w:themeColor="text1"/>
        </w:rPr>
        <w:t>тельства по результатам рассмотрения мер прокурорского реагирования, предложений и и</w:t>
      </w:r>
      <w:r w:rsidRPr="00D07CDA">
        <w:rPr>
          <w:iCs/>
          <w:color w:val="000000" w:themeColor="text1"/>
        </w:rPr>
        <w:t>н</w:t>
      </w:r>
      <w:r w:rsidRPr="00D07CDA">
        <w:rPr>
          <w:iCs/>
          <w:color w:val="000000" w:themeColor="text1"/>
        </w:rPr>
        <w:t>формации прокуратуры</w:t>
      </w:r>
      <w:r w:rsidRPr="00D07CDA">
        <w:rPr>
          <w:iCs/>
          <w:color w:val="000000" w:themeColor="text1"/>
        </w:rPr>
        <w:tab/>
      </w:r>
    </w:p>
    <w:p w14:paraId="5F5AA25C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sym w:font="Symbol" w:char="F0FF"/>
      </w:r>
      <w:r w:rsidRPr="00D07CDA">
        <w:rPr>
          <w:iCs/>
          <w:color w:val="000000" w:themeColor="text1"/>
        </w:rPr>
        <w:t xml:space="preserve"> приводится в соответствие с требованиями федерального и регионального законод</w:t>
      </w:r>
      <w:r w:rsidRPr="00D07CDA">
        <w:rPr>
          <w:iCs/>
          <w:color w:val="000000" w:themeColor="text1"/>
        </w:rPr>
        <w:t>а</w:t>
      </w:r>
      <w:r w:rsidRPr="00D07CDA">
        <w:rPr>
          <w:iCs/>
          <w:color w:val="000000" w:themeColor="text1"/>
        </w:rPr>
        <w:t>тельства самостоятельно</w:t>
      </w:r>
    </w:p>
    <w:p w14:paraId="33139204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sym w:font="Symbol" w:char="F0FF"/>
      </w:r>
      <w:r w:rsidRPr="00D07CDA">
        <w:rPr>
          <w:iCs/>
          <w:color w:val="000000" w:themeColor="text1"/>
        </w:rPr>
        <w:t xml:space="preserve"> иные причины</w:t>
      </w:r>
    </w:p>
    <w:p w14:paraId="10D58131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p w14:paraId="69C9F131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</w:p>
    <w:p w14:paraId="0336CE14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>Рассылка:</w:t>
      </w:r>
    </w:p>
    <w:p w14:paraId="688C909B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>3 экз. – в дело</w:t>
      </w:r>
    </w:p>
    <w:p w14:paraId="7394851E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t xml:space="preserve">1 экз. – исполнителю </w:t>
      </w:r>
    </w:p>
    <w:p w14:paraId="23C3B594" w14:textId="77777777" w:rsidR="00D07CDA" w:rsidRPr="00D07CDA" w:rsidRDefault="00D07CDA" w:rsidP="00D07CDA">
      <w:pPr>
        <w:ind w:firstLine="709"/>
        <w:jc w:val="both"/>
        <w:rPr>
          <w:iCs/>
          <w:color w:val="000000" w:themeColor="text1"/>
        </w:rPr>
      </w:pPr>
      <w:r w:rsidRPr="00D07CDA">
        <w:rPr>
          <w:iCs/>
          <w:color w:val="000000" w:themeColor="text1"/>
        </w:rPr>
        <w:sym w:font="Symbol" w:char="F0FF"/>
      </w:r>
      <w:r w:rsidRPr="00D07CDA">
        <w:rPr>
          <w:iCs/>
          <w:color w:val="000000" w:themeColor="text1"/>
        </w:rPr>
        <w:t xml:space="preserve"> в газету «Усть-Илимск </w:t>
      </w:r>
      <w:proofErr w:type="gramStart"/>
      <w:r w:rsidRPr="00D07CDA">
        <w:rPr>
          <w:iCs/>
          <w:color w:val="000000" w:themeColor="text1"/>
        </w:rPr>
        <w:t>ОФИЦИАЛЬНЫЙ</w:t>
      </w:r>
      <w:proofErr w:type="gramEnd"/>
      <w:r w:rsidRPr="00D07CDA">
        <w:rPr>
          <w:iCs/>
          <w:color w:val="000000" w:themeColor="text1"/>
        </w:rPr>
        <w:t>»</w:t>
      </w:r>
    </w:p>
    <w:p w14:paraId="2619B4FA" w14:textId="77777777" w:rsidR="00D07CDA" w:rsidRPr="00D07CDA" w:rsidRDefault="00D07CDA" w:rsidP="00D07CDA">
      <w:pPr>
        <w:ind w:firstLine="709"/>
        <w:jc w:val="both"/>
        <w:rPr>
          <w:b/>
          <w:iCs/>
          <w:color w:val="000000" w:themeColor="text1"/>
        </w:rPr>
      </w:pPr>
      <w:r w:rsidRPr="00D07CDA">
        <w:rPr>
          <w:iCs/>
          <w:color w:val="000000" w:themeColor="text1"/>
        </w:rPr>
        <w:sym w:font="Symbol" w:char="F0FF"/>
      </w:r>
      <w:r w:rsidRPr="00D07CDA">
        <w:rPr>
          <w:iCs/>
          <w:color w:val="000000" w:themeColor="text1"/>
        </w:rPr>
        <w:t xml:space="preserve"> на официальный сайт муниципального образования</w:t>
      </w:r>
      <w:r w:rsidRPr="00D07CDA">
        <w:rPr>
          <w:b/>
          <w:iCs/>
          <w:color w:val="000000" w:themeColor="text1"/>
        </w:rPr>
        <w:t xml:space="preserve">           </w:t>
      </w:r>
    </w:p>
    <w:p w14:paraId="434095DD" w14:textId="77777777" w:rsidR="00D07CDA" w:rsidRPr="00D07CDA" w:rsidRDefault="00D07CDA" w:rsidP="00D07CDA">
      <w:pPr>
        <w:ind w:firstLine="709"/>
        <w:jc w:val="both"/>
        <w:rPr>
          <w:b/>
          <w:iCs/>
          <w:color w:val="000000" w:themeColor="text1"/>
        </w:rPr>
      </w:pPr>
    </w:p>
    <w:p w14:paraId="1FC21E39" w14:textId="77777777" w:rsidR="00D07CDA" w:rsidRPr="00D07CDA" w:rsidRDefault="00D07CDA" w:rsidP="00D07CDA">
      <w:pPr>
        <w:ind w:firstLine="709"/>
        <w:jc w:val="both"/>
        <w:rPr>
          <w:b/>
          <w:iCs/>
          <w:color w:val="000000" w:themeColor="text1"/>
          <w:sz w:val="28"/>
          <w:szCs w:val="28"/>
        </w:rPr>
      </w:pPr>
      <w:r w:rsidRPr="00D07CDA">
        <w:rPr>
          <w:b/>
          <w:iCs/>
          <w:color w:val="000000" w:themeColor="text1"/>
          <w:sz w:val="28"/>
          <w:szCs w:val="28"/>
        </w:rPr>
        <w:lastRenderedPageBreak/>
        <w:t xml:space="preserve"> </w:t>
      </w:r>
    </w:p>
    <w:p w14:paraId="750E2980" w14:textId="77777777" w:rsidR="00D07CDA" w:rsidRPr="00D07CDA" w:rsidRDefault="00D07CDA" w:rsidP="00D07CDA">
      <w:pPr>
        <w:ind w:firstLine="709"/>
        <w:jc w:val="both"/>
        <w:rPr>
          <w:b/>
          <w:iCs/>
          <w:color w:val="000000" w:themeColor="text1"/>
          <w:sz w:val="28"/>
          <w:szCs w:val="28"/>
        </w:rPr>
      </w:pPr>
      <w:r w:rsidRPr="00D07CDA">
        <w:rPr>
          <w:b/>
          <w:iCs/>
          <w:color w:val="000000" w:themeColor="text1"/>
          <w:sz w:val="28"/>
          <w:szCs w:val="28"/>
        </w:rPr>
        <w:t xml:space="preserve">                                                                            </w:t>
      </w:r>
      <w:r w:rsidRPr="00D07CDA">
        <w:rPr>
          <w:color w:val="000000" w:themeColor="text1"/>
          <w:sz w:val="28"/>
          <w:szCs w:val="28"/>
        </w:rPr>
        <w:t xml:space="preserve">              </w:t>
      </w:r>
    </w:p>
    <w:p w14:paraId="2477310F" w14:textId="77777777" w:rsidR="00D07CDA" w:rsidRPr="00D07CDA" w:rsidRDefault="00D07CDA" w:rsidP="006F6562">
      <w:pPr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sectPr w:rsidR="00D07CDA" w:rsidRPr="00D07CDA" w:rsidSect="003E20F4">
      <w:headerReference w:type="even" r:id="rId11"/>
      <w:headerReference w:type="default" r:id="rId12"/>
      <w:pgSz w:w="11906" w:h="16838" w:code="9"/>
      <w:pgMar w:top="851" w:right="567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29C69" w14:textId="77777777" w:rsidR="006D358E" w:rsidRDefault="006D358E">
      <w:r>
        <w:separator/>
      </w:r>
    </w:p>
  </w:endnote>
  <w:endnote w:type="continuationSeparator" w:id="0">
    <w:p w14:paraId="226494AE" w14:textId="77777777" w:rsidR="006D358E" w:rsidRDefault="006D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998929" w14:textId="77777777" w:rsidR="006D358E" w:rsidRDefault="006D358E">
      <w:r>
        <w:separator/>
      </w:r>
    </w:p>
  </w:footnote>
  <w:footnote w:type="continuationSeparator" w:id="0">
    <w:p w14:paraId="1B94CA92" w14:textId="77777777" w:rsidR="006D358E" w:rsidRDefault="006D3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5D57F" w14:textId="77777777" w:rsidR="00D55899" w:rsidRDefault="00D55899" w:rsidP="002E54C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78C206F" w14:textId="77777777" w:rsidR="00D55899" w:rsidRDefault="00D558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10591" w14:textId="77777777" w:rsidR="00D55899" w:rsidRDefault="00D55899" w:rsidP="002E54C2">
    <w:pPr>
      <w:pStyle w:val="a4"/>
      <w:framePr w:wrap="around" w:vAnchor="text" w:hAnchor="margin" w:xAlign="center" w:y="1"/>
      <w:rPr>
        <w:rStyle w:val="a6"/>
      </w:rPr>
    </w:pPr>
  </w:p>
  <w:p w14:paraId="7BDF6D01" w14:textId="77777777" w:rsidR="00D55899" w:rsidRDefault="00D5589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B12BA" w14:textId="77777777" w:rsidR="00C678D5" w:rsidRDefault="00CF460C" w:rsidP="002E54C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E7A6B32" w14:textId="77777777" w:rsidR="00C678D5" w:rsidRDefault="006D358E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26312" w14:textId="77777777" w:rsidR="00C678D5" w:rsidRDefault="00CF460C" w:rsidP="002E54C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7CDA">
      <w:rPr>
        <w:rStyle w:val="a6"/>
        <w:noProof/>
      </w:rPr>
      <w:t>4</w:t>
    </w:r>
    <w:r>
      <w:rPr>
        <w:rStyle w:val="a6"/>
      </w:rPr>
      <w:fldChar w:fldCharType="end"/>
    </w:r>
  </w:p>
  <w:p w14:paraId="329FA3F9" w14:textId="77777777" w:rsidR="00C678D5" w:rsidRDefault="006D358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24677"/>
    <w:multiLevelType w:val="singleLevel"/>
    <w:tmpl w:val="2486990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101"/>
    <w:rsid w:val="0000313A"/>
    <w:rsid w:val="00011905"/>
    <w:rsid w:val="00025661"/>
    <w:rsid w:val="00052C5D"/>
    <w:rsid w:val="00055658"/>
    <w:rsid w:val="0005664E"/>
    <w:rsid w:val="00062718"/>
    <w:rsid w:val="00075F8F"/>
    <w:rsid w:val="000832FC"/>
    <w:rsid w:val="000858CE"/>
    <w:rsid w:val="00086999"/>
    <w:rsid w:val="00096A57"/>
    <w:rsid w:val="000A073A"/>
    <w:rsid w:val="000A3631"/>
    <w:rsid w:val="000A4F40"/>
    <w:rsid w:val="000A599A"/>
    <w:rsid w:val="000C5BDA"/>
    <w:rsid w:val="000E776A"/>
    <w:rsid w:val="00103D35"/>
    <w:rsid w:val="00113623"/>
    <w:rsid w:val="001315B8"/>
    <w:rsid w:val="00132784"/>
    <w:rsid w:val="00144D8F"/>
    <w:rsid w:val="0015238E"/>
    <w:rsid w:val="00154446"/>
    <w:rsid w:val="00180B82"/>
    <w:rsid w:val="00185943"/>
    <w:rsid w:val="001B198D"/>
    <w:rsid w:val="001B5F50"/>
    <w:rsid w:val="001C7D46"/>
    <w:rsid w:val="001C7F44"/>
    <w:rsid w:val="001D00F8"/>
    <w:rsid w:val="001D4BB7"/>
    <w:rsid w:val="001E20E4"/>
    <w:rsid w:val="001E36BB"/>
    <w:rsid w:val="001F7CFC"/>
    <w:rsid w:val="00204420"/>
    <w:rsid w:val="002136C4"/>
    <w:rsid w:val="0022218D"/>
    <w:rsid w:val="00226209"/>
    <w:rsid w:val="00230E17"/>
    <w:rsid w:val="00240AE4"/>
    <w:rsid w:val="002438AA"/>
    <w:rsid w:val="002538CF"/>
    <w:rsid w:val="00296272"/>
    <w:rsid w:val="002A11E4"/>
    <w:rsid w:val="002A25B5"/>
    <w:rsid w:val="002B144E"/>
    <w:rsid w:val="002C1B1A"/>
    <w:rsid w:val="002C6DA3"/>
    <w:rsid w:val="002D638F"/>
    <w:rsid w:val="002D6A2E"/>
    <w:rsid w:val="002E54C2"/>
    <w:rsid w:val="00301824"/>
    <w:rsid w:val="00317D9B"/>
    <w:rsid w:val="00327121"/>
    <w:rsid w:val="00340333"/>
    <w:rsid w:val="00343AB2"/>
    <w:rsid w:val="003443B1"/>
    <w:rsid w:val="00366AD2"/>
    <w:rsid w:val="00395A15"/>
    <w:rsid w:val="003A4EFF"/>
    <w:rsid w:val="003B67BB"/>
    <w:rsid w:val="003E3A89"/>
    <w:rsid w:val="004222A1"/>
    <w:rsid w:val="00433BFC"/>
    <w:rsid w:val="00444105"/>
    <w:rsid w:val="0044639E"/>
    <w:rsid w:val="00455BBB"/>
    <w:rsid w:val="004713B9"/>
    <w:rsid w:val="004B6769"/>
    <w:rsid w:val="004C7A24"/>
    <w:rsid w:val="004E11D1"/>
    <w:rsid w:val="004F7945"/>
    <w:rsid w:val="005039D7"/>
    <w:rsid w:val="00517590"/>
    <w:rsid w:val="005476B6"/>
    <w:rsid w:val="00554F9F"/>
    <w:rsid w:val="005574D1"/>
    <w:rsid w:val="005810C2"/>
    <w:rsid w:val="00584EF4"/>
    <w:rsid w:val="005906A2"/>
    <w:rsid w:val="005A3F1D"/>
    <w:rsid w:val="005B3597"/>
    <w:rsid w:val="005E6828"/>
    <w:rsid w:val="005E77AA"/>
    <w:rsid w:val="005F1ACC"/>
    <w:rsid w:val="005F2EB3"/>
    <w:rsid w:val="005F6A84"/>
    <w:rsid w:val="00605953"/>
    <w:rsid w:val="006531B8"/>
    <w:rsid w:val="00665B4E"/>
    <w:rsid w:val="006835B0"/>
    <w:rsid w:val="0068407E"/>
    <w:rsid w:val="00685116"/>
    <w:rsid w:val="0068519E"/>
    <w:rsid w:val="006923CC"/>
    <w:rsid w:val="006B0B95"/>
    <w:rsid w:val="006D358E"/>
    <w:rsid w:val="006D373F"/>
    <w:rsid w:val="006E5A12"/>
    <w:rsid w:val="006F63AE"/>
    <w:rsid w:val="006F6562"/>
    <w:rsid w:val="00715383"/>
    <w:rsid w:val="00743E9E"/>
    <w:rsid w:val="00744DBD"/>
    <w:rsid w:val="00770162"/>
    <w:rsid w:val="007702C0"/>
    <w:rsid w:val="007854A9"/>
    <w:rsid w:val="00796D5E"/>
    <w:rsid w:val="007A20BF"/>
    <w:rsid w:val="007C4317"/>
    <w:rsid w:val="007E5797"/>
    <w:rsid w:val="007F6124"/>
    <w:rsid w:val="00804527"/>
    <w:rsid w:val="0081575A"/>
    <w:rsid w:val="00820101"/>
    <w:rsid w:val="00860FEF"/>
    <w:rsid w:val="0087273A"/>
    <w:rsid w:val="00897094"/>
    <w:rsid w:val="008A05A7"/>
    <w:rsid w:val="008E22AA"/>
    <w:rsid w:val="009008CC"/>
    <w:rsid w:val="00917E8D"/>
    <w:rsid w:val="00945A73"/>
    <w:rsid w:val="0095564D"/>
    <w:rsid w:val="00983A3A"/>
    <w:rsid w:val="00996A57"/>
    <w:rsid w:val="009A0551"/>
    <w:rsid w:val="009A75C0"/>
    <w:rsid w:val="009B5C51"/>
    <w:rsid w:val="009D11D0"/>
    <w:rsid w:val="009D2C77"/>
    <w:rsid w:val="009F12B6"/>
    <w:rsid w:val="009F3F4D"/>
    <w:rsid w:val="00A005C5"/>
    <w:rsid w:val="00A024A6"/>
    <w:rsid w:val="00A10D23"/>
    <w:rsid w:val="00A1709D"/>
    <w:rsid w:val="00A2518E"/>
    <w:rsid w:val="00A40631"/>
    <w:rsid w:val="00A60F90"/>
    <w:rsid w:val="00A852EA"/>
    <w:rsid w:val="00A95469"/>
    <w:rsid w:val="00AC7D33"/>
    <w:rsid w:val="00AD52A9"/>
    <w:rsid w:val="00AE4BF8"/>
    <w:rsid w:val="00AE6515"/>
    <w:rsid w:val="00AF7757"/>
    <w:rsid w:val="00B011EA"/>
    <w:rsid w:val="00B11C24"/>
    <w:rsid w:val="00B269AE"/>
    <w:rsid w:val="00B62FD1"/>
    <w:rsid w:val="00B63B4E"/>
    <w:rsid w:val="00B70BBE"/>
    <w:rsid w:val="00B758EB"/>
    <w:rsid w:val="00B93BA5"/>
    <w:rsid w:val="00BA69C0"/>
    <w:rsid w:val="00BF4EBD"/>
    <w:rsid w:val="00BF6359"/>
    <w:rsid w:val="00C011E7"/>
    <w:rsid w:val="00C16E55"/>
    <w:rsid w:val="00C23051"/>
    <w:rsid w:val="00C3475B"/>
    <w:rsid w:val="00C50EE6"/>
    <w:rsid w:val="00C578F9"/>
    <w:rsid w:val="00C657A8"/>
    <w:rsid w:val="00C65FF0"/>
    <w:rsid w:val="00C66935"/>
    <w:rsid w:val="00C7320D"/>
    <w:rsid w:val="00C8142D"/>
    <w:rsid w:val="00CA53A8"/>
    <w:rsid w:val="00CB5D7F"/>
    <w:rsid w:val="00CF460C"/>
    <w:rsid w:val="00D07B1D"/>
    <w:rsid w:val="00D07CDA"/>
    <w:rsid w:val="00D36C85"/>
    <w:rsid w:val="00D55899"/>
    <w:rsid w:val="00D77BD7"/>
    <w:rsid w:val="00D80DCF"/>
    <w:rsid w:val="00D8165B"/>
    <w:rsid w:val="00D9024F"/>
    <w:rsid w:val="00DA3E13"/>
    <w:rsid w:val="00DB120A"/>
    <w:rsid w:val="00DB29CE"/>
    <w:rsid w:val="00DB66AA"/>
    <w:rsid w:val="00DB7BC1"/>
    <w:rsid w:val="00DD7981"/>
    <w:rsid w:val="00E20421"/>
    <w:rsid w:val="00E23BEC"/>
    <w:rsid w:val="00E437DE"/>
    <w:rsid w:val="00E64446"/>
    <w:rsid w:val="00E70619"/>
    <w:rsid w:val="00E815B3"/>
    <w:rsid w:val="00EC238D"/>
    <w:rsid w:val="00EC602A"/>
    <w:rsid w:val="00ED009B"/>
    <w:rsid w:val="00ED35B1"/>
    <w:rsid w:val="00EF646F"/>
    <w:rsid w:val="00F27F78"/>
    <w:rsid w:val="00F6026C"/>
    <w:rsid w:val="00F6186F"/>
    <w:rsid w:val="00F8408D"/>
    <w:rsid w:val="00F924E4"/>
    <w:rsid w:val="00F9546C"/>
    <w:rsid w:val="00FB2921"/>
    <w:rsid w:val="00FB379D"/>
    <w:rsid w:val="00FC1C76"/>
    <w:rsid w:val="00FE69CC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12D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7D9B"/>
  </w:style>
  <w:style w:type="paragraph" w:styleId="a7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9F3F4D"/>
    <w:pPr>
      <w:ind w:left="720"/>
      <w:contextualSpacing/>
    </w:pPr>
  </w:style>
  <w:style w:type="paragraph" w:styleId="a9">
    <w:name w:val="footnote text"/>
    <w:basedOn w:val="a"/>
    <w:link w:val="aa"/>
    <w:rsid w:val="00B011EA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rsid w:val="00B011EA"/>
    <w:rPr>
      <w:lang w:eastAsia="en-US"/>
    </w:rPr>
  </w:style>
  <w:style w:type="character" w:styleId="ab">
    <w:name w:val="footnote reference"/>
    <w:uiPriority w:val="99"/>
    <w:rsid w:val="00B011EA"/>
    <w:rPr>
      <w:vertAlign w:val="superscript"/>
    </w:rPr>
  </w:style>
  <w:style w:type="paragraph" w:styleId="ac">
    <w:name w:val="Balloon Text"/>
    <w:basedOn w:val="a"/>
    <w:link w:val="ad"/>
    <w:rsid w:val="006E5A1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E5A12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71538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7D9B"/>
  </w:style>
  <w:style w:type="paragraph" w:styleId="a7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9F3F4D"/>
    <w:pPr>
      <w:ind w:left="720"/>
      <w:contextualSpacing/>
    </w:pPr>
  </w:style>
  <w:style w:type="paragraph" w:styleId="a9">
    <w:name w:val="footnote text"/>
    <w:basedOn w:val="a"/>
    <w:link w:val="aa"/>
    <w:rsid w:val="00B011EA"/>
    <w:rPr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rsid w:val="00B011EA"/>
    <w:rPr>
      <w:lang w:eastAsia="en-US"/>
    </w:rPr>
  </w:style>
  <w:style w:type="character" w:styleId="ab">
    <w:name w:val="footnote reference"/>
    <w:uiPriority w:val="99"/>
    <w:rsid w:val="00B011EA"/>
    <w:rPr>
      <w:vertAlign w:val="superscript"/>
    </w:rPr>
  </w:style>
  <w:style w:type="paragraph" w:styleId="ac">
    <w:name w:val="Balloon Text"/>
    <w:basedOn w:val="a"/>
    <w:link w:val="ad"/>
    <w:rsid w:val="006E5A1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E5A12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7153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F247D-FD38-4F4B-B3E8-54AF9181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0</TotalTime>
  <Pages>4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Fomina_ma</dc:creator>
  <cp:lastModifiedBy>Городская Дума города Усть-Илимска</cp:lastModifiedBy>
  <cp:revision>2</cp:revision>
  <cp:lastPrinted>2022-10-27T06:46:00Z</cp:lastPrinted>
  <dcterms:created xsi:type="dcterms:W3CDTF">2022-10-27T06:49:00Z</dcterms:created>
  <dcterms:modified xsi:type="dcterms:W3CDTF">2022-10-27T06:49:00Z</dcterms:modified>
</cp:coreProperties>
</file>