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57" w:rsidRDefault="00D31B57" w:rsidP="003C39BF">
      <w:pPr>
        <w:jc w:val="right"/>
        <w:rPr>
          <w:b/>
          <w:sz w:val="28"/>
          <w:szCs w:val="28"/>
        </w:rPr>
      </w:pPr>
    </w:p>
    <w:p w:rsidR="003C39BF" w:rsidRPr="003C39BF" w:rsidRDefault="003C39BF" w:rsidP="003C39BF">
      <w:pPr>
        <w:jc w:val="right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975"/>
      </w:tblGrid>
      <w:tr w:rsidR="00665B4E" w:rsidRPr="00F67F8F" w:rsidTr="00D31B57">
        <w:trPr>
          <w:trHeight w:hRule="exact" w:val="1928"/>
        </w:trPr>
        <w:tc>
          <w:tcPr>
            <w:tcW w:w="10031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2A453E" w:rsidRPr="002A453E" w:rsidRDefault="00665B4E" w:rsidP="00F67F8F">
            <w:pPr>
              <w:jc w:val="center"/>
              <w:rPr>
                <w:caps/>
              </w:rPr>
            </w:pPr>
            <w:proofErr w:type="gramStart"/>
            <w:r w:rsidRPr="00F67F8F">
              <w:rPr>
                <w:caps/>
              </w:rPr>
              <w:t>Иркутская</w:t>
            </w:r>
            <w:proofErr w:type="gramEnd"/>
            <w:r w:rsidRPr="00F67F8F">
              <w:rPr>
                <w:caps/>
              </w:rPr>
              <w:t xml:space="preserve"> област</w:t>
            </w:r>
            <w:r w:rsidR="002A453E">
              <w:rPr>
                <w:caps/>
              </w:rPr>
              <w:t>И</w:t>
            </w:r>
          </w:p>
          <w:p w:rsidR="00665B4E" w:rsidRPr="002A453E" w:rsidRDefault="00E20421" w:rsidP="00F67F8F">
            <w:pPr>
              <w:jc w:val="center"/>
              <w:rPr>
                <w:caps/>
              </w:rPr>
            </w:pP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  <w:r w:rsidR="00242979">
              <w:rPr>
                <w:b/>
                <w:caps/>
                <w:sz w:val="20"/>
                <w:szCs w:val="20"/>
              </w:rPr>
              <w:t xml:space="preserve">                                   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1E93D93D" wp14:editId="2901CA29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  <w:bookmarkStart w:id="0" w:name="_GoBack"/>
            <w:bookmarkEnd w:id="0"/>
          </w:p>
        </w:tc>
      </w:tr>
      <w:tr w:rsidR="00665B4E" w:rsidRPr="00F67F8F" w:rsidTr="00D31B57">
        <w:tc>
          <w:tcPr>
            <w:tcW w:w="10031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B46F3C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D31B5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2A453E" w:rsidP="00F67F8F">
            <w:pPr>
              <w:ind w:left="-99" w:right="-72"/>
            </w:pPr>
            <w:r>
              <w:t>21.02.2023г.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7E3622" w:rsidRDefault="002A453E" w:rsidP="00F67F8F">
            <w:pPr>
              <w:ind w:left="-99" w:right="-72"/>
            </w:pPr>
            <w:r>
              <w:t xml:space="preserve">     46/353</w:t>
            </w:r>
          </w:p>
        </w:tc>
        <w:tc>
          <w:tcPr>
            <w:tcW w:w="5975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D31B57">
        <w:trPr>
          <w:trHeight w:val="2155"/>
        </w:trPr>
        <w:tc>
          <w:tcPr>
            <w:tcW w:w="10031" w:type="dxa"/>
            <w:gridSpan w:val="5"/>
            <w:shd w:val="clear" w:color="auto" w:fill="auto"/>
          </w:tcPr>
          <w:p w:rsidR="00B269AE" w:rsidRPr="00C644E7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48143C62" wp14:editId="4B5D4FAC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>О</w:t>
            </w:r>
            <w:r w:rsidR="001A3BE0">
              <w:t xml:space="preserve">б участии в </w:t>
            </w:r>
            <w:r w:rsidR="00C644E7">
              <w:t xml:space="preserve">ежегодном </w:t>
            </w:r>
            <w:r w:rsidR="001A3BE0">
              <w:t xml:space="preserve">областном конкурсе на лучшую организацию работы </w:t>
            </w:r>
            <w:r w:rsidR="0001356F">
              <w:t>представ</w:t>
            </w:r>
            <w:r w:rsidR="0001356F">
              <w:t>и</w:t>
            </w:r>
            <w:r w:rsidR="0001356F">
              <w:t>тельного органа муниципального образов</w:t>
            </w:r>
            <w:r w:rsidR="0001356F">
              <w:t>а</w:t>
            </w:r>
            <w:r w:rsidR="0001356F">
              <w:t xml:space="preserve">ния </w:t>
            </w:r>
            <w:r w:rsidR="00AE2440">
              <w:t xml:space="preserve">Иркутской области </w:t>
            </w:r>
            <w:r w:rsidR="00C644E7">
              <w:t>с населением по ре</w:t>
            </w:r>
            <w:r w:rsidR="00C644E7">
              <w:t>а</w:t>
            </w:r>
            <w:r w:rsidR="00C644E7">
              <w:t>лиз</w:t>
            </w:r>
            <w:r w:rsidR="00550C9D">
              <w:t>ации социально значимых проектов</w:t>
            </w:r>
            <w:r w:rsidR="00C644E7">
              <w:t xml:space="preserve"> в м</w:t>
            </w:r>
            <w:r w:rsidR="00C644E7">
              <w:t>у</w:t>
            </w:r>
            <w:r w:rsidR="00C644E7">
              <w:t>ниципальных образованиях Иркутской обл</w:t>
            </w:r>
            <w:r w:rsidR="00C644E7">
              <w:t>а</w:t>
            </w:r>
            <w:r w:rsidR="00C644E7">
              <w:t>сти</w:t>
            </w:r>
          </w:p>
        </w:tc>
      </w:tr>
    </w:tbl>
    <w:p w:rsidR="0025671C" w:rsidRPr="003C39BF" w:rsidRDefault="000154F0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Руководствуясь </w:t>
      </w:r>
      <w:r w:rsidR="0001356F">
        <w:rPr>
          <w:color w:val="000000"/>
        </w:rPr>
        <w:t xml:space="preserve">постановлением Законодательного </w:t>
      </w:r>
      <w:r w:rsidR="00AE2440">
        <w:rPr>
          <w:color w:val="000000"/>
        </w:rPr>
        <w:t xml:space="preserve">Собрания Иркутской области от </w:t>
      </w:r>
      <w:r w:rsidR="00C644E7">
        <w:rPr>
          <w:color w:val="000000"/>
        </w:rPr>
        <w:t>22</w:t>
      </w:r>
      <w:r w:rsidR="00AE2440">
        <w:rPr>
          <w:color w:val="000000"/>
        </w:rPr>
        <w:t>.0</w:t>
      </w:r>
      <w:r w:rsidR="00AE2440" w:rsidRPr="00AE2440">
        <w:rPr>
          <w:color w:val="000000"/>
        </w:rPr>
        <w:t>6</w:t>
      </w:r>
      <w:r w:rsidR="00C644E7">
        <w:rPr>
          <w:color w:val="000000"/>
        </w:rPr>
        <w:t>.2022</w:t>
      </w:r>
      <w:r w:rsidR="00AE2440">
        <w:rPr>
          <w:color w:val="000000"/>
        </w:rPr>
        <w:t xml:space="preserve">г. № </w:t>
      </w:r>
      <w:r w:rsidR="00C644E7">
        <w:rPr>
          <w:color w:val="000000"/>
        </w:rPr>
        <w:t>57</w:t>
      </w:r>
      <w:r w:rsidR="00AE2440">
        <w:rPr>
          <w:color w:val="000000"/>
        </w:rPr>
        <w:t>/</w:t>
      </w:r>
      <w:r w:rsidR="00C644E7">
        <w:rPr>
          <w:color w:val="000000"/>
        </w:rPr>
        <w:t>8</w:t>
      </w:r>
      <w:r w:rsidR="0001356F">
        <w:rPr>
          <w:color w:val="000000"/>
        </w:rPr>
        <w:t>-ЗС «Об ут</w:t>
      </w:r>
      <w:r w:rsidR="00BA04D3">
        <w:rPr>
          <w:color w:val="000000"/>
        </w:rPr>
        <w:t xml:space="preserve">верждении Положения </w:t>
      </w:r>
      <w:r w:rsidR="00C644E7">
        <w:rPr>
          <w:color w:val="000000"/>
        </w:rPr>
        <w:t>о ежегодном</w:t>
      </w:r>
      <w:r w:rsidR="00B46F3C">
        <w:rPr>
          <w:color w:val="000000"/>
        </w:rPr>
        <w:t xml:space="preserve"> </w:t>
      </w:r>
      <w:r w:rsidR="00C644E7">
        <w:rPr>
          <w:color w:val="000000"/>
        </w:rPr>
        <w:t>областном</w:t>
      </w:r>
      <w:r w:rsidR="0001356F">
        <w:rPr>
          <w:color w:val="000000"/>
        </w:rPr>
        <w:t xml:space="preserve"> кон</w:t>
      </w:r>
      <w:r w:rsidR="00C644E7">
        <w:rPr>
          <w:color w:val="000000"/>
        </w:rPr>
        <w:t>курсе</w:t>
      </w:r>
      <w:r w:rsidR="0001356F">
        <w:rPr>
          <w:color w:val="000000"/>
        </w:rPr>
        <w:t xml:space="preserve"> </w:t>
      </w:r>
      <w:r w:rsidR="00C644E7" w:rsidRPr="00C644E7">
        <w:rPr>
          <w:color w:val="000000"/>
        </w:rPr>
        <w:t>на лу</w:t>
      </w:r>
      <w:r w:rsidR="00C644E7" w:rsidRPr="00C644E7">
        <w:rPr>
          <w:color w:val="000000"/>
        </w:rPr>
        <w:t>ч</w:t>
      </w:r>
      <w:r w:rsidR="00C644E7" w:rsidRPr="00C644E7">
        <w:rPr>
          <w:color w:val="000000"/>
        </w:rPr>
        <w:t>шую организацию работы представительного органа муниципального образования Иркутской области с населением по реализации социально значимы</w:t>
      </w:r>
      <w:r w:rsidR="00550C9D">
        <w:rPr>
          <w:color w:val="000000"/>
        </w:rPr>
        <w:t>х проектов</w:t>
      </w:r>
      <w:r w:rsidR="00C644E7" w:rsidRPr="00C644E7">
        <w:rPr>
          <w:color w:val="000000"/>
        </w:rPr>
        <w:t xml:space="preserve"> </w:t>
      </w:r>
      <w:proofErr w:type="gramStart"/>
      <w:r w:rsidR="00C644E7" w:rsidRPr="00C644E7">
        <w:rPr>
          <w:color w:val="000000"/>
        </w:rPr>
        <w:t>в</w:t>
      </w:r>
      <w:proofErr w:type="gramEnd"/>
      <w:r w:rsidR="00C644E7" w:rsidRPr="00C644E7">
        <w:rPr>
          <w:color w:val="000000"/>
        </w:rPr>
        <w:t xml:space="preserve"> муниципальных образ</w:t>
      </w:r>
      <w:r w:rsidR="00C644E7" w:rsidRPr="00C644E7">
        <w:rPr>
          <w:color w:val="000000"/>
        </w:rPr>
        <w:t>о</w:t>
      </w:r>
      <w:r w:rsidR="00C644E7" w:rsidRPr="00C644E7">
        <w:rPr>
          <w:color w:val="000000"/>
        </w:rPr>
        <w:t>ваниях Иркутской области</w:t>
      </w:r>
      <w:r w:rsidR="0001356F">
        <w:rPr>
          <w:color w:val="000000"/>
        </w:rPr>
        <w:t xml:space="preserve">», статьями 23, </w:t>
      </w:r>
      <w:r w:rsidR="00BA04D3">
        <w:rPr>
          <w:color w:val="000000"/>
        </w:rPr>
        <w:t xml:space="preserve">25, </w:t>
      </w:r>
      <w:r>
        <w:rPr>
          <w:color w:val="000000"/>
        </w:rPr>
        <w:t>43</w:t>
      </w:r>
      <w:r w:rsidRPr="000154F0">
        <w:rPr>
          <w:color w:val="000000"/>
        </w:rPr>
        <w:t xml:space="preserve"> Устава муниципального образования город Усть-Илимск,</w:t>
      </w:r>
      <w:r w:rsidR="0025671C" w:rsidRPr="003C39BF">
        <w:rPr>
          <w:color w:val="000000"/>
        </w:rPr>
        <w:t xml:space="preserve"> Городская Дума,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25671C" w:rsidRPr="0003675F" w:rsidRDefault="0025671C" w:rsidP="0001356F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</w:rPr>
      </w:pPr>
      <w:r w:rsidRPr="003C39BF">
        <w:rPr>
          <w:color w:val="000000"/>
        </w:rPr>
        <w:t xml:space="preserve">1. </w:t>
      </w:r>
      <w:r w:rsidR="0001356F">
        <w:rPr>
          <w:color w:val="000000"/>
        </w:rPr>
        <w:t xml:space="preserve">Принять участие в </w:t>
      </w:r>
      <w:r w:rsidR="00C644E7" w:rsidRPr="00C644E7">
        <w:rPr>
          <w:color w:val="000000"/>
        </w:rPr>
        <w:t>ежегодном областном конкурсе на лучшую организацию работы представительного органа муниципального образования Иркутской области с населением по реализ</w:t>
      </w:r>
      <w:r w:rsidR="00550C9D">
        <w:rPr>
          <w:color w:val="000000"/>
        </w:rPr>
        <w:t>ации социально значимых проектов</w:t>
      </w:r>
      <w:r w:rsidR="00C644E7" w:rsidRPr="00C644E7">
        <w:rPr>
          <w:color w:val="000000"/>
        </w:rPr>
        <w:t xml:space="preserve"> в муниципальных образованиях Иркутской области</w:t>
      </w:r>
      <w:r w:rsidR="0001356F">
        <w:rPr>
          <w:color w:val="000000"/>
        </w:rPr>
        <w:t>.</w:t>
      </w:r>
    </w:p>
    <w:p w:rsidR="00D1739B" w:rsidRDefault="00C644E7" w:rsidP="00C644E7">
      <w:pPr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5671C" w:rsidRPr="003C39BF">
        <w:rPr>
          <w:color w:val="000000"/>
        </w:rPr>
        <w:t xml:space="preserve">2. </w:t>
      </w:r>
      <w:r>
        <w:rPr>
          <w:color w:val="000000"/>
        </w:rPr>
        <w:t>Р</w:t>
      </w:r>
      <w:r w:rsidRPr="00C644E7">
        <w:rPr>
          <w:color w:val="000000"/>
        </w:rPr>
        <w:t xml:space="preserve">азместить </w:t>
      </w:r>
      <w:r>
        <w:rPr>
          <w:color w:val="000000"/>
        </w:rPr>
        <w:t xml:space="preserve">настоящее решение </w:t>
      </w:r>
      <w:r w:rsidRPr="00C644E7">
        <w:rPr>
          <w:color w:val="000000"/>
        </w:rPr>
        <w:t xml:space="preserve">на официальных сайтах </w:t>
      </w:r>
      <w:proofErr w:type="gramStart"/>
      <w:r w:rsidRPr="00C644E7">
        <w:rPr>
          <w:color w:val="000000"/>
        </w:rPr>
        <w:t>Городской</w:t>
      </w:r>
      <w:proofErr w:type="gramEnd"/>
      <w:r w:rsidRPr="00C644E7">
        <w:rPr>
          <w:color w:val="000000"/>
        </w:rPr>
        <w:t xml:space="preserve"> Думы города Усть-Илимска, Администрации города Усть-Илимска.</w:t>
      </w:r>
    </w:p>
    <w:p w:rsidR="00941DC7" w:rsidRPr="00941DC7" w:rsidRDefault="00941DC7" w:rsidP="00941DC7">
      <w:pPr>
        <w:ind w:firstLine="709"/>
        <w:jc w:val="both"/>
        <w:rPr>
          <w:bCs/>
          <w:color w:val="000000"/>
        </w:rPr>
      </w:pPr>
      <w:r>
        <w:rPr>
          <w:color w:val="000000"/>
        </w:rPr>
        <w:t xml:space="preserve">3. </w:t>
      </w:r>
      <w:proofErr w:type="gramStart"/>
      <w:r w:rsidRPr="00941DC7">
        <w:rPr>
          <w:bCs/>
          <w:color w:val="000000"/>
        </w:rPr>
        <w:t>Контроль за</w:t>
      </w:r>
      <w:proofErr w:type="gramEnd"/>
      <w:r w:rsidRPr="00941DC7">
        <w:rPr>
          <w:bCs/>
          <w:color w:val="000000"/>
        </w:rPr>
        <w:t xml:space="preserve"> исполнением настоящего решения </w:t>
      </w:r>
      <w:r w:rsidR="00550C9D">
        <w:rPr>
          <w:bCs/>
          <w:color w:val="000000"/>
        </w:rPr>
        <w:t>оставляю за собой.</w:t>
      </w:r>
    </w:p>
    <w:p w:rsidR="00AE2440" w:rsidRDefault="00AE2440" w:rsidP="00D40121">
      <w:pPr>
        <w:jc w:val="both"/>
        <w:rPr>
          <w:b/>
        </w:rPr>
      </w:pPr>
    </w:p>
    <w:p w:rsidR="00AE2440" w:rsidRDefault="00AE2440" w:rsidP="00D40121">
      <w:pPr>
        <w:jc w:val="both"/>
        <w:rPr>
          <w:b/>
        </w:rPr>
      </w:pPr>
    </w:p>
    <w:p w:rsidR="00AE2440" w:rsidRDefault="00AE2440" w:rsidP="00D40121">
      <w:pPr>
        <w:jc w:val="both"/>
        <w:rPr>
          <w:b/>
        </w:rPr>
      </w:pPr>
    </w:p>
    <w:p w:rsidR="002A453E" w:rsidRDefault="002A453E" w:rsidP="00D40121">
      <w:pPr>
        <w:jc w:val="both"/>
        <w:rPr>
          <w:b/>
        </w:rPr>
      </w:pPr>
    </w:p>
    <w:p w:rsidR="002A453E" w:rsidRDefault="002A453E" w:rsidP="00D40121">
      <w:pPr>
        <w:jc w:val="both"/>
        <w:rPr>
          <w:b/>
        </w:rPr>
      </w:pPr>
    </w:p>
    <w:p w:rsidR="00D40121" w:rsidRDefault="00D40121" w:rsidP="00D40121">
      <w:pPr>
        <w:jc w:val="both"/>
        <w:rPr>
          <w:b/>
        </w:rPr>
      </w:pPr>
      <w:r w:rsidRPr="0008337F">
        <w:rPr>
          <w:b/>
        </w:rPr>
        <w:t xml:space="preserve">Председатель Городской Думы                                  </w:t>
      </w:r>
      <w:r>
        <w:rPr>
          <w:b/>
        </w:rPr>
        <w:t xml:space="preserve">                         </w:t>
      </w:r>
      <w:r w:rsidR="00B46F3C">
        <w:rPr>
          <w:b/>
        </w:rPr>
        <w:t xml:space="preserve">               А.П. Чихирьков</w:t>
      </w: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FB3FAB" w:rsidRDefault="00FB3FAB" w:rsidP="00144CE0">
      <w:pPr>
        <w:jc w:val="center"/>
        <w:rPr>
          <w:bCs/>
        </w:rPr>
      </w:pPr>
    </w:p>
    <w:p w:rsidR="00FC3165" w:rsidRDefault="00FC3165" w:rsidP="00FC3165">
      <w:pPr>
        <w:jc w:val="center"/>
        <w:rPr>
          <w:bCs/>
        </w:rPr>
      </w:pPr>
    </w:p>
    <w:p w:rsidR="00C644E7" w:rsidRPr="00144CE0" w:rsidRDefault="00C644E7" w:rsidP="00FC3165">
      <w:pPr>
        <w:jc w:val="center"/>
      </w:pPr>
      <w:r w:rsidRPr="00144CE0">
        <w:rPr>
          <w:bCs/>
        </w:rPr>
        <w:t>ПОЯСНИТЕЛЬНАЯ ЗАПИСКА</w:t>
      </w:r>
    </w:p>
    <w:p w:rsidR="00C644E7" w:rsidRPr="00144CE0" w:rsidRDefault="00C644E7" w:rsidP="00144CE0">
      <w:pPr>
        <w:jc w:val="center"/>
        <w:rPr>
          <w:bCs/>
        </w:rPr>
      </w:pPr>
      <w:r w:rsidRPr="00144CE0">
        <w:rPr>
          <w:bCs/>
        </w:rPr>
        <w:t xml:space="preserve">к проекту решения </w:t>
      </w:r>
      <w:proofErr w:type="gramStart"/>
      <w:r w:rsidRPr="00144CE0">
        <w:rPr>
          <w:bCs/>
        </w:rPr>
        <w:t>Городской</w:t>
      </w:r>
      <w:proofErr w:type="gramEnd"/>
      <w:r w:rsidRPr="00144CE0">
        <w:rPr>
          <w:bCs/>
        </w:rPr>
        <w:t xml:space="preserve"> Думы города Усть-Илимска</w:t>
      </w:r>
    </w:p>
    <w:p w:rsidR="00C644E7" w:rsidRPr="00144CE0" w:rsidRDefault="00C644E7" w:rsidP="00144CE0">
      <w:pPr>
        <w:jc w:val="center"/>
        <w:rPr>
          <w:b/>
          <w:bCs/>
        </w:rPr>
      </w:pPr>
      <w:r w:rsidRPr="00144CE0">
        <w:rPr>
          <w:b/>
          <w:bCs/>
        </w:rPr>
        <w:t>«</w:t>
      </w:r>
      <w:r w:rsidR="00144CE0" w:rsidRPr="00144CE0">
        <w:rPr>
          <w:b/>
          <w:bCs/>
        </w:rPr>
        <w:t>Об участии в ежегодном областном конкурсе на лучшую организацию работы предст</w:t>
      </w:r>
      <w:r w:rsidR="00144CE0" w:rsidRPr="00144CE0">
        <w:rPr>
          <w:b/>
          <w:bCs/>
        </w:rPr>
        <w:t>а</w:t>
      </w:r>
      <w:r w:rsidR="00144CE0" w:rsidRPr="00144CE0">
        <w:rPr>
          <w:b/>
          <w:bCs/>
        </w:rPr>
        <w:t>вительного органа муниципального образования Иркутской области с населением по ре</w:t>
      </w:r>
      <w:r w:rsidR="00144CE0" w:rsidRPr="00144CE0">
        <w:rPr>
          <w:b/>
          <w:bCs/>
        </w:rPr>
        <w:t>а</w:t>
      </w:r>
      <w:r w:rsidR="00144CE0" w:rsidRPr="00144CE0">
        <w:rPr>
          <w:b/>
          <w:bCs/>
        </w:rPr>
        <w:t>лизации социально значимых проектах в муниципальных образованиях Иркутской обл</w:t>
      </w:r>
      <w:r w:rsidR="00144CE0" w:rsidRPr="00144CE0">
        <w:rPr>
          <w:b/>
          <w:bCs/>
        </w:rPr>
        <w:t>а</w:t>
      </w:r>
      <w:r w:rsidR="00144CE0" w:rsidRPr="00144CE0">
        <w:rPr>
          <w:b/>
          <w:bCs/>
        </w:rPr>
        <w:t>сти</w:t>
      </w:r>
      <w:r w:rsidRPr="00144CE0">
        <w:rPr>
          <w:b/>
          <w:bCs/>
        </w:rPr>
        <w:t>»</w:t>
      </w:r>
    </w:p>
    <w:p w:rsidR="00C644E7" w:rsidRPr="00144CE0" w:rsidRDefault="00C644E7" w:rsidP="00144CE0">
      <w:pPr>
        <w:jc w:val="both"/>
        <w:rPr>
          <w:bCs/>
        </w:rPr>
      </w:pPr>
    </w:p>
    <w:p w:rsidR="00C644E7" w:rsidRPr="00144CE0" w:rsidRDefault="00C644E7" w:rsidP="00144CE0">
      <w:pPr>
        <w:jc w:val="both"/>
      </w:pPr>
      <w:r w:rsidRPr="00144CE0">
        <w:rPr>
          <w:b/>
        </w:rPr>
        <w:t>Тип проекта правового акта:</w:t>
      </w:r>
      <w:r w:rsidRPr="00144CE0">
        <w:t xml:space="preserve"> решение Городской Думы города Усть-Илимска.</w:t>
      </w:r>
    </w:p>
    <w:p w:rsidR="00144CE0" w:rsidRDefault="00144CE0" w:rsidP="00144CE0">
      <w:pPr>
        <w:jc w:val="both"/>
        <w:rPr>
          <w:b/>
        </w:rPr>
      </w:pPr>
    </w:p>
    <w:p w:rsidR="00C644E7" w:rsidRPr="00144CE0" w:rsidRDefault="00C644E7" w:rsidP="00144CE0">
      <w:pPr>
        <w:jc w:val="both"/>
      </w:pPr>
      <w:r w:rsidRPr="00144CE0">
        <w:rPr>
          <w:b/>
        </w:rPr>
        <w:t>Наименование проекта правового акта:</w:t>
      </w:r>
      <w:r w:rsidRPr="00144CE0">
        <w:rPr>
          <w:i/>
        </w:rPr>
        <w:t xml:space="preserve"> </w:t>
      </w:r>
      <w:r w:rsidRPr="00144CE0">
        <w:rPr>
          <w:bCs/>
        </w:rPr>
        <w:t>«</w:t>
      </w:r>
      <w:r w:rsidR="00144CE0" w:rsidRPr="00144CE0">
        <w:rPr>
          <w:bCs/>
        </w:rPr>
        <w:t>Об участии в ежегодном областном конкурсе на лучшую организацию работы представительного органа муниципального образования Ирку</w:t>
      </w:r>
      <w:r w:rsidR="00144CE0" w:rsidRPr="00144CE0">
        <w:rPr>
          <w:bCs/>
        </w:rPr>
        <w:t>т</w:t>
      </w:r>
      <w:r w:rsidR="00144CE0" w:rsidRPr="00144CE0">
        <w:rPr>
          <w:bCs/>
        </w:rPr>
        <w:t>ской области с населением по реализации социально значимых проектах в муниципальных о</w:t>
      </w:r>
      <w:r w:rsidR="00144CE0" w:rsidRPr="00144CE0">
        <w:rPr>
          <w:bCs/>
        </w:rPr>
        <w:t>б</w:t>
      </w:r>
      <w:r w:rsidR="00144CE0" w:rsidRPr="00144CE0">
        <w:rPr>
          <w:bCs/>
        </w:rPr>
        <w:t>разованиях Иркутской области»</w:t>
      </w:r>
      <w:r w:rsidRPr="00144CE0">
        <w:t>.</w:t>
      </w:r>
    </w:p>
    <w:p w:rsidR="00144CE0" w:rsidRDefault="00144CE0" w:rsidP="00144CE0">
      <w:pPr>
        <w:jc w:val="both"/>
      </w:pPr>
    </w:p>
    <w:p w:rsidR="00C644E7" w:rsidRPr="00144CE0" w:rsidRDefault="00C644E7" w:rsidP="00144CE0">
      <w:pPr>
        <w:jc w:val="both"/>
      </w:pPr>
      <w:r w:rsidRPr="00144CE0">
        <w:rPr>
          <w:b/>
        </w:rPr>
        <w:t>Субъект правотворческой инициативы:</w:t>
      </w:r>
      <w:r w:rsidRPr="00144CE0">
        <w:t xml:space="preserve"> </w:t>
      </w:r>
      <w:r w:rsidR="00144CE0">
        <w:t>председатель</w:t>
      </w:r>
      <w:r w:rsidRPr="00144CE0">
        <w:t xml:space="preserve"> Городской Думы города Усть-Илимска.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  <w:rPr>
          <w:b/>
        </w:rPr>
      </w:pPr>
      <w:r w:rsidRPr="00144CE0">
        <w:rPr>
          <w:b/>
        </w:rPr>
        <w:t xml:space="preserve">Правовое обоснование принятия проекта правового акта: </w:t>
      </w:r>
      <w:r w:rsidR="00144CE0">
        <w:t>постановление</w:t>
      </w:r>
      <w:r w:rsidR="00144CE0" w:rsidRPr="00144CE0">
        <w:t xml:space="preserve"> Законодательного Собрания Иркутской области от 22.06.2022г. № 57/8-ЗС «Об утверждении Положения о еж</w:t>
      </w:r>
      <w:r w:rsidR="00144CE0" w:rsidRPr="00144CE0">
        <w:t>е</w:t>
      </w:r>
      <w:r w:rsidR="00144CE0" w:rsidRPr="00144CE0">
        <w:t>годном областном конкурсе на лучшую организацию работы представительного органа мун</w:t>
      </w:r>
      <w:r w:rsidR="00144CE0" w:rsidRPr="00144CE0">
        <w:t>и</w:t>
      </w:r>
      <w:r w:rsidR="00144CE0" w:rsidRPr="00144CE0">
        <w:t xml:space="preserve">ципального образования Иркутской области с населением по реализации социально значимых проектах в муниципальных образованиях Иркутской области», </w:t>
      </w:r>
      <w:r w:rsidR="00144CE0">
        <w:rPr>
          <w:b/>
        </w:rPr>
        <w:t xml:space="preserve"> </w:t>
      </w:r>
      <w:r w:rsidRPr="00144CE0">
        <w:t>Устав муниципального образ</w:t>
      </w:r>
      <w:r w:rsidRPr="00144CE0">
        <w:t>о</w:t>
      </w:r>
      <w:r w:rsidRPr="00144CE0">
        <w:t>вания город Усть-Илимск.</w:t>
      </w:r>
    </w:p>
    <w:p w:rsidR="00144CE0" w:rsidRPr="00144CE0" w:rsidRDefault="00144CE0" w:rsidP="00144CE0">
      <w:pPr>
        <w:jc w:val="both"/>
      </w:pPr>
      <w:r>
        <w:t>Источниками</w:t>
      </w:r>
      <w:r w:rsidR="00C644E7" w:rsidRPr="00144CE0">
        <w:t xml:space="preserve"> официаль</w:t>
      </w:r>
      <w:r>
        <w:t>ного опубликования проекта являю</w:t>
      </w:r>
      <w:r w:rsidR="00C644E7" w:rsidRPr="00144CE0">
        <w:t xml:space="preserve">тся </w:t>
      </w:r>
      <w:r>
        <w:t>сетевое издание</w:t>
      </w:r>
      <w:r w:rsidRPr="00144CE0">
        <w:t xml:space="preserve"> «UST-ILIMSK» (</w:t>
      </w:r>
      <w:hyperlink r:id="rId9" w:history="1">
        <w:r w:rsidRPr="002547EC">
          <w:rPr>
            <w:rStyle w:val="a9"/>
          </w:rPr>
          <w:t>www.усть-илимскофициальный.рф</w:t>
        </w:r>
      </w:hyperlink>
      <w:r>
        <w:t>), официальные сайты</w:t>
      </w:r>
      <w:r w:rsidRPr="00144CE0">
        <w:t xml:space="preserve"> Городской Думы города Усть-Илимска, Администрации города Усть-Илимска.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</w:pPr>
      <w:r w:rsidRPr="00144CE0">
        <w:rPr>
          <w:b/>
        </w:rPr>
        <w:t>Перечень муниципальных правовых актов, принятия, отмены, изменения или дополн</w:t>
      </w:r>
      <w:r w:rsidRPr="00144CE0">
        <w:rPr>
          <w:b/>
        </w:rPr>
        <w:t>е</w:t>
      </w:r>
      <w:r w:rsidRPr="00144CE0">
        <w:rPr>
          <w:b/>
        </w:rPr>
        <w:t>ния которых потребует принятие муниципального правового акта:</w:t>
      </w:r>
      <w:r w:rsidRPr="00144CE0">
        <w:t xml:space="preserve"> не требуется.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</w:pPr>
      <w:r w:rsidRPr="00144CE0">
        <w:rPr>
          <w:b/>
        </w:rPr>
        <w:t xml:space="preserve">Сведения о наличии (отсутствии) необходимости увеличения (уменьшения) расходов бюджета города: </w:t>
      </w:r>
      <w:r w:rsidRPr="00144CE0">
        <w:t xml:space="preserve">принятие данного муниципального правового </w:t>
      </w:r>
      <w:r w:rsidR="00144CE0">
        <w:t xml:space="preserve">акта не </w:t>
      </w:r>
      <w:r w:rsidRPr="00144CE0">
        <w:t>требует дополнител</w:t>
      </w:r>
      <w:r w:rsidRPr="00144CE0">
        <w:t>ь</w:t>
      </w:r>
      <w:r w:rsidRPr="00144CE0">
        <w:t>ных расходов из бюджета города</w:t>
      </w:r>
      <w:r w:rsidR="00144CE0">
        <w:t>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17"/>
      </w:tblGrid>
      <w:tr w:rsidR="00C644E7" w:rsidRPr="00144CE0" w:rsidTr="00144CE0">
        <w:tc>
          <w:tcPr>
            <w:tcW w:w="4814" w:type="dxa"/>
          </w:tcPr>
          <w:p w:rsidR="00C644E7" w:rsidRPr="00144CE0" w:rsidRDefault="00144CE0" w:rsidP="00144CE0">
            <w:pPr>
              <w:jc w:val="both"/>
              <w:rPr>
                <w:b/>
              </w:rPr>
            </w:pPr>
            <w:r w:rsidRPr="00144CE0">
              <w:rPr>
                <w:b/>
              </w:rPr>
              <w:t xml:space="preserve">Председатель </w:t>
            </w:r>
            <w:r w:rsidR="00C644E7" w:rsidRPr="00144CE0">
              <w:rPr>
                <w:b/>
              </w:rPr>
              <w:t xml:space="preserve"> Городской Думы</w:t>
            </w:r>
          </w:p>
          <w:p w:rsidR="00C644E7" w:rsidRPr="00144CE0" w:rsidRDefault="00C644E7" w:rsidP="00144CE0">
            <w:pPr>
              <w:jc w:val="both"/>
              <w:rPr>
                <w:b/>
              </w:rPr>
            </w:pPr>
            <w:r w:rsidRPr="00144CE0">
              <w:rPr>
                <w:b/>
              </w:rPr>
              <w:t>города Усть-Илимска</w:t>
            </w:r>
          </w:p>
        </w:tc>
        <w:tc>
          <w:tcPr>
            <w:tcW w:w="5217" w:type="dxa"/>
          </w:tcPr>
          <w:p w:rsidR="00C644E7" w:rsidRPr="00144CE0" w:rsidRDefault="00C644E7" w:rsidP="00144CE0">
            <w:pPr>
              <w:jc w:val="both"/>
              <w:rPr>
                <w:b/>
              </w:rPr>
            </w:pPr>
          </w:p>
          <w:p w:rsidR="00C644E7" w:rsidRPr="00144CE0" w:rsidRDefault="00144CE0" w:rsidP="00144CE0">
            <w:pPr>
              <w:jc w:val="both"/>
              <w:rPr>
                <w:b/>
              </w:rPr>
            </w:pPr>
            <w:r w:rsidRPr="00144CE0">
              <w:rPr>
                <w:b/>
              </w:rPr>
              <w:t xml:space="preserve">                                            </w:t>
            </w:r>
            <w:r>
              <w:rPr>
                <w:b/>
              </w:rPr>
              <w:t xml:space="preserve">   </w:t>
            </w:r>
            <w:r w:rsidR="00C644E7" w:rsidRPr="00144CE0">
              <w:rPr>
                <w:b/>
              </w:rPr>
              <w:t>А.П. Чихирьков</w:t>
            </w:r>
          </w:p>
        </w:tc>
      </w:tr>
    </w:tbl>
    <w:p w:rsidR="00C644E7" w:rsidRPr="00144CE0" w:rsidRDefault="00C644E7" w:rsidP="00144CE0">
      <w:pPr>
        <w:jc w:val="both"/>
        <w:rPr>
          <w:b/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Default="00C644E7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Pr="00C644E7" w:rsidRDefault="00144CE0" w:rsidP="00C644E7">
      <w:pPr>
        <w:jc w:val="both"/>
        <w:rPr>
          <w:b/>
          <w:i/>
        </w:rPr>
      </w:pPr>
    </w:p>
    <w:p w:rsidR="00C644E7" w:rsidRPr="00C644E7" w:rsidRDefault="00C644E7" w:rsidP="00C644E7">
      <w:pPr>
        <w:jc w:val="both"/>
        <w:rPr>
          <w:b/>
          <w:i/>
        </w:rPr>
      </w:pPr>
    </w:p>
    <w:p w:rsidR="00144CE0" w:rsidRDefault="00144CE0" w:rsidP="00144CE0">
      <w:pPr>
        <w:jc w:val="center"/>
      </w:pPr>
      <w:r>
        <w:t xml:space="preserve">      </w:t>
      </w:r>
    </w:p>
    <w:p w:rsidR="00144CE0" w:rsidRPr="00144CE0" w:rsidRDefault="00144CE0" w:rsidP="00144CE0">
      <w:pPr>
        <w:jc w:val="center"/>
      </w:pPr>
      <w:r w:rsidRPr="00144CE0">
        <w:t>ЛИСТ СОГЛАСОВАНИЯ</w:t>
      </w:r>
    </w:p>
    <w:p w:rsidR="00144CE0" w:rsidRPr="00144CE0" w:rsidRDefault="00144CE0" w:rsidP="00144CE0">
      <w:pPr>
        <w:jc w:val="center"/>
      </w:pPr>
      <w:r w:rsidRPr="00144CE0">
        <w:t xml:space="preserve">проекта решения </w:t>
      </w:r>
      <w:proofErr w:type="gramStart"/>
      <w:r w:rsidRPr="00144CE0">
        <w:t>Городской</w:t>
      </w:r>
      <w:proofErr w:type="gramEnd"/>
      <w:r w:rsidRPr="00144CE0">
        <w:t xml:space="preserve"> Думы города Усть-Илимска</w:t>
      </w:r>
    </w:p>
    <w:p w:rsidR="00144CE0" w:rsidRPr="00144CE0" w:rsidRDefault="00144CE0" w:rsidP="00144CE0">
      <w:pPr>
        <w:jc w:val="center"/>
        <w:rPr>
          <w:bCs/>
        </w:rPr>
      </w:pPr>
      <w:r w:rsidRPr="00144CE0">
        <w:t>«</w:t>
      </w:r>
      <w:r w:rsidRPr="00144CE0">
        <w:rPr>
          <w:bCs/>
        </w:rPr>
        <w:t>Об участии в ежегодном областном конкурсе на лучшую организацию работы представител</w:t>
      </w:r>
      <w:r w:rsidRPr="00144CE0">
        <w:rPr>
          <w:bCs/>
        </w:rPr>
        <w:t>ь</w:t>
      </w:r>
      <w:r w:rsidRPr="00144CE0">
        <w:rPr>
          <w:bCs/>
        </w:rPr>
        <w:t>ного органа муниципального образования Иркутской области с населением по реализации с</w:t>
      </w:r>
      <w:r w:rsidRPr="00144CE0">
        <w:rPr>
          <w:bCs/>
        </w:rPr>
        <w:t>о</w:t>
      </w:r>
      <w:r w:rsidRPr="00144CE0">
        <w:rPr>
          <w:bCs/>
        </w:rPr>
        <w:t>циально значимых проектах в муниципальных образованиях Иркутской области».</w:t>
      </w:r>
    </w:p>
    <w:p w:rsidR="00144CE0" w:rsidRPr="00144CE0" w:rsidRDefault="00144CE0" w:rsidP="00144CE0">
      <w:pPr>
        <w:jc w:val="center"/>
      </w:pPr>
    </w:p>
    <w:p w:rsidR="00144CE0" w:rsidRPr="00144CE0" w:rsidRDefault="00144CE0" w:rsidP="00144CE0">
      <w:pPr>
        <w:jc w:val="both"/>
        <w:rPr>
          <w:b/>
        </w:rPr>
      </w:pPr>
      <w:r w:rsidRPr="00144CE0">
        <w:rPr>
          <w:b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835"/>
      </w:tblGrid>
      <w:tr w:rsidR="00144CE0" w:rsidRPr="00144CE0" w:rsidTr="00144CE0">
        <w:trPr>
          <w:trHeight w:val="626"/>
        </w:trPr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>
              <w:t>Председатель</w:t>
            </w:r>
            <w:r w:rsidRPr="00144CE0">
              <w:t xml:space="preserve"> Городской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>
              <w:t>А.П. Чихирьков</w:t>
            </w:r>
          </w:p>
        </w:tc>
      </w:tr>
      <w:tr w:rsidR="00144CE0" w:rsidRPr="00144CE0" w:rsidTr="00144CE0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(ФИО)</w:t>
            </w:r>
          </w:p>
        </w:tc>
      </w:tr>
      <w:tr w:rsidR="00144CE0" w:rsidRPr="00144CE0" w:rsidTr="00144CE0">
        <w:tc>
          <w:tcPr>
            <w:tcW w:w="675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  <w:r w:rsidRPr="00144CE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>
              <w:t>98-230</w:t>
            </w:r>
          </w:p>
        </w:tc>
        <w:tc>
          <w:tcPr>
            <w:tcW w:w="1560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>
              <w:t>1111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</w:tr>
    </w:tbl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  <w:r w:rsidRPr="00144CE0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835"/>
      </w:tblGrid>
      <w:tr w:rsidR="00144CE0" w:rsidRPr="00144CE0" w:rsidTr="00144CE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 w:rsidRPr="00144CE0">
              <w:t>Правовой отдел Администрации города Усть-Илимска</w:t>
            </w:r>
          </w:p>
          <w:p w:rsidR="00144CE0" w:rsidRPr="00144CE0" w:rsidRDefault="00144CE0" w:rsidP="00144CE0">
            <w:pPr>
              <w:jc w:val="both"/>
            </w:pPr>
          </w:p>
          <w:p w:rsidR="00144CE0" w:rsidRPr="00144CE0" w:rsidRDefault="00144CE0" w:rsidP="00144CE0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</w:tr>
      <w:tr w:rsidR="00144CE0" w:rsidRPr="00144CE0" w:rsidTr="00144CE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(ФИО)</w:t>
            </w:r>
          </w:p>
        </w:tc>
      </w:tr>
    </w:tbl>
    <w:p w:rsidR="00144CE0" w:rsidRPr="00144CE0" w:rsidRDefault="00144CE0" w:rsidP="00144CE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835"/>
      </w:tblGrid>
      <w:tr w:rsidR="00144CE0" w:rsidRPr="00144CE0" w:rsidTr="00144CE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</w:tr>
      <w:tr w:rsidR="00144CE0" w:rsidRPr="00144CE0" w:rsidTr="00144CE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(ФИО)</w:t>
            </w:r>
          </w:p>
        </w:tc>
      </w:tr>
    </w:tbl>
    <w:p w:rsidR="00144CE0" w:rsidRPr="00144CE0" w:rsidRDefault="00144CE0" w:rsidP="00144CE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835"/>
      </w:tblGrid>
      <w:tr w:rsidR="00144CE0" w:rsidRPr="00144CE0" w:rsidTr="00144CE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</w:tr>
      <w:tr w:rsidR="00144CE0" w:rsidRPr="00144CE0" w:rsidTr="00144CE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(ФИО)</w:t>
            </w:r>
          </w:p>
        </w:tc>
      </w:tr>
    </w:tbl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144CE0" w:rsidRPr="00144CE0" w:rsidTr="006A6857">
        <w:tc>
          <w:tcPr>
            <w:tcW w:w="3369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  <w:r w:rsidRPr="00144CE0">
              <w:t>Вид акта:</w:t>
            </w:r>
          </w:p>
          <w:p w:rsidR="00144CE0" w:rsidRPr="00144CE0" w:rsidRDefault="00144CE0" w:rsidP="00144CE0">
            <w:pPr>
              <w:jc w:val="both"/>
            </w:pPr>
            <w:r w:rsidRPr="00144CE0">
              <w:sym w:font="Symbol" w:char="F0FF"/>
            </w:r>
            <w:r w:rsidRPr="00144CE0">
              <w:t xml:space="preserve"> нормативный</w:t>
            </w:r>
            <w:r w:rsidRPr="00144CE0">
              <w:tab/>
            </w:r>
            <w:r w:rsidRPr="00144CE0">
              <w:tab/>
            </w:r>
          </w:p>
          <w:p w:rsidR="00144CE0" w:rsidRPr="00144CE0" w:rsidRDefault="00144CE0" w:rsidP="00144CE0">
            <w:pPr>
              <w:jc w:val="both"/>
            </w:pPr>
            <w:r w:rsidRPr="00144CE0">
              <w:sym w:font="Symbol" w:char="F0FF"/>
            </w:r>
            <w:r w:rsidRPr="00144CE0">
              <w:t xml:space="preserve"> не нормативный</w:t>
            </w:r>
            <w:r w:rsidRPr="00144CE0">
              <w:tab/>
            </w:r>
          </w:p>
        </w:tc>
        <w:tc>
          <w:tcPr>
            <w:tcW w:w="6202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  <w:r w:rsidRPr="00144CE0">
              <w:t>Необходима (проведена) антикоррупционная экспертиза:</w:t>
            </w:r>
          </w:p>
          <w:p w:rsidR="00144CE0" w:rsidRPr="00144CE0" w:rsidRDefault="00144CE0" w:rsidP="00144CE0">
            <w:pPr>
              <w:jc w:val="both"/>
            </w:pPr>
            <w:r w:rsidRPr="00144CE0">
              <w:sym w:font="Symbol" w:char="F0FF"/>
            </w:r>
            <w:r w:rsidRPr="00144CE0">
              <w:t xml:space="preserve"> да</w:t>
            </w:r>
            <w:r w:rsidRPr="00144CE0">
              <w:tab/>
            </w:r>
          </w:p>
          <w:p w:rsidR="00144CE0" w:rsidRPr="00144CE0" w:rsidRDefault="00144CE0" w:rsidP="00144CE0">
            <w:pPr>
              <w:jc w:val="both"/>
            </w:pPr>
            <w:r w:rsidRPr="00144CE0">
              <w:sym w:font="Symbol" w:char="F0FF"/>
            </w:r>
            <w:r w:rsidRPr="00144CE0">
              <w:t xml:space="preserve"> нет</w:t>
            </w:r>
            <w:r w:rsidRPr="00144CE0">
              <w:tab/>
            </w:r>
          </w:p>
        </w:tc>
      </w:tr>
    </w:tbl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  <w:r w:rsidRPr="00144CE0">
        <w:t xml:space="preserve">В </w:t>
      </w:r>
      <w:proofErr w:type="gramStart"/>
      <w:r w:rsidRPr="00144CE0">
        <w:t>случае</w:t>
      </w:r>
      <w:proofErr w:type="gramEnd"/>
      <w:r w:rsidRPr="00144CE0">
        <w:t xml:space="preserve"> внесения изменений в ранее принятый муниципальный правовой акт, указать причину внесения изменений:</w:t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144CE0">
        <w:tab/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иные причины</w:t>
      </w:r>
    </w:p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  <w:r w:rsidRPr="00144CE0">
        <w:t>Рассылка:</w:t>
      </w:r>
    </w:p>
    <w:p w:rsidR="00144CE0" w:rsidRPr="00144CE0" w:rsidRDefault="00144CE0" w:rsidP="00144CE0">
      <w:pPr>
        <w:jc w:val="both"/>
      </w:pPr>
      <w:r w:rsidRPr="00144CE0">
        <w:t>3 экз. – в дело</w:t>
      </w:r>
    </w:p>
    <w:p w:rsidR="00144CE0" w:rsidRPr="00144CE0" w:rsidRDefault="00144CE0" w:rsidP="00144CE0">
      <w:pPr>
        <w:jc w:val="both"/>
      </w:pPr>
      <w:r w:rsidRPr="00144CE0">
        <w:t xml:space="preserve">1 экз. – исполнителю </w:t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в газету «Усть-Илимск </w:t>
      </w:r>
      <w:proofErr w:type="gramStart"/>
      <w:r w:rsidRPr="00144CE0">
        <w:t>ОФИЦИАЛЬНЫЙ</w:t>
      </w:r>
      <w:proofErr w:type="gramEnd"/>
      <w:r w:rsidRPr="00144CE0">
        <w:t>»</w:t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на официальный сайт муниципального образования                     </w:t>
      </w:r>
    </w:p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</w:p>
    <w:p w:rsidR="00C644E7" w:rsidRPr="00144CE0" w:rsidRDefault="00C644E7" w:rsidP="00C644E7">
      <w:pPr>
        <w:jc w:val="both"/>
      </w:pPr>
    </w:p>
    <w:p w:rsidR="00D40121" w:rsidRPr="00144CE0" w:rsidRDefault="00D40121" w:rsidP="00D40121">
      <w:pPr>
        <w:jc w:val="both"/>
      </w:pPr>
    </w:p>
    <w:p w:rsidR="00D40121" w:rsidRPr="00144CE0" w:rsidRDefault="00D40121" w:rsidP="00D40121">
      <w:pPr>
        <w:jc w:val="both"/>
      </w:pPr>
    </w:p>
    <w:p w:rsidR="00D40121" w:rsidRPr="00144CE0" w:rsidRDefault="00D40121" w:rsidP="00D40121">
      <w:pPr>
        <w:jc w:val="both"/>
      </w:pPr>
    </w:p>
    <w:p w:rsidR="00187C5B" w:rsidRPr="00144CE0" w:rsidRDefault="00187C5B" w:rsidP="00FB6A30">
      <w:pPr>
        <w:autoSpaceDE w:val="0"/>
        <w:autoSpaceDN w:val="0"/>
        <w:adjustRightInd w:val="0"/>
      </w:pPr>
    </w:p>
    <w:p w:rsidR="00144CE0" w:rsidRPr="00144CE0" w:rsidRDefault="00144CE0">
      <w:pPr>
        <w:autoSpaceDE w:val="0"/>
        <w:autoSpaceDN w:val="0"/>
        <w:adjustRightInd w:val="0"/>
      </w:pPr>
    </w:p>
    <w:sectPr w:rsidR="00144CE0" w:rsidRPr="00144CE0" w:rsidSect="00D31B57">
      <w:headerReference w:type="even" r:id="rId10"/>
      <w:pgSz w:w="11907" w:h="16840" w:code="9"/>
      <w:pgMar w:top="853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3FE" w:rsidRDefault="00FD43FE">
      <w:r>
        <w:separator/>
      </w:r>
    </w:p>
  </w:endnote>
  <w:endnote w:type="continuationSeparator" w:id="0">
    <w:p w:rsidR="00FD43FE" w:rsidRDefault="00FD4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3FE" w:rsidRDefault="00FD43FE">
      <w:r>
        <w:separator/>
      </w:r>
    </w:p>
  </w:footnote>
  <w:footnote w:type="continuationSeparator" w:id="0">
    <w:p w:rsidR="00FD43FE" w:rsidRDefault="00FD43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3CB3"/>
    <w:multiLevelType w:val="hybridMultilevel"/>
    <w:tmpl w:val="54F6D27C"/>
    <w:lvl w:ilvl="0" w:tplc="D21E7E8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210A"/>
    <w:rsid w:val="0000313A"/>
    <w:rsid w:val="000035E0"/>
    <w:rsid w:val="0001356F"/>
    <w:rsid w:val="000154F0"/>
    <w:rsid w:val="0003675F"/>
    <w:rsid w:val="00043A92"/>
    <w:rsid w:val="0005664E"/>
    <w:rsid w:val="00062718"/>
    <w:rsid w:val="00075F8F"/>
    <w:rsid w:val="000832FC"/>
    <w:rsid w:val="000858CE"/>
    <w:rsid w:val="00086138"/>
    <w:rsid w:val="00086999"/>
    <w:rsid w:val="00096A57"/>
    <w:rsid w:val="000A073A"/>
    <w:rsid w:val="000A1FB0"/>
    <w:rsid w:val="000E776A"/>
    <w:rsid w:val="00113623"/>
    <w:rsid w:val="00113711"/>
    <w:rsid w:val="00144CE0"/>
    <w:rsid w:val="0014550E"/>
    <w:rsid w:val="00187C5B"/>
    <w:rsid w:val="00192718"/>
    <w:rsid w:val="001A3BE0"/>
    <w:rsid w:val="001D00F8"/>
    <w:rsid w:val="00230E17"/>
    <w:rsid w:val="00242979"/>
    <w:rsid w:val="0025671C"/>
    <w:rsid w:val="00263A35"/>
    <w:rsid w:val="002A11E4"/>
    <w:rsid w:val="002A25B5"/>
    <w:rsid w:val="002A453E"/>
    <w:rsid w:val="002C1B1A"/>
    <w:rsid w:val="002C224D"/>
    <w:rsid w:val="002D638F"/>
    <w:rsid w:val="002E54C2"/>
    <w:rsid w:val="00301824"/>
    <w:rsid w:val="00317D9B"/>
    <w:rsid w:val="00366AD2"/>
    <w:rsid w:val="0036711F"/>
    <w:rsid w:val="0037401F"/>
    <w:rsid w:val="00380AB8"/>
    <w:rsid w:val="00392291"/>
    <w:rsid w:val="00397177"/>
    <w:rsid w:val="003A2092"/>
    <w:rsid w:val="003A761F"/>
    <w:rsid w:val="003B0439"/>
    <w:rsid w:val="003B3BA2"/>
    <w:rsid w:val="003B67BB"/>
    <w:rsid w:val="003C39BF"/>
    <w:rsid w:val="003E3A89"/>
    <w:rsid w:val="003F185D"/>
    <w:rsid w:val="003F199A"/>
    <w:rsid w:val="00416FB0"/>
    <w:rsid w:val="004713B9"/>
    <w:rsid w:val="00483AFF"/>
    <w:rsid w:val="004A75F6"/>
    <w:rsid w:val="004B6769"/>
    <w:rsid w:val="004C0C41"/>
    <w:rsid w:val="004C7A24"/>
    <w:rsid w:val="004E11D1"/>
    <w:rsid w:val="004F7945"/>
    <w:rsid w:val="00517590"/>
    <w:rsid w:val="00527A79"/>
    <w:rsid w:val="00550C9D"/>
    <w:rsid w:val="005906A2"/>
    <w:rsid w:val="005A3F1D"/>
    <w:rsid w:val="005E3D20"/>
    <w:rsid w:val="005E6828"/>
    <w:rsid w:val="006074F1"/>
    <w:rsid w:val="006531B8"/>
    <w:rsid w:val="00665B4E"/>
    <w:rsid w:val="006835B0"/>
    <w:rsid w:val="00685116"/>
    <w:rsid w:val="0068519E"/>
    <w:rsid w:val="006923CC"/>
    <w:rsid w:val="006B4BD1"/>
    <w:rsid w:val="006F6562"/>
    <w:rsid w:val="00744DBD"/>
    <w:rsid w:val="007477BD"/>
    <w:rsid w:val="007854A9"/>
    <w:rsid w:val="007A09D8"/>
    <w:rsid w:val="007E3622"/>
    <w:rsid w:val="00871AAA"/>
    <w:rsid w:val="0087273A"/>
    <w:rsid w:val="00886C83"/>
    <w:rsid w:val="008A4408"/>
    <w:rsid w:val="00922305"/>
    <w:rsid w:val="00941DC7"/>
    <w:rsid w:val="00965168"/>
    <w:rsid w:val="0099166A"/>
    <w:rsid w:val="009A75C0"/>
    <w:rsid w:val="009C2B81"/>
    <w:rsid w:val="009E021F"/>
    <w:rsid w:val="00A248D4"/>
    <w:rsid w:val="00A255DF"/>
    <w:rsid w:val="00A279C2"/>
    <w:rsid w:val="00A34633"/>
    <w:rsid w:val="00A6707D"/>
    <w:rsid w:val="00A95469"/>
    <w:rsid w:val="00AA4221"/>
    <w:rsid w:val="00AB6E42"/>
    <w:rsid w:val="00AC7D33"/>
    <w:rsid w:val="00AE2440"/>
    <w:rsid w:val="00AE4BF8"/>
    <w:rsid w:val="00AE6515"/>
    <w:rsid w:val="00AF7757"/>
    <w:rsid w:val="00B269AE"/>
    <w:rsid w:val="00B46F3C"/>
    <w:rsid w:val="00B62FD1"/>
    <w:rsid w:val="00B758EB"/>
    <w:rsid w:val="00B80110"/>
    <w:rsid w:val="00BA04D3"/>
    <w:rsid w:val="00BB7F5C"/>
    <w:rsid w:val="00BF4EBD"/>
    <w:rsid w:val="00BF5A9D"/>
    <w:rsid w:val="00C4705B"/>
    <w:rsid w:val="00C50EE6"/>
    <w:rsid w:val="00C644E7"/>
    <w:rsid w:val="00C65FF0"/>
    <w:rsid w:val="00C66935"/>
    <w:rsid w:val="00CF03C4"/>
    <w:rsid w:val="00D07B1D"/>
    <w:rsid w:val="00D1739B"/>
    <w:rsid w:val="00D31B57"/>
    <w:rsid w:val="00D40121"/>
    <w:rsid w:val="00D50042"/>
    <w:rsid w:val="00D64258"/>
    <w:rsid w:val="00D8165B"/>
    <w:rsid w:val="00DB120A"/>
    <w:rsid w:val="00DB43F4"/>
    <w:rsid w:val="00DD7981"/>
    <w:rsid w:val="00DF2FC3"/>
    <w:rsid w:val="00DF481C"/>
    <w:rsid w:val="00E20421"/>
    <w:rsid w:val="00E23BEC"/>
    <w:rsid w:val="00E437DE"/>
    <w:rsid w:val="00E70619"/>
    <w:rsid w:val="00EC238D"/>
    <w:rsid w:val="00EE33A7"/>
    <w:rsid w:val="00EF646F"/>
    <w:rsid w:val="00F218E0"/>
    <w:rsid w:val="00F27F78"/>
    <w:rsid w:val="00F6026C"/>
    <w:rsid w:val="00F6186F"/>
    <w:rsid w:val="00F67F8F"/>
    <w:rsid w:val="00F8408D"/>
    <w:rsid w:val="00F85880"/>
    <w:rsid w:val="00FA6B93"/>
    <w:rsid w:val="00FB2921"/>
    <w:rsid w:val="00FB3FAB"/>
    <w:rsid w:val="00FB6A30"/>
    <w:rsid w:val="00FC3165"/>
    <w:rsid w:val="00FD0906"/>
    <w:rsid w:val="00FD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D173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C644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D173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C64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0CFD1-BB08-4E65-8C35-C1C3023EF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7</TotalTime>
  <Pages>1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9</cp:revision>
  <cp:lastPrinted>2023-02-22T01:43:00Z</cp:lastPrinted>
  <dcterms:created xsi:type="dcterms:W3CDTF">2023-01-11T03:28:00Z</dcterms:created>
  <dcterms:modified xsi:type="dcterms:W3CDTF">2023-02-22T01:44:00Z</dcterms:modified>
</cp:coreProperties>
</file>