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736" w:rsidRPr="00F178F4" w:rsidRDefault="00F178F4" w:rsidP="00F178F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6"/>
        <w:gridCol w:w="5743"/>
      </w:tblGrid>
      <w:tr w:rsidR="00665B4E" w:rsidTr="00E20421">
        <w:trPr>
          <w:trHeight w:hRule="exact" w:val="1928"/>
        </w:trPr>
        <w:tc>
          <w:tcPr>
            <w:tcW w:w="9854" w:type="dxa"/>
            <w:gridSpan w:val="5"/>
          </w:tcPr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Российская Федерация</w:t>
            </w:r>
          </w:p>
          <w:p w:rsidR="00665B4E" w:rsidRPr="00E20421" w:rsidRDefault="00665B4E" w:rsidP="00F6186F">
            <w:pPr>
              <w:jc w:val="center"/>
              <w:rPr>
                <w:caps/>
              </w:rPr>
            </w:pPr>
            <w:r w:rsidRPr="0087273A">
              <w:rPr>
                <w:caps/>
              </w:rPr>
              <w:t>Иркутская область</w:t>
            </w:r>
            <w:r w:rsidR="00E20421" w:rsidRPr="00E20421">
              <w:rPr>
                <w:caps/>
              </w:rPr>
              <w:br/>
            </w:r>
            <w:r w:rsidR="00E20421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87273A" w:rsidRDefault="00F81C94" w:rsidP="00F6186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2EEAFAE" wp14:editId="29D6775C">
                      <wp:extent cx="535940" cy="668020"/>
                      <wp:effectExtent l="9525" t="19050" r="6985" b="8255"/>
                      <wp:docPr id="1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16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r,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r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r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5,156r1,-2l126,153r2,-2l129,151r2,-1l132,150r2,-1l135,149r6,l147,149r5,l157,147r5,l167,147r3,l171,146r1,l174,146r4,-3l181,141r3,-1l187,137r1,-1l190,131r3,-3l194,124r2,-1l197,121r,-1l200,118r1,-1l203,117r1,-2l207,115r4,-1l217,113r6,l230,111r16,l263,108r10,-1l283,105r12,-1l306,101r,-1l308,97r1,-2l311,92r1,-1l314,89r1,l318,88r1,-1l322,87r3,l327,87r2,l332,87r3,l337,87r3,1l342,88r2,1l347,91r1,1l351,94r2,1l354,98r1,2l357,102r1,2l358,107r,3l360,113r-2,2l358,120r5,-2l368,117r3,l376,117r4,l383,117r3,1l389,118r1,2l393,121r1,l396,124r1,1l399,127r1,1l400,130r1,1l401,134r,2l401,138r,3l401,143r,3l400,147r,4l399,156r-2,6l394,164r2,2l399,166r1,1l401,170r3,2l406,174r3,2l410,180r4,6l419,193r6,9l429,212r11,20l450,254r12,23l474,298r4,l484,298r4,2l492,300r5,l501,301r4,2l510,304r4,2l518,307r5,3l527,313r4,3l537,319r6,5l547,329r3,1l551,330r3,2l559,332r7,1l576,336r6,3l586,340r6,3l597,346r3,1l603,349r3,3l609,353r3,3l615,359r3,3l620,365r13,-2l646,362r12,-2l669,358r12,-3l692,353r11,-3l714,347r10,-2l734,343r10,-3l754,339r12,-3l776,334r12,-1l798,333r10,l816,333r10,l837,333r10,l857,334r10,2l878,336r10,1l900,337r10,2l922,339r10,l943,339r10,1l965,339r3,-6l971,326r1,-7l975,313r6,-15l985,283r4,-15l992,252r4,-14l1001,222r3,-14l1008,193r4,-14l1017,164r1,-5l1021,151r3,-5l1025,138r3,-5l1031,127r3,-6l1037,117r3,-10l1044,89r1,-5l1048,79r3,-5l1053,69r2,-5l1058,58r5,-6l1066,46r4,-4l1074,36r6,-4l1086,26r6,-4l1099,17r5,-2l1113,10r7,-3l1129,4r10,-1l1149,2,1159,r12,l1184,r13,2l1198,3r2,l1201,3r,1l1201,4r1,3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,l924,722r-1,2l922,724r-2,1l919,725r-2,l909,726r-9,l891,726r-8,l873,726r-9,l855,726r-8,-1l847,728r,3l847,734r,1l848,738r,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3,670r-1,2l440,673r-1,2l438,675r-2,l430,676r-8,l412,676r-13,l384,676r-17,l350,677r-21,l311,677r-22,l269,677r-22,2l227,679r-20,1l188,682r-18,1l168,685r-1,l164,685r-2,1l162,686r-1,2l159,689r-1,1l157,693r-3,3l152,699r-4,3l147,703r-3,2l142,706r-3,2l136,709r-4,3l129,712r-4,2l121,715r-6,1l109,718r-6,1l98,719r-8,2l83,721r-8,l73,722r,l73,724r-1,1l70,728r-1,4l67,737r-1,4l64,745r-1,3l62,742r-2,-5l60,731r-1,-6l59,722r,-3l59,716r1,-4l60,709r2,-4l63,702r1,-3l60,701r-4,1l53,703r-2,l49,705r-2,1l44,708r-3,1l40,712r-3,3l34,719r-3,5l28,728r-2,6l26,725r,-7l24,714r,-5l26,705r,-4l26,696r1,-4l27,688r1,-3l30,680r3,-4l34,672r3,-5l34,666r-3,-1l30,665r-2,-2l27,663r-1,l24,663r-1,2l20,665r-2,1l15,669r-2,1l10,673r-5,4l5,670r2,-5l7,660r1,-6l10,650r1,-4l13,641r2,-2l18,634r3,-3l24,628r4,-2l33,623r4,-3l41,618r5,-2l47,614r3,l51,614r3,l63,614r9,l83,616r12,l109,617r16,1l134,618r8,l151,617r8,l170,616r10,l190,614r10,-1l210,610r10,-2l232,605r10,-2l253,598r12,-3l276,590r10,-5l286,584r-1,-3l282,579r-2,-1l278,577r-3,-2l270,574r-4,-2l262,571r-6,l252,569r-6,l239,568r-6,l226,567r-7,l211,567r-8,l196,568r-9,l178,568r-8,1l161,571r-9,1l142,574r-10,1l123,578r-10,3l103,584r-10,3l83,590r-10,4l69,594r-3,1l63,595r-3,l54,597r-5,l46,598r-5,2l38,601r-4,3l31,607r-4,3l21,616r-4,4l17,617r,-4l17,610r,-5l17,601r1,-3l18,595r2,-4l17,592r-3,3l11,597r-1,3l8,603r-3,2l4,608r-2,5l1,608,,604r,-4l,595r,-5l,585r,-1l1,581r,-2l2,577r2,-3l5,568r2,-4l8,558r2,-7l11,545r,-7l13,532r,-2l13,530r,-1l13,528r1,-2l17,523r3,-3l23,518r3,-3l30,512r4,-3l38,507r5,-2l49,503r1,-1l53,502r3,l59,502r3,-2l64,500r3,l70,502r5,l82,500r7,l99,499r12,l122,497r13,-1l149,494r13,-1l177,492r16,-3l207,487r14,-3l236,483r13,-3l262,479r,-6l262,467r,-6l262,456r-2,-12l260,432r-1,-11l257,409r-1,-11l255,386r-3,-13l250,363r-3,-13l246,339r-3,-12l242,316r-3,-12l237,293,136,270r2,-6l138,260r1,-6l139,249r2,-5l141,238r,-6l141,226r,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l10,23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r,l15,,13,,12,1r-2,l10,1,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r,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79r,2l32,81r,3l30,85r-1,l26,87r-4,1l17,89r-3,2l10,91,7,92r-1,l4,91r,-2l4,89r,-1l4,87r,l6,85,9,84r4,-2l17,81r6,l26,79r4,-1l32,78r,xm3,65r1,l6,63,9,62r2,-1l19,59r5,-3l32,55r5,-2l42,53r1,l45,53r1,2l48,55r,l48,56r,l48,58r,1l46,59r-6,3l35,63r-8,3l19,69r-8,2l9,71,7,72r-3,l4,72,3,71r-2,l1,69,,69,,68,1,66r,l3,65r,xm6,42l9,40r5,-1l23,36,33,33r9,-3l50,27r3,l56,26r2,l59,26r1,1l60,27r,2l60,30r,2l59,35r-3,l50,38r-8,2l32,43,22,46r-9,3l10,49,7,50r-3,l4,50r,-1l3,48r,l4,46r,-1l4,45r,-2l6,42r,xm9,26r2,-1l17,22r9,-2l36,19,46,16r9,-2l59,14r1,l63,13r,1l63,14r-1,2l59,17r-3,2l48,22,37,26,27,30,17,33r-3,2l10,36r-1,l7,36r,l7,36r-1,l6,35r,-2l6,32r,-2l6,27,7,26r2,l9,26xm66,l62,,56,1,46,3,36,6,26,7,17,9r-6,3l9,12r-2,l7,13r,1l7,16r,l7,17r,l9,19r2,-2l17,17,27,16,37,13,48,12,58,9,63,7,66,6r2,l68,4r,l68,3r,-2l68,1r-2,l66,r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3,100r,l42,100r-2,l39,98,36,97,35,95,29,90,24,84,20,78,16,72,11,66,10,64,9,61,7,58,4,55,3,52,1,51r,-3l1,48r,l1,48r2,l3,48xm6,32r1,1l9,33r1,3l11,38r6,4l23,49r6,7l35,64r7,7l46,77r3,4l52,84r,1l52,87r,l52,87r,1l50,88r,l49,88r,-1l47,87,45,84,42,81,33,74,24,65,16,55,9,46,6,43,3,41,1,38r,-2l,36,,35r,l,33r1,l3,33,4,32r2,l6,32xm16,16r-2,l11,16r,1l11,17r-1,2l10,20r1,2l11,23r3,3l17,30r6,8l32,46r8,8l46,59r4,3l52,65r1,l55,65r,1l55,65r1,l56,64r,-2l56,62r,-3l55,55,53,54,52,52,50,49,49,46,42,41,36,33,29,28,23,22,22,19,19,17,17,16r-1,l16,16xm26,r,l24,2r,l24,2r,1l24,3r2,2l27,6r,1l27,9r,1l29,12r1,1l32,16r4,6l42,28r4,5l50,38r3,3l55,42r1,l58,43r,l59,43r,l59,43r,-1l59,41r,-3l58,35r,-2l56,32,55,30,53,28,49,22,43,15,39,9,33,5,32,3,29,2,29,,27,r,l26,r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l,151r,1l,155r,2l,158r3,3l3,164r4,7l13,180r4,7l23,194r2,2l26,197r1,2l27,199r2,l29,199r,l29,197r1,l30,196r-1,-2l29,193r-3,-5l25,184r-2,-3l20,177r-3,-6l13,165,9,160,6,155,4,152,3,151r,l2,150r,xm6,134r1,l7,135r2,2l10,139r3,5l19,151r4,7l27,167r6,6l38,180r2,4l42,187r,1l42,188r,2l42,190r,l40,191r-1,l39,190r-1,l38,188r-3,-1l33,184r-6,-7l20,167r-5,-9l9,150,6,144,3,141r,-3l2,137r,-2l2,135r,l3,135r,-1l6,134r,xm13,115r,l12,115r,l12,115r,1l12,119r,2l13,122r2,4l16,129r6,9l27,147r6,8l38,163r2,2l42,167r1,1l43,168r2,l45,168r1,-1l46,167r,-2l46,165r,-2l45,160r-3,-5l39,150r-4,-8l29,135r-4,-7l19,121r-2,-3l16,116r-1,-1l13,115r,xm19,101r-2,l17,101r,1l17,102r,1l19,105r1,1l22,108r1,1l23,111r,l25,112r1,3l27,119r5,6l36,132r4,6l45,142r1,3l48,147r1,1l51,148r1,l52,148r,l52,148r,-1l52,144r-3,-3l48,137r,-2l46,134r-1,-3l43,128r-4,-6l35,116r-5,-7l26,105r-3,-3l22,101r-2,l20,101r-1,l19,101r,xm26,82r,l27,83r2,2l30,86r5,6l39,98r4,7l49,112r6,7l59,126r3,3l64,131r,1l64,132r,l62,134r,l61,134r,-2l59,132r-3,-1l55,128r-7,-7l42,114r-6,-9l30,98,29,95,26,93r,-3l25,89,23,88,22,85r,-2l22,83r,l22,83r1,-1l23,82r2,l26,82r,xm32,66r,l32,66r,l32,66r,1l32,69r,1l33,73r,2l33,76r,1l35,79r,1l36,83r3,5l42,93r4,5l49,102r3,1l52,105r1,l55,105r,l56,105r,l58,105r1,1l62,108r2,1l65,111r,l65,111r,-2l65,109r-1,-4l59,99,55,93,49,85,43,77,38,72,36,69,35,67,33,66r-1,l32,66xm40,49r-1,1l38,52r1,l39,53r1,l40,54r2,2l42,57r1,3l45,65r3,7l52,77r4,6l59,89r3,3l62,93r2,2l65,96r1,l66,96r,l66,95r,l66,93,65,89,64,86r,-3l61,79,58,72,53,65,52,62,51,59,48,56,46,53,45,52,43,50r-1,l42,50,40,49r,l40,49xm46,34l45,31r,-3l45,27r,-1l45,26r,l45,26r,l46,27r,1l48,31r3,6l53,41r2,5l56,49r2,3l61,53r1,1l64,56r1,3l66,59r,1l68,62r,1l69,72r2,1l69,73r,l68,73,65,70,62,66,58,60,55,54,51,50,48,46,46,34r,xm52,24r1,3l56,30r3,4l62,39r3,5l68,49r3,1l72,52r,1l74,53r1,l75,53r,l75,53r,-1l74,50r,-1l74,46,72,44,71,41,68,36,64,30,62,27,59,24,58,23,55,20,53,18,52,17,51,16r-2,l48,16r-2,l46,17r2,l49,18r2,2l52,21r,3l52,24xm58,7r1,4l62,14r2,3l66,20r3,3l71,24r3,2l76,27r2,1l79,28r,-1l78,27r,-1l76,24,75,21,74,18,72,17,71,13,68,10,65,7,64,4,61,3,59,1,58,,56,,55,,52,r,l53,r2,1l56,4r2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1,98r3,-3l45,92r3,-3l49,86r,l51,85r,l51,86r,2l48,91r-2,4l44,99r-6,12l29,124r-7,13l15,147r-3,4l9,154r-1,2l8,157r-2,l6,157,5,156r,l5,154r,l5,151r1,-3l9,146r3,-6l16,131r6,-8l28,114r4,-6l33,104r3,-2l38,101r,l38,101xm35,82r1,l38,81r,-2l39,78r3,-3l44,71r2,-5l48,63r1,l49,62r2,l51,62r,l51,62r,1l48,68r-2,4l44,78,36,91r-8,14l19,118r-7,13l9,136r-3,4l5,141r-2,l3,143r,l2,141,,140r,l,138r2,-2l3,133r2,-5l9,123r4,-9l19,105r6,-8l29,89r3,-3l33,84r2,-2l35,82r,xm59,r2,1l61,1,59,3r,1l58,9r-1,5l55,20r-1,5l52,29r,3l51,33r,2l49,37r-1,3l46,48r-4,7l39,62r-4,6l33,69r,3l32,72r,l32,72r-1,l31,72,29,71r,-2l29,68r2,-2l32,63r1,-4l36,50,41,40,45,29,51,19,54,9,57,6,58,3,59,1,59,r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,l108,10r2,l110,12r1,1l111,14r,-1l113,12r,-2l114,9r2,-2l117,6r1,-2l120,4r1,-1l123,3r3,-2l127,1r1,l131,1,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,l300,366r-2,l297,366r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9,222r-1,l226,222r-1,l224,222r,-1l222,219r-1,4l221,226r,3l219,232r,7l219,245r,7l221,258r,6l222,270r2,8l224,287r,4l224,297r,6l224,308r,6l222,320r-1,7l219,333r-1,7l216,347r-3,8l211,362r,1l209,365r-1,l206,366r-1,l205,366r-2,l202,365r,l201,365r,-2l201,362r-2,-10l198,342r-2,-10l193,323r-3,-10l188,301r-3,-11l180,278r,-3l180,271r-1,-4l179,262r,-10l179,239r,-11l180,213r,-11l182,189r-3,-3l176,183r-1,-3l172,177r-3,-4l167,170r-1,-3l163,163r-1,-3l160,157r-1,-4l157,150r-1,-4l154,143r-1,-5l153,136r-1,-5l152,128r-2,-4l150,121r,-4l150,114r,-4l150,107r,-3l152,99r,-2l152,92r1,-3l154,87r2,-3l156,79r1,l157,78r,-3l157,74r,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,l48,321r-3,l42,321r-1,l39,321r-1,l38,320r-2,l35,319r,l35,317r,-4l35,310r,-4l36,303r,-2l38,298r,-3l39,293r2,-6l44,281r,-4l45,274r1,-6l46,264r-1,-2l44,261r-2,-2l42,258r,-1l42,255r,-3l42,249r-4,l33,249r-2,-1l28,248r-2,-2l25,246r-3,-1l20,242r-1,-1l18,238r-2,-3l16,231r,-5l16,222r-1,l15,221r,l13,221r-1,-2l10,219r-4,2l,221r2,-6l3,210r3,-5l7,202r5,-9l15,185r3,-6l19,173r3,-7l23,159r3,-11l29,137r3,-14l35,108r,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l,4414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Tr="00F6186F">
        <w:tc>
          <w:tcPr>
            <w:tcW w:w="9854" w:type="dxa"/>
            <w:gridSpan w:val="5"/>
          </w:tcPr>
          <w:p w:rsidR="00665B4E" w:rsidRDefault="009A75C0" w:rsidP="00F6186F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городская дума</w:t>
            </w:r>
            <w:r w:rsidR="00F8408D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A95469">
              <w:rPr>
                <w:b/>
                <w:caps/>
                <w:sz w:val="28"/>
                <w:szCs w:val="28"/>
              </w:rPr>
              <w:t>город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 w:rsidR="00A95469" w:rsidRPr="00A95469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>
              <w:rPr>
                <w:b/>
                <w:caps/>
                <w:sz w:val="28"/>
                <w:szCs w:val="28"/>
              </w:rPr>
              <w:t>а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781C1A">
              <w:rPr>
                <w:b/>
                <w:caps/>
                <w:sz w:val="28"/>
                <w:szCs w:val="28"/>
              </w:rPr>
              <w:t>СЕДЬМОГО</w:t>
            </w:r>
            <w:r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E6828" w:rsidRDefault="009A75C0" w:rsidP="00F6186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F6186F">
        <w:trPr>
          <w:trHeight w:hRule="exact" w:val="567"/>
        </w:trPr>
        <w:tc>
          <w:tcPr>
            <w:tcW w:w="467" w:type="dxa"/>
            <w:vAlign w:val="bottom"/>
          </w:tcPr>
          <w:p w:rsidR="00AE6515" w:rsidRPr="003B67BB" w:rsidRDefault="00AE6515" w:rsidP="00F8408D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bottom"/>
          </w:tcPr>
          <w:p w:rsidR="00AE6515" w:rsidRPr="003B67BB" w:rsidRDefault="00AE6515" w:rsidP="00F8408D">
            <w:pPr>
              <w:ind w:left="-99" w:right="-72"/>
            </w:pPr>
          </w:p>
        </w:tc>
        <w:tc>
          <w:tcPr>
            <w:tcW w:w="367" w:type="dxa"/>
            <w:vAlign w:val="bottom"/>
          </w:tcPr>
          <w:p w:rsidR="00AE6515" w:rsidRPr="003B67BB" w:rsidRDefault="00AE6515" w:rsidP="00F8408D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AE6515" w:rsidRPr="0005664E" w:rsidRDefault="00AE6515" w:rsidP="00F8408D">
            <w:pPr>
              <w:ind w:left="-99" w:right="-72"/>
              <w:rPr>
                <w:lang w:val="en-US"/>
              </w:rPr>
            </w:pPr>
          </w:p>
        </w:tc>
        <w:tc>
          <w:tcPr>
            <w:tcW w:w="5798" w:type="dxa"/>
            <w:vAlign w:val="bottom"/>
          </w:tcPr>
          <w:p w:rsidR="00AE6515" w:rsidRPr="003B67BB" w:rsidRDefault="00AE6515" w:rsidP="00F8408D">
            <w:pPr>
              <w:ind w:left="-99" w:right="-72"/>
              <w:jc w:val="center"/>
            </w:pPr>
          </w:p>
        </w:tc>
      </w:tr>
      <w:tr w:rsidR="003B67BB" w:rsidRPr="003B67BB" w:rsidTr="00F27F78">
        <w:trPr>
          <w:trHeight w:val="2155"/>
        </w:trPr>
        <w:tc>
          <w:tcPr>
            <w:tcW w:w="9854" w:type="dxa"/>
            <w:gridSpan w:val="5"/>
          </w:tcPr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6A5084" w:rsidRDefault="006A5084" w:rsidP="006A5084">
            <w:pPr>
              <w:tabs>
                <w:tab w:val="left" w:pos="439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  <w:p w:rsidR="009F61A6" w:rsidRPr="00B42C78" w:rsidRDefault="00F81C94" w:rsidP="008236E1">
            <w:pPr>
              <w:keepLines/>
              <w:autoSpaceDE w:val="0"/>
              <w:autoSpaceDN w:val="0"/>
              <w:adjustRightInd w:val="0"/>
              <w:ind w:right="5045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6704" behindDoc="1" locked="1" layoutInCell="1" allowOverlap="1" wp14:anchorId="23ADD366" wp14:editId="5E93B4C3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Об</w:t>
            </w:r>
            <w:r w:rsidR="00BE5F68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>отчет</w:t>
            </w:r>
            <w:r w:rsidR="008236E1">
              <w:rPr>
                <w:bCs/>
                <w:color w:val="000000"/>
                <w:sz w:val="28"/>
                <w:szCs w:val="28"/>
              </w:rPr>
              <w:t>е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о деятельности Контрольно-ревизионной коми</w:t>
            </w:r>
            <w:r w:rsidR="0017024F">
              <w:rPr>
                <w:bCs/>
                <w:color w:val="000000"/>
                <w:sz w:val="28"/>
                <w:szCs w:val="28"/>
              </w:rPr>
              <w:t>ссии города Усть-Илимска за 202</w:t>
            </w:r>
            <w:r w:rsidR="00DA799D">
              <w:rPr>
                <w:bCs/>
                <w:color w:val="000000"/>
                <w:sz w:val="28"/>
                <w:szCs w:val="28"/>
              </w:rPr>
              <w:t>3</w:t>
            </w:r>
            <w:r w:rsidR="00F66089" w:rsidRPr="00F66089">
              <w:rPr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3B7F90" w:rsidRPr="00F66089" w:rsidRDefault="003B7F90" w:rsidP="003B7F9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 xml:space="preserve">Руководствуясь статьями 23, </w:t>
      </w:r>
      <w:r w:rsidR="009F1CB9">
        <w:rPr>
          <w:color w:val="000000"/>
          <w:sz w:val="28"/>
          <w:szCs w:val="28"/>
        </w:rPr>
        <w:t>25,</w:t>
      </w:r>
      <w:r w:rsidRPr="00F66089">
        <w:rPr>
          <w:color w:val="000000"/>
          <w:sz w:val="28"/>
          <w:szCs w:val="28"/>
        </w:rPr>
        <w:t xml:space="preserve"> 39.1, 43 Устава муниципального образования город Усть-Илимск, Положением о Контрольно-ревизионной комиссии города Усть-Илимска, утвержденным решением Городской Думы города Усть-Илимска от 23.03.2011г. № 25/144, Городская Дума, -</w:t>
      </w:r>
    </w:p>
    <w:p w:rsidR="003B7F90" w:rsidRPr="00F66089" w:rsidRDefault="003B7F90" w:rsidP="003B7F90">
      <w:pPr>
        <w:keepLines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66089">
        <w:rPr>
          <w:b/>
          <w:sz w:val="28"/>
          <w:szCs w:val="28"/>
        </w:rPr>
        <w:t>РЕШИЛА:</w:t>
      </w:r>
    </w:p>
    <w:p w:rsidR="003B7F90" w:rsidRPr="00F66089" w:rsidRDefault="003B7F90" w:rsidP="003B7F9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="009F1CB9">
        <w:rPr>
          <w:color w:val="000000"/>
          <w:sz w:val="28"/>
          <w:szCs w:val="28"/>
        </w:rPr>
        <w:t>Принять к сведению</w:t>
      </w:r>
      <w:r w:rsidRPr="00F66089">
        <w:rPr>
          <w:color w:val="000000"/>
          <w:sz w:val="28"/>
          <w:szCs w:val="28"/>
        </w:rPr>
        <w:t xml:space="preserve"> о</w:t>
      </w:r>
      <w:r w:rsidR="009F1CB9">
        <w:rPr>
          <w:color w:val="000000"/>
          <w:sz w:val="28"/>
          <w:szCs w:val="28"/>
        </w:rPr>
        <w:t>тчет о</w:t>
      </w:r>
      <w:r w:rsidRPr="00F66089">
        <w:rPr>
          <w:color w:val="000000"/>
          <w:sz w:val="28"/>
          <w:szCs w:val="28"/>
        </w:rPr>
        <w:t xml:space="preserve"> деятельности Контрольно-ревизионной коми</w:t>
      </w:r>
      <w:r w:rsidR="0017024F">
        <w:rPr>
          <w:color w:val="000000"/>
          <w:sz w:val="28"/>
          <w:szCs w:val="28"/>
        </w:rPr>
        <w:t>ссии города Усть-Илимска за 202</w:t>
      </w:r>
      <w:r w:rsidR="00DA799D">
        <w:rPr>
          <w:color w:val="000000"/>
          <w:sz w:val="28"/>
          <w:szCs w:val="28"/>
        </w:rPr>
        <w:t>3</w:t>
      </w:r>
      <w:r w:rsidRPr="00F66089">
        <w:rPr>
          <w:color w:val="000000"/>
          <w:sz w:val="28"/>
          <w:szCs w:val="28"/>
        </w:rPr>
        <w:t xml:space="preserve"> год (прилагается).</w:t>
      </w:r>
    </w:p>
    <w:p w:rsidR="00D22E46" w:rsidRPr="00D22E46" w:rsidRDefault="003B7F90" w:rsidP="00D22E46">
      <w:pPr>
        <w:ind w:firstLine="709"/>
        <w:jc w:val="both"/>
        <w:rPr>
          <w:color w:val="000000"/>
          <w:sz w:val="28"/>
          <w:szCs w:val="28"/>
        </w:rPr>
      </w:pPr>
      <w:r w:rsidRPr="00F66089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="00D22E46" w:rsidRPr="00D22E46">
        <w:rPr>
          <w:color w:val="000000"/>
          <w:sz w:val="28"/>
          <w:szCs w:val="28"/>
        </w:rPr>
        <w:t>Разместить настоящее решение в сетевом издании «UST-ILIMSK» (</w:t>
      </w:r>
      <w:hyperlink r:id="rId8" w:history="1">
        <w:r w:rsidR="00D22E46" w:rsidRPr="00D22E46">
          <w:rPr>
            <w:rStyle w:val="ad"/>
            <w:sz w:val="28"/>
            <w:szCs w:val="28"/>
          </w:rPr>
          <w:t>www.усть-илимскофициальный.рф</w:t>
        </w:r>
      </w:hyperlink>
      <w:r w:rsidR="00D22E46" w:rsidRPr="00D22E46">
        <w:rPr>
          <w:color w:val="000000"/>
          <w:sz w:val="28"/>
          <w:szCs w:val="28"/>
        </w:rPr>
        <w:t xml:space="preserve">), на официальных сайтах </w:t>
      </w:r>
      <w:proofErr w:type="gramStart"/>
      <w:r w:rsidR="00D22E46" w:rsidRPr="00D22E46">
        <w:rPr>
          <w:color w:val="000000"/>
          <w:sz w:val="28"/>
          <w:szCs w:val="28"/>
        </w:rPr>
        <w:t>Городской</w:t>
      </w:r>
      <w:proofErr w:type="gramEnd"/>
      <w:r w:rsidR="00D22E46" w:rsidRPr="00D22E46">
        <w:rPr>
          <w:color w:val="000000"/>
          <w:sz w:val="28"/>
          <w:szCs w:val="28"/>
        </w:rPr>
        <w:t xml:space="preserve"> Думы города Усть-Илимска,  Администрации города Усть-Илимска.</w:t>
      </w:r>
    </w:p>
    <w:p w:rsidR="00642C2C" w:rsidRDefault="00642C2C" w:rsidP="00D22E46">
      <w:pPr>
        <w:ind w:firstLine="709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642C2C" w:rsidRDefault="00642C2C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F178F4" w:rsidRPr="007D640D" w:rsidRDefault="00F178F4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Председатель Городской Думы                                </w:t>
      </w:r>
      <w:r w:rsidR="000B5AC5">
        <w:rPr>
          <w:b/>
          <w:color w:val="000000"/>
          <w:sz w:val="28"/>
          <w:szCs w:val="28"/>
        </w:rPr>
        <w:t xml:space="preserve">              А.П. Чихирьков</w:t>
      </w: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D22E46" w:rsidRDefault="007D640D" w:rsidP="00F178F4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lastRenderedPageBreak/>
        <w:t>Пояснительная записка</w:t>
      </w:r>
    </w:p>
    <w:p w:rsidR="00DA799D" w:rsidRPr="00DA799D" w:rsidRDefault="00DA799D" w:rsidP="00DA799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>к проекту муниципального правового акта органа местного самоуправления</w:t>
      </w:r>
    </w:p>
    <w:p w:rsidR="00DA799D" w:rsidRPr="00DA799D" w:rsidRDefault="00DA799D" w:rsidP="00DA799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>муниципального образования город Усть-Илимск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Тип проекта правового акта:</w:t>
      </w:r>
      <w:r w:rsidRPr="00DA799D">
        <w:rPr>
          <w:color w:val="000000"/>
          <w:sz w:val="28"/>
          <w:szCs w:val="28"/>
          <w:u w:val="single"/>
        </w:rPr>
        <w:t xml:space="preserve"> </w:t>
      </w:r>
      <w:r w:rsidRPr="00DA799D">
        <w:rPr>
          <w:color w:val="000000"/>
          <w:sz w:val="28"/>
          <w:szCs w:val="28"/>
        </w:rPr>
        <w:t>решение Городской Думы города Усть-Илимска.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  <w:u w:val="single"/>
        </w:rPr>
      </w:pPr>
    </w:p>
    <w:p w:rsidR="00DA799D" w:rsidRDefault="00DA799D" w:rsidP="00DA799D">
      <w:pPr>
        <w:spacing w:line="240" w:lineRule="exact"/>
        <w:jc w:val="both"/>
        <w:rPr>
          <w:bCs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Наименование проекта правового акта:</w:t>
      </w:r>
      <w:r w:rsidRPr="00DA799D">
        <w:rPr>
          <w:color w:val="000000"/>
          <w:sz w:val="28"/>
          <w:szCs w:val="28"/>
        </w:rPr>
        <w:t xml:space="preserve"> </w:t>
      </w:r>
      <w:r w:rsidRPr="00DA799D">
        <w:rPr>
          <w:bCs/>
          <w:color w:val="000000"/>
          <w:sz w:val="28"/>
          <w:szCs w:val="28"/>
        </w:rPr>
        <w:t>Об отчете о деятельности Контрольно-ревизионной комиссии города Усть-Илимска за 2023 год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Субъект правотворческой инициативы</w:t>
      </w:r>
      <w:r w:rsidRPr="00DA799D">
        <w:rPr>
          <w:b/>
          <w:color w:val="000000"/>
          <w:sz w:val="28"/>
          <w:szCs w:val="28"/>
        </w:rPr>
        <w:t>:</w:t>
      </w:r>
      <w:r w:rsidRPr="00DA799D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Председатель Городской Думы</w:t>
      </w:r>
      <w:r w:rsidRPr="00DA799D">
        <w:rPr>
          <w:color w:val="000000"/>
          <w:sz w:val="28"/>
          <w:szCs w:val="28"/>
        </w:rPr>
        <w:t xml:space="preserve"> города Усть-Илимска.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  <w:u w:val="single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Правовое обоснование принятия проекта правового акта:</w:t>
      </w:r>
      <w:r w:rsidRPr="00DA799D">
        <w:rPr>
          <w:color w:val="000000"/>
          <w:sz w:val="28"/>
          <w:szCs w:val="28"/>
        </w:rPr>
        <w:t xml:space="preserve">  </w:t>
      </w:r>
      <w:r w:rsidRPr="00DA799D">
        <w:rPr>
          <w:bCs/>
          <w:color w:val="000000"/>
          <w:sz w:val="28"/>
          <w:szCs w:val="28"/>
        </w:rPr>
        <w:t>Феде</w:t>
      </w:r>
      <w:r>
        <w:rPr>
          <w:bCs/>
          <w:color w:val="000000"/>
          <w:sz w:val="28"/>
          <w:szCs w:val="28"/>
        </w:rPr>
        <w:t>ральный закон</w:t>
      </w:r>
      <w:r w:rsidRPr="00DA799D">
        <w:rPr>
          <w:bCs/>
          <w:color w:val="000000"/>
          <w:sz w:val="28"/>
          <w:szCs w:val="28"/>
        </w:rPr>
        <w:t xml:space="preserve"> от 06.10.2003г № 131-ФЗ «Об общих принципах организации местного самоуправления в Российской Федерации».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  <w:u w:val="single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Место будущего акта в системе действующих  муниципальных правовых актов (соотношение с муниципальными правовыми</w:t>
      </w:r>
      <w:r w:rsidRPr="00DA799D">
        <w:rPr>
          <w:color w:val="000000"/>
          <w:sz w:val="28"/>
          <w:szCs w:val="28"/>
          <w:u w:val="single"/>
        </w:rPr>
        <w:t xml:space="preserve"> </w:t>
      </w:r>
      <w:r w:rsidRPr="00DA799D">
        <w:rPr>
          <w:b/>
          <w:color w:val="000000"/>
          <w:sz w:val="28"/>
          <w:szCs w:val="28"/>
          <w:u w:val="single"/>
        </w:rPr>
        <w:t>актами, обладающими большей и (или) меньшей юридической силой):</w:t>
      </w:r>
      <w:r w:rsidRPr="00DA799D">
        <w:rPr>
          <w:color w:val="000000"/>
          <w:sz w:val="28"/>
          <w:szCs w:val="28"/>
        </w:rPr>
        <w:t xml:space="preserve"> проект правового акта не противоречит Конституции Российской Федерации, федеральным законам и иным правовым актам Российской Федерации, законам и  иным нормативным правовым актам Иркутской области. 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color w:val="000000"/>
          <w:sz w:val="28"/>
          <w:szCs w:val="28"/>
        </w:rPr>
        <w:t xml:space="preserve">Источником официального опубликования муниципального правового акта является </w:t>
      </w:r>
      <w:r>
        <w:rPr>
          <w:color w:val="000000"/>
          <w:sz w:val="28"/>
          <w:szCs w:val="28"/>
        </w:rPr>
        <w:t>сетевое издание</w:t>
      </w:r>
      <w:r w:rsidRPr="00DA799D">
        <w:rPr>
          <w:color w:val="000000"/>
          <w:sz w:val="28"/>
          <w:szCs w:val="28"/>
        </w:rPr>
        <w:t xml:space="preserve"> «UST-ILIMSK» (</w:t>
      </w:r>
      <w:hyperlink r:id="rId9" w:history="1">
        <w:r w:rsidRPr="00DA799D">
          <w:rPr>
            <w:rStyle w:val="ad"/>
            <w:sz w:val="28"/>
            <w:szCs w:val="28"/>
          </w:rPr>
          <w:t>www.усть-илимскофициальный.рф</w:t>
        </w:r>
      </w:hyperlink>
      <w:r>
        <w:rPr>
          <w:color w:val="000000"/>
          <w:sz w:val="28"/>
          <w:szCs w:val="28"/>
        </w:rPr>
        <w:t xml:space="preserve">), официальные  сайты </w:t>
      </w:r>
      <w:r w:rsidRPr="00DA799D">
        <w:rPr>
          <w:color w:val="000000"/>
          <w:sz w:val="28"/>
          <w:szCs w:val="28"/>
        </w:rPr>
        <w:t xml:space="preserve"> Городской Думы </w:t>
      </w:r>
      <w:r>
        <w:rPr>
          <w:color w:val="000000"/>
          <w:sz w:val="28"/>
          <w:szCs w:val="28"/>
        </w:rPr>
        <w:t xml:space="preserve"> </w:t>
      </w:r>
      <w:r w:rsidRPr="00DA799D">
        <w:rPr>
          <w:color w:val="000000"/>
          <w:sz w:val="28"/>
          <w:szCs w:val="28"/>
        </w:rPr>
        <w:t>города Усть-Илимска,  Администрации города Усть-Илимска.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муниципального правового акта:</w:t>
      </w:r>
      <w:r w:rsidRPr="00DA799D">
        <w:rPr>
          <w:color w:val="000000"/>
          <w:sz w:val="28"/>
          <w:szCs w:val="28"/>
        </w:rPr>
        <w:t xml:space="preserve"> принятие данного правового акта не потребует разработки отдельных правовых актов.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  <w:u w:val="single"/>
        </w:rPr>
        <w:t>Сведения о наличии (отсутствии) необходимости увеличения (уменьшения) расходов бюджета города:</w:t>
      </w:r>
      <w:r w:rsidRPr="00DA799D">
        <w:rPr>
          <w:b/>
          <w:color w:val="000000"/>
          <w:sz w:val="28"/>
          <w:szCs w:val="28"/>
        </w:rPr>
        <w:t xml:space="preserve"> </w:t>
      </w:r>
      <w:r w:rsidRPr="00DA799D">
        <w:rPr>
          <w:color w:val="000000"/>
          <w:sz w:val="28"/>
          <w:szCs w:val="28"/>
        </w:rPr>
        <w:t>принятие данного муниципального правового акта не требует дополнительных расходов из бюджета города.</w:t>
      </w: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Pr="00DA799D" w:rsidRDefault="00DA799D" w:rsidP="00DA799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DA799D" w:rsidRDefault="007D640D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DA799D" w:rsidRDefault="007D640D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DA799D" w:rsidRPr="00DA799D" w:rsidRDefault="00DA799D" w:rsidP="00DA799D">
      <w:pPr>
        <w:spacing w:line="240" w:lineRule="exact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 xml:space="preserve">Председатель Городской Думы                                             </w:t>
      </w:r>
      <w:r>
        <w:rPr>
          <w:b/>
          <w:color w:val="000000"/>
          <w:sz w:val="28"/>
          <w:szCs w:val="28"/>
        </w:rPr>
        <w:t xml:space="preserve">   </w:t>
      </w:r>
      <w:r w:rsidRPr="00DA799D">
        <w:rPr>
          <w:b/>
          <w:color w:val="000000"/>
          <w:sz w:val="28"/>
          <w:szCs w:val="28"/>
        </w:rPr>
        <w:t xml:space="preserve"> А.П. Чихирьков</w:t>
      </w: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DA799D">
      <w:pPr>
        <w:spacing w:line="240" w:lineRule="exact"/>
        <w:rPr>
          <w:color w:val="000000"/>
          <w:sz w:val="28"/>
          <w:szCs w:val="28"/>
        </w:rPr>
      </w:pPr>
    </w:p>
    <w:p w:rsidR="00DA799D" w:rsidRDefault="00DA799D" w:rsidP="00DA799D">
      <w:pPr>
        <w:spacing w:line="240" w:lineRule="exact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DA799D" w:rsidRDefault="00DA799D" w:rsidP="007D640D">
      <w:pPr>
        <w:spacing w:line="240" w:lineRule="exact"/>
        <w:jc w:val="center"/>
        <w:rPr>
          <w:color w:val="000000"/>
          <w:sz w:val="28"/>
          <w:szCs w:val="28"/>
        </w:rPr>
      </w:pPr>
    </w:p>
    <w:p w:rsidR="007D640D" w:rsidRPr="00DA799D" w:rsidRDefault="007D640D" w:rsidP="007D640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lastRenderedPageBreak/>
        <w:t>ЛИСТ СОГЛАСОВАНИЯ</w:t>
      </w:r>
    </w:p>
    <w:p w:rsidR="007D640D" w:rsidRPr="00DA799D" w:rsidRDefault="007D640D" w:rsidP="007D640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 xml:space="preserve">проекта решения </w:t>
      </w:r>
      <w:proofErr w:type="gramStart"/>
      <w:r w:rsidRPr="00DA799D">
        <w:rPr>
          <w:b/>
          <w:color w:val="000000"/>
          <w:sz w:val="28"/>
          <w:szCs w:val="28"/>
        </w:rPr>
        <w:t>Городской</w:t>
      </w:r>
      <w:proofErr w:type="gramEnd"/>
      <w:r w:rsidRPr="00DA799D">
        <w:rPr>
          <w:b/>
          <w:color w:val="000000"/>
          <w:sz w:val="28"/>
          <w:szCs w:val="28"/>
        </w:rPr>
        <w:t xml:space="preserve"> Думы города Усть-Илимска</w:t>
      </w:r>
    </w:p>
    <w:p w:rsidR="007D640D" w:rsidRPr="00DA799D" w:rsidRDefault="007D640D" w:rsidP="007D640D">
      <w:pPr>
        <w:spacing w:line="240" w:lineRule="exact"/>
        <w:jc w:val="center"/>
        <w:rPr>
          <w:b/>
          <w:color w:val="000000"/>
          <w:sz w:val="28"/>
          <w:szCs w:val="28"/>
        </w:rPr>
      </w:pPr>
      <w:r w:rsidRPr="00DA799D">
        <w:rPr>
          <w:b/>
          <w:color w:val="000000"/>
          <w:sz w:val="28"/>
          <w:szCs w:val="28"/>
        </w:rPr>
        <w:t>«</w:t>
      </w:r>
      <w:r w:rsidRPr="00DA799D">
        <w:rPr>
          <w:b/>
          <w:bCs/>
          <w:color w:val="000000"/>
          <w:sz w:val="28"/>
          <w:szCs w:val="28"/>
        </w:rPr>
        <w:t>Об отчете о деятельности Контрольно-ревизионной коми</w:t>
      </w:r>
      <w:r w:rsidR="00DA799D" w:rsidRPr="00DA799D">
        <w:rPr>
          <w:b/>
          <w:bCs/>
          <w:color w:val="000000"/>
          <w:sz w:val="28"/>
          <w:szCs w:val="28"/>
        </w:rPr>
        <w:t>ссии города Усть-Илимска за 2023</w:t>
      </w:r>
      <w:r w:rsidRPr="00DA799D">
        <w:rPr>
          <w:b/>
          <w:bCs/>
          <w:color w:val="000000"/>
          <w:sz w:val="28"/>
          <w:szCs w:val="28"/>
        </w:rPr>
        <w:t xml:space="preserve"> год</w:t>
      </w:r>
      <w:r w:rsidRPr="00DA799D">
        <w:rPr>
          <w:b/>
          <w:color w:val="000000"/>
          <w:sz w:val="28"/>
          <w:szCs w:val="28"/>
        </w:rPr>
        <w:t>»</w:t>
      </w:r>
    </w:p>
    <w:p w:rsidR="007D640D" w:rsidRPr="007D640D" w:rsidRDefault="007D640D" w:rsidP="007D640D">
      <w:pPr>
        <w:spacing w:line="240" w:lineRule="exact"/>
        <w:jc w:val="both"/>
        <w:rPr>
          <w:b/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7D640D" w:rsidRPr="007D640D" w:rsidTr="004F1C48">
        <w:tc>
          <w:tcPr>
            <w:tcW w:w="436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 xml:space="preserve">Главный специалист Городской Думы города Усть-Илимска 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Т.П. Кондратьева</w:t>
            </w:r>
          </w:p>
        </w:tc>
      </w:tr>
      <w:tr w:rsidR="007D640D" w:rsidRPr="007D640D" w:rsidTr="004F1C48">
        <w:tc>
          <w:tcPr>
            <w:tcW w:w="43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  <w:tr w:rsidR="007D640D" w:rsidRPr="007D640D" w:rsidTr="004F1C48">
        <w:tc>
          <w:tcPr>
            <w:tcW w:w="675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98-230</w:t>
            </w:r>
          </w:p>
        </w:tc>
        <w:tc>
          <w:tcPr>
            <w:tcW w:w="1560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1111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D640D" w:rsidRPr="007D640D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 xml:space="preserve">Председатель Городской Думы города Усть-Илимска </w:t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А.П. Чихирьков</w:t>
            </w:r>
          </w:p>
        </w:tc>
      </w:tr>
      <w:tr w:rsidR="007D640D" w:rsidRPr="007D640D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D640D" w:rsidRPr="007D640D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D640D" w:rsidRPr="007D640D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7D640D" w:rsidRPr="007D640D" w:rsidTr="004F1C48">
        <w:tc>
          <w:tcPr>
            <w:tcW w:w="4361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D640D" w:rsidRPr="007D640D" w:rsidTr="004F1C48">
        <w:tc>
          <w:tcPr>
            <w:tcW w:w="4361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(должность)</w:t>
            </w:r>
          </w:p>
        </w:tc>
        <w:tc>
          <w:tcPr>
            <w:tcW w:w="2693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  <w:vertAlign w:val="superscript"/>
              </w:rPr>
            </w:pPr>
            <w:r w:rsidRPr="007D640D">
              <w:rPr>
                <w:color w:val="000000"/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7D640D" w:rsidRPr="007D640D" w:rsidTr="004F1C48">
        <w:tc>
          <w:tcPr>
            <w:tcW w:w="3369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Вид акта:</w:t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нормативный</w:t>
            </w:r>
            <w:r w:rsidRPr="007D640D">
              <w:rPr>
                <w:color w:val="000000"/>
                <w:sz w:val="28"/>
                <w:szCs w:val="28"/>
              </w:rPr>
              <w:tab/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не нормативный</w:t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6202" w:type="dxa"/>
            <w:shd w:val="clear" w:color="auto" w:fill="auto"/>
          </w:tcPr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t>Необходима (проведена) антикоррупционная экспертиза:</w:t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да</w:t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  <w:p w:rsidR="007D640D" w:rsidRPr="007D640D" w:rsidRDefault="007D640D" w:rsidP="007D640D">
            <w:pPr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7D640D">
              <w:rPr>
                <w:color w:val="000000"/>
                <w:sz w:val="28"/>
                <w:szCs w:val="28"/>
              </w:rPr>
              <w:sym w:font="Symbol" w:char="F0FF"/>
            </w:r>
            <w:r w:rsidRPr="007D640D">
              <w:rPr>
                <w:color w:val="000000"/>
                <w:sz w:val="28"/>
                <w:szCs w:val="28"/>
              </w:rPr>
              <w:t xml:space="preserve"> нет</w:t>
            </w:r>
            <w:r w:rsidRPr="007D640D">
              <w:rPr>
                <w:color w:val="000000"/>
                <w:sz w:val="28"/>
                <w:szCs w:val="28"/>
              </w:rPr>
              <w:tab/>
            </w:r>
          </w:p>
        </w:tc>
      </w:tr>
    </w:tbl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 xml:space="preserve">В </w:t>
      </w:r>
      <w:proofErr w:type="gramStart"/>
      <w:r w:rsidRPr="007D640D">
        <w:rPr>
          <w:color w:val="000000"/>
          <w:sz w:val="28"/>
          <w:szCs w:val="28"/>
        </w:rPr>
        <w:t>случае</w:t>
      </w:r>
      <w:proofErr w:type="gramEnd"/>
      <w:r w:rsidRPr="007D640D">
        <w:rPr>
          <w:color w:val="000000"/>
          <w:sz w:val="28"/>
          <w:szCs w:val="28"/>
        </w:rPr>
        <w:t xml:space="preserve"> внесения изменений в ранее принятый муниципальный правовой акт, указать причину внесения изменений: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приводится в соответствие с требованиями федерального и регионального законодательства по результатам рассмотрения мер прокурорского реагирования, предложений и информации прокуратуры</w:t>
      </w:r>
      <w:r w:rsidRPr="007D640D">
        <w:rPr>
          <w:color w:val="000000"/>
          <w:sz w:val="28"/>
          <w:szCs w:val="28"/>
        </w:rPr>
        <w:tab/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приводится в соответствие с требованиями федерального и регионального законодательства самостоятельно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иные причины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Рассылка: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>3 экз. – в дело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t xml:space="preserve">1 экз. – исполнителю 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в газету «Усть-Илимск </w:t>
      </w:r>
      <w:proofErr w:type="gramStart"/>
      <w:r w:rsidRPr="007D640D">
        <w:rPr>
          <w:color w:val="000000"/>
          <w:sz w:val="28"/>
          <w:szCs w:val="28"/>
        </w:rPr>
        <w:t>ОФИЦИАЛЬНЫЙ</w:t>
      </w:r>
      <w:proofErr w:type="gramEnd"/>
      <w:r w:rsidRPr="007D640D">
        <w:rPr>
          <w:color w:val="000000"/>
          <w:sz w:val="28"/>
          <w:szCs w:val="28"/>
        </w:rPr>
        <w:t>»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  <w:r w:rsidRPr="007D640D">
        <w:rPr>
          <w:color w:val="000000"/>
          <w:sz w:val="28"/>
          <w:szCs w:val="28"/>
        </w:rPr>
        <w:sym w:font="Symbol" w:char="F0FF"/>
      </w:r>
      <w:r w:rsidRPr="007D640D">
        <w:rPr>
          <w:color w:val="000000"/>
          <w:sz w:val="28"/>
          <w:szCs w:val="28"/>
        </w:rPr>
        <w:t xml:space="preserve"> на официальный сайт муниципального образования                     </w:t>
      </w:r>
    </w:p>
    <w:p w:rsidR="007D640D" w:rsidRPr="007D640D" w:rsidRDefault="007D640D" w:rsidP="007D640D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P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F178F4" w:rsidRDefault="00F178F4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42006A" w:rsidRDefault="0042006A" w:rsidP="00F178F4">
      <w:pPr>
        <w:spacing w:line="240" w:lineRule="exact"/>
        <w:jc w:val="both"/>
        <w:rPr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p w:rsidR="002F6687" w:rsidRPr="0017024F" w:rsidRDefault="002F6687" w:rsidP="002F6687">
      <w:pPr>
        <w:spacing w:line="240" w:lineRule="exact"/>
        <w:jc w:val="both"/>
        <w:rPr>
          <w:iCs/>
          <w:color w:val="000000"/>
          <w:sz w:val="28"/>
          <w:szCs w:val="28"/>
        </w:rPr>
      </w:pPr>
    </w:p>
    <w:sectPr w:rsidR="002F6687" w:rsidRPr="0017024F" w:rsidSect="00B92D60">
      <w:pgSz w:w="11906" w:h="16838"/>
      <w:pgMar w:top="1134" w:right="624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E9F" w:rsidRDefault="00595E9F">
      <w:r>
        <w:separator/>
      </w:r>
    </w:p>
  </w:endnote>
  <w:endnote w:type="continuationSeparator" w:id="0">
    <w:p w:rsidR="00595E9F" w:rsidRDefault="00595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E9F" w:rsidRDefault="00595E9F">
      <w:r>
        <w:separator/>
      </w:r>
    </w:p>
  </w:footnote>
  <w:footnote w:type="continuationSeparator" w:id="0">
    <w:p w:rsidR="00595E9F" w:rsidRDefault="00595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B7A78"/>
    <w:multiLevelType w:val="hybridMultilevel"/>
    <w:tmpl w:val="30EACF6E"/>
    <w:lvl w:ilvl="0" w:tplc="728603C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94"/>
    <w:rsid w:val="0000313A"/>
    <w:rsid w:val="00026823"/>
    <w:rsid w:val="0005664E"/>
    <w:rsid w:val="00062718"/>
    <w:rsid w:val="0007359E"/>
    <w:rsid w:val="00075F8F"/>
    <w:rsid w:val="000832FC"/>
    <w:rsid w:val="00083BA9"/>
    <w:rsid w:val="000858CE"/>
    <w:rsid w:val="00086999"/>
    <w:rsid w:val="00096A57"/>
    <w:rsid w:val="000A073A"/>
    <w:rsid w:val="000B5AC5"/>
    <w:rsid w:val="000E4830"/>
    <w:rsid w:val="000E776A"/>
    <w:rsid w:val="00113623"/>
    <w:rsid w:val="00157EA5"/>
    <w:rsid w:val="0017024F"/>
    <w:rsid w:val="001D00F8"/>
    <w:rsid w:val="00230E17"/>
    <w:rsid w:val="002A11E4"/>
    <w:rsid w:val="002A25B5"/>
    <w:rsid w:val="002C1B1A"/>
    <w:rsid w:val="002D638F"/>
    <w:rsid w:val="002E54C2"/>
    <w:rsid w:val="002F6687"/>
    <w:rsid w:val="00301824"/>
    <w:rsid w:val="00317D9B"/>
    <w:rsid w:val="0033399F"/>
    <w:rsid w:val="00366AD2"/>
    <w:rsid w:val="00367591"/>
    <w:rsid w:val="00375331"/>
    <w:rsid w:val="003B67BB"/>
    <w:rsid w:val="003B7F90"/>
    <w:rsid w:val="003C77A2"/>
    <w:rsid w:val="003E3A89"/>
    <w:rsid w:val="0042006A"/>
    <w:rsid w:val="004713B9"/>
    <w:rsid w:val="00473D86"/>
    <w:rsid w:val="004B6769"/>
    <w:rsid w:val="004C7A24"/>
    <w:rsid w:val="004D009C"/>
    <w:rsid w:val="004E11D1"/>
    <w:rsid w:val="004F7945"/>
    <w:rsid w:val="00512055"/>
    <w:rsid w:val="00517590"/>
    <w:rsid w:val="005906A2"/>
    <w:rsid w:val="00595E9F"/>
    <w:rsid w:val="005A3F1D"/>
    <w:rsid w:val="005D5D01"/>
    <w:rsid w:val="005D6E07"/>
    <w:rsid w:val="005D708E"/>
    <w:rsid w:val="005E501E"/>
    <w:rsid w:val="005E6828"/>
    <w:rsid w:val="00642C2C"/>
    <w:rsid w:val="006531B8"/>
    <w:rsid w:val="00665B4E"/>
    <w:rsid w:val="006835B0"/>
    <w:rsid w:val="00685116"/>
    <w:rsid w:val="0068519E"/>
    <w:rsid w:val="006923CC"/>
    <w:rsid w:val="006A5084"/>
    <w:rsid w:val="006B58A7"/>
    <w:rsid w:val="006F6562"/>
    <w:rsid w:val="00742421"/>
    <w:rsid w:val="00744DBD"/>
    <w:rsid w:val="00747313"/>
    <w:rsid w:val="00781C1A"/>
    <w:rsid w:val="007854A9"/>
    <w:rsid w:val="0079213A"/>
    <w:rsid w:val="007D640D"/>
    <w:rsid w:val="00821056"/>
    <w:rsid w:val="008236E1"/>
    <w:rsid w:val="0087273A"/>
    <w:rsid w:val="00965C81"/>
    <w:rsid w:val="009A75C0"/>
    <w:rsid w:val="009F1CB9"/>
    <w:rsid w:val="009F61A6"/>
    <w:rsid w:val="00A03AE7"/>
    <w:rsid w:val="00A55736"/>
    <w:rsid w:val="00A95469"/>
    <w:rsid w:val="00AA0571"/>
    <w:rsid w:val="00AA7E20"/>
    <w:rsid w:val="00AC7D33"/>
    <w:rsid w:val="00AE4BF8"/>
    <w:rsid w:val="00AE6515"/>
    <w:rsid w:val="00AF7757"/>
    <w:rsid w:val="00B269AE"/>
    <w:rsid w:val="00B42C78"/>
    <w:rsid w:val="00B5258B"/>
    <w:rsid w:val="00B62FD1"/>
    <w:rsid w:val="00B65DFC"/>
    <w:rsid w:val="00B758B5"/>
    <w:rsid w:val="00B758EB"/>
    <w:rsid w:val="00BB5581"/>
    <w:rsid w:val="00BE5F68"/>
    <w:rsid w:val="00BF4EBD"/>
    <w:rsid w:val="00BF54FE"/>
    <w:rsid w:val="00C50EE6"/>
    <w:rsid w:val="00C5262F"/>
    <w:rsid w:val="00C65FF0"/>
    <w:rsid w:val="00C66935"/>
    <w:rsid w:val="00CA2F97"/>
    <w:rsid w:val="00CC3D02"/>
    <w:rsid w:val="00D07B1D"/>
    <w:rsid w:val="00D22E46"/>
    <w:rsid w:val="00D32D1D"/>
    <w:rsid w:val="00D37E88"/>
    <w:rsid w:val="00D47BF1"/>
    <w:rsid w:val="00D8165B"/>
    <w:rsid w:val="00D94BA3"/>
    <w:rsid w:val="00D95053"/>
    <w:rsid w:val="00DA799D"/>
    <w:rsid w:val="00DB120A"/>
    <w:rsid w:val="00DB4C6D"/>
    <w:rsid w:val="00DD7981"/>
    <w:rsid w:val="00DE3EFF"/>
    <w:rsid w:val="00E20421"/>
    <w:rsid w:val="00E23BEC"/>
    <w:rsid w:val="00E27103"/>
    <w:rsid w:val="00E437DE"/>
    <w:rsid w:val="00E51352"/>
    <w:rsid w:val="00E70619"/>
    <w:rsid w:val="00EC238D"/>
    <w:rsid w:val="00EF646F"/>
    <w:rsid w:val="00F0767A"/>
    <w:rsid w:val="00F178F4"/>
    <w:rsid w:val="00F27F78"/>
    <w:rsid w:val="00F6026C"/>
    <w:rsid w:val="00F6186F"/>
    <w:rsid w:val="00F66089"/>
    <w:rsid w:val="00F746E5"/>
    <w:rsid w:val="00F771D9"/>
    <w:rsid w:val="00F81C94"/>
    <w:rsid w:val="00F8408D"/>
    <w:rsid w:val="00FB062E"/>
    <w:rsid w:val="00FE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99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link w:val="a5"/>
    <w:rsid w:val="00317D9B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317D9B"/>
  </w:style>
  <w:style w:type="paragraph" w:styleId="a7">
    <w:name w:val="footer"/>
    <w:basedOn w:val="a"/>
    <w:link w:val="a8"/>
    <w:uiPriority w:val="99"/>
    <w:rsid w:val="00317D9B"/>
    <w:pPr>
      <w:tabs>
        <w:tab w:val="center" w:pos="4677"/>
        <w:tab w:val="right" w:pos="9355"/>
      </w:tabs>
    </w:pPr>
  </w:style>
  <w:style w:type="paragraph" w:styleId="a9">
    <w:name w:val="List Paragraph"/>
    <w:basedOn w:val="a"/>
    <w:uiPriority w:val="34"/>
    <w:qFormat/>
    <w:rsid w:val="009F61A6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rsid w:val="00AA0571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771D9"/>
    <w:rPr>
      <w:sz w:val="24"/>
      <w:szCs w:val="24"/>
    </w:rPr>
  </w:style>
  <w:style w:type="character" w:styleId="aa">
    <w:name w:val="Strong"/>
    <w:uiPriority w:val="99"/>
    <w:qFormat/>
    <w:rsid w:val="00F771D9"/>
    <w:rPr>
      <w:rFonts w:cs="Times New Roman"/>
      <w:b/>
      <w:bCs/>
    </w:rPr>
  </w:style>
  <w:style w:type="paragraph" w:styleId="ab">
    <w:name w:val="Normal (Web)"/>
    <w:basedOn w:val="a"/>
    <w:uiPriority w:val="99"/>
    <w:rsid w:val="00F771D9"/>
    <w:pPr>
      <w:spacing w:before="100" w:beforeAutospacing="1" w:after="100" w:afterAutospacing="1"/>
    </w:pPr>
  </w:style>
  <w:style w:type="paragraph" w:customStyle="1" w:styleId="ac">
    <w:name w:val="Прижатый влево"/>
    <w:basedOn w:val="a"/>
    <w:next w:val="a"/>
    <w:uiPriority w:val="99"/>
    <w:rsid w:val="00F771D9"/>
    <w:pPr>
      <w:suppressAutoHyphens/>
      <w:autoSpaceDE w:val="0"/>
    </w:pPr>
    <w:rPr>
      <w:rFonts w:ascii="Arial" w:hAnsi="Arial" w:cs="Arial"/>
      <w:lang w:eastAsia="zh-CN"/>
    </w:rPr>
  </w:style>
  <w:style w:type="character" w:styleId="ad">
    <w:name w:val="Hyperlink"/>
    <w:uiPriority w:val="99"/>
    <w:rsid w:val="00F771D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771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F771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Абзац списка11"/>
    <w:basedOn w:val="a"/>
    <w:uiPriority w:val="99"/>
    <w:rsid w:val="00F771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F771D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771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0;&#1076;&#1084;&#1080;&#1085;&#1080;&#1089;&#1090;&#1088;&#1072;&#1094;&#1080;&#1103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0</TotalTime>
  <Pages>4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Бабак Анна Ивановна</dc:creator>
  <cp:lastModifiedBy>Городская Дума города Усть-Илимска</cp:lastModifiedBy>
  <cp:revision>2</cp:revision>
  <cp:lastPrinted>2024-02-13T08:26:00Z</cp:lastPrinted>
  <dcterms:created xsi:type="dcterms:W3CDTF">2024-02-13T08:26:00Z</dcterms:created>
  <dcterms:modified xsi:type="dcterms:W3CDTF">2024-02-13T08:26:00Z</dcterms:modified>
</cp:coreProperties>
</file>