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6"/>
        <w:gridCol w:w="5526"/>
      </w:tblGrid>
      <w:tr w:rsidR="00665B4E" w:rsidRPr="00F67F8F" w:rsidTr="00694F7E">
        <w:trPr>
          <w:trHeight w:hRule="exact" w:val="1928"/>
        </w:trPr>
        <w:tc>
          <w:tcPr>
            <w:tcW w:w="9570" w:type="dxa"/>
            <w:gridSpan w:val="5"/>
            <w:shd w:val="clear" w:color="auto" w:fill="auto"/>
          </w:tcPr>
          <w:p w:rsidR="00665B4E" w:rsidRPr="00F67F8F" w:rsidRDefault="00694F7E" w:rsidP="00F67F8F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4A4146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209F222" wp14:editId="229ABFF2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7ACADC80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694F7E">
        <w:tc>
          <w:tcPr>
            <w:tcW w:w="9570" w:type="dxa"/>
            <w:gridSpan w:val="5"/>
            <w:shd w:val="clear" w:color="auto" w:fill="auto"/>
          </w:tcPr>
          <w:p w:rsidR="00665B4E" w:rsidRPr="007C7A9B" w:rsidRDefault="009A75C0" w:rsidP="00F67F8F">
            <w:pPr>
              <w:jc w:val="center"/>
              <w:rPr>
                <w:b/>
                <w:caps/>
              </w:rPr>
            </w:pPr>
            <w:r w:rsidRPr="007C7A9B">
              <w:rPr>
                <w:b/>
                <w:caps/>
              </w:rPr>
              <w:t>городская дума</w:t>
            </w:r>
            <w:r w:rsidR="00F8408D" w:rsidRPr="007C7A9B">
              <w:rPr>
                <w:b/>
                <w:caps/>
              </w:rPr>
              <w:t xml:space="preserve"> </w:t>
            </w:r>
            <w:r w:rsidR="00A95469" w:rsidRPr="007C7A9B">
              <w:rPr>
                <w:b/>
                <w:caps/>
              </w:rPr>
              <w:t>город</w:t>
            </w:r>
            <w:r w:rsidR="00F8408D" w:rsidRPr="007C7A9B">
              <w:rPr>
                <w:b/>
                <w:caps/>
              </w:rPr>
              <w:t>а</w:t>
            </w:r>
            <w:r w:rsidR="00A95469" w:rsidRPr="007C7A9B">
              <w:rPr>
                <w:b/>
                <w:caps/>
              </w:rPr>
              <w:t xml:space="preserve"> Усть-Илимск</w:t>
            </w:r>
            <w:r w:rsidR="00F8408D" w:rsidRPr="007C7A9B">
              <w:rPr>
                <w:b/>
                <w:caps/>
              </w:rPr>
              <w:t>а</w:t>
            </w:r>
            <w:r w:rsidRPr="007C7A9B">
              <w:rPr>
                <w:b/>
                <w:caps/>
              </w:rPr>
              <w:t xml:space="preserve"> </w:t>
            </w:r>
            <w:r w:rsidR="004A4146" w:rsidRPr="007C7A9B">
              <w:rPr>
                <w:b/>
                <w:caps/>
              </w:rPr>
              <w:t>СЕДЬМ</w:t>
            </w:r>
            <w:r w:rsidR="00FB2921" w:rsidRPr="007C7A9B">
              <w:rPr>
                <w:b/>
                <w:caps/>
              </w:rPr>
              <w:t>ОГО</w:t>
            </w:r>
            <w:r w:rsidRPr="007C7A9B">
              <w:rPr>
                <w:b/>
                <w:caps/>
              </w:rPr>
              <w:t xml:space="preserve"> созыва</w:t>
            </w:r>
          </w:p>
          <w:p w:rsidR="00A95469" w:rsidRPr="00E51ABA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32"/>
                <w:szCs w:val="32"/>
              </w:rPr>
            </w:pPr>
            <w:r w:rsidRPr="007C7A9B">
              <w:rPr>
                <w:b/>
                <w:caps/>
                <w:spacing w:val="60"/>
              </w:rPr>
              <w:t>решение</w:t>
            </w:r>
          </w:p>
        </w:tc>
      </w:tr>
      <w:tr w:rsidR="00AE6515" w:rsidRPr="003B67BB" w:rsidTr="00694F7E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526" w:type="dxa"/>
            <w:shd w:val="clear" w:color="auto" w:fill="auto"/>
            <w:vAlign w:val="bottom"/>
          </w:tcPr>
          <w:p w:rsidR="00AE6515" w:rsidRPr="00E51ABA" w:rsidRDefault="00AE6515" w:rsidP="00F67F8F">
            <w:pPr>
              <w:ind w:left="-99" w:right="-72"/>
              <w:jc w:val="center"/>
              <w:rPr>
                <w:sz w:val="32"/>
                <w:szCs w:val="32"/>
              </w:rPr>
            </w:pPr>
          </w:p>
        </w:tc>
      </w:tr>
      <w:tr w:rsidR="003B67BB" w:rsidRPr="00496F71" w:rsidTr="00694F7E">
        <w:trPr>
          <w:trHeight w:val="2155"/>
        </w:trPr>
        <w:tc>
          <w:tcPr>
            <w:tcW w:w="9570" w:type="dxa"/>
            <w:gridSpan w:val="5"/>
            <w:shd w:val="clear" w:color="auto" w:fill="auto"/>
          </w:tcPr>
          <w:p w:rsidR="00B269AE" w:rsidRPr="00496F71" w:rsidRDefault="00506569" w:rsidP="00446E0F">
            <w:pPr>
              <w:spacing w:before="480" w:after="480" w:line="240" w:lineRule="exact"/>
              <w:ind w:right="5103"/>
              <w:jc w:val="both"/>
            </w:pPr>
            <w:r w:rsidRPr="00496F71">
              <w:rPr>
                <w:bCs/>
                <w:color w:val="000000"/>
              </w:rPr>
              <w:t>О внесении изменени</w:t>
            </w:r>
            <w:r w:rsidR="00F742B5">
              <w:rPr>
                <w:bCs/>
                <w:color w:val="000000"/>
              </w:rPr>
              <w:t>я</w:t>
            </w:r>
            <w:r w:rsidRPr="00496F71">
              <w:rPr>
                <w:bCs/>
                <w:color w:val="000000"/>
              </w:rPr>
              <w:t xml:space="preserve"> в </w:t>
            </w:r>
            <w:r w:rsidR="00891195">
              <w:rPr>
                <w:bCs/>
                <w:color w:val="000000"/>
              </w:rPr>
              <w:t xml:space="preserve">раздел </w:t>
            </w:r>
            <w:r w:rsidR="00F742B5">
              <w:rPr>
                <w:bCs/>
                <w:color w:val="000000"/>
              </w:rPr>
              <w:t>8 Порядка предоставления гарантий осуществления полномочий на постоянной основе выборных должностных лиц муниципального образования город Усть-Илимск, утвержденн</w:t>
            </w:r>
            <w:r w:rsidR="00446E0F">
              <w:rPr>
                <w:bCs/>
                <w:color w:val="000000"/>
              </w:rPr>
              <w:t>ого</w:t>
            </w:r>
            <w:r w:rsidR="00F742B5">
              <w:rPr>
                <w:bCs/>
                <w:color w:val="000000"/>
              </w:rPr>
              <w:t xml:space="preserve"> </w:t>
            </w:r>
            <w:r w:rsidRPr="00496F71">
              <w:rPr>
                <w:bCs/>
                <w:color w:val="000000"/>
              </w:rPr>
              <w:t>решени</w:t>
            </w:r>
            <w:r w:rsidR="00F742B5">
              <w:rPr>
                <w:bCs/>
                <w:color w:val="000000"/>
              </w:rPr>
              <w:t>ем</w:t>
            </w:r>
            <w:r w:rsidRPr="00496F71">
              <w:rPr>
                <w:bCs/>
                <w:color w:val="000000"/>
              </w:rPr>
              <w:t xml:space="preserve"> Городской Думы города Усть-Илимска от </w:t>
            </w:r>
            <w:r w:rsidR="00F742B5">
              <w:rPr>
                <w:bCs/>
                <w:color w:val="000000"/>
              </w:rPr>
              <w:t>26</w:t>
            </w:r>
            <w:r w:rsidRPr="00496F71">
              <w:rPr>
                <w:bCs/>
                <w:color w:val="000000"/>
              </w:rPr>
              <w:t>.0</w:t>
            </w:r>
            <w:r w:rsidR="00F742B5">
              <w:rPr>
                <w:bCs/>
                <w:color w:val="000000"/>
              </w:rPr>
              <w:t>5</w:t>
            </w:r>
            <w:r w:rsidRPr="00496F71">
              <w:rPr>
                <w:bCs/>
                <w:color w:val="000000"/>
              </w:rPr>
              <w:t>.20</w:t>
            </w:r>
            <w:r w:rsidR="00F742B5">
              <w:rPr>
                <w:bCs/>
                <w:color w:val="000000"/>
              </w:rPr>
              <w:t>10</w:t>
            </w:r>
            <w:r w:rsidRPr="00496F71">
              <w:rPr>
                <w:bCs/>
                <w:color w:val="000000"/>
              </w:rPr>
              <w:t>г. № </w:t>
            </w:r>
            <w:r w:rsidR="00F742B5">
              <w:rPr>
                <w:bCs/>
                <w:color w:val="000000"/>
              </w:rPr>
              <w:t>13</w:t>
            </w:r>
            <w:r w:rsidRPr="00496F71">
              <w:rPr>
                <w:bCs/>
                <w:color w:val="000000"/>
              </w:rPr>
              <w:t>/</w:t>
            </w:r>
            <w:r w:rsidR="00F742B5">
              <w:rPr>
                <w:bCs/>
                <w:color w:val="000000"/>
              </w:rPr>
              <w:t>6</w:t>
            </w:r>
            <w:r w:rsidRPr="00496F71">
              <w:rPr>
                <w:bCs/>
                <w:color w:val="000000"/>
              </w:rPr>
              <w:t xml:space="preserve">7 </w:t>
            </w:r>
            <w:r w:rsidR="004A4146" w:rsidRPr="00496F7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3996F0B" wp14:editId="6045F4E4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56C8C5AB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506569" w:rsidRPr="00496F71" w:rsidRDefault="00506569" w:rsidP="00506569">
      <w:pPr>
        <w:ind w:firstLine="709"/>
        <w:jc w:val="both"/>
      </w:pPr>
    </w:p>
    <w:p w:rsidR="00506569" w:rsidRPr="00496F71" w:rsidRDefault="00295D4F" w:rsidP="007C7A9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Руководствуясь</w:t>
      </w:r>
      <w:r w:rsidR="007C7A9B">
        <w:rPr>
          <w:color w:val="000000"/>
        </w:rPr>
        <w:t xml:space="preserve"> статьей 14 </w:t>
      </w:r>
      <w:r w:rsidR="007C7A9B" w:rsidRPr="007C7A9B">
        <w:rPr>
          <w:color w:val="000000"/>
        </w:rPr>
        <w:t>Закон</w:t>
      </w:r>
      <w:r w:rsidR="007C7A9B">
        <w:rPr>
          <w:color w:val="000000"/>
        </w:rPr>
        <w:t>а</w:t>
      </w:r>
      <w:r w:rsidR="007C7A9B" w:rsidRPr="007C7A9B">
        <w:rPr>
          <w:color w:val="000000"/>
        </w:rPr>
        <w:t xml:space="preserve"> Иркутской области от 17.12.2008</w:t>
      </w:r>
      <w:r w:rsidR="007C7A9B">
        <w:rPr>
          <w:color w:val="000000"/>
        </w:rPr>
        <w:t>г.</w:t>
      </w:r>
      <w:r w:rsidR="007C7A9B" w:rsidRPr="007C7A9B">
        <w:rPr>
          <w:color w:val="000000"/>
        </w:rPr>
        <w:t xml:space="preserve"> </w:t>
      </w:r>
      <w:r w:rsidR="007C7A9B">
        <w:rPr>
          <w:color w:val="000000"/>
        </w:rPr>
        <w:t>№</w:t>
      </w:r>
      <w:r w:rsidR="007C7A9B" w:rsidRPr="007C7A9B">
        <w:rPr>
          <w:color w:val="000000"/>
        </w:rPr>
        <w:t xml:space="preserve"> 122-оз</w:t>
      </w:r>
      <w:r w:rsidR="007C7A9B">
        <w:rPr>
          <w:color w:val="000000"/>
        </w:rPr>
        <w:t xml:space="preserve"> «</w:t>
      </w:r>
      <w:r w:rsidR="007C7A9B" w:rsidRPr="007C7A9B">
        <w:rPr>
          <w:color w:val="000000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</w:t>
      </w:r>
      <w:r w:rsidR="007C7A9B">
        <w:rPr>
          <w:color w:val="000000"/>
        </w:rPr>
        <w:t>»</w:t>
      </w:r>
      <w:r w:rsidR="006E7E5B">
        <w:rPr>
          <w:color w:val="000000"/>
        </w:rPr>
        <w:t>,</w:t>
      </w:r>
      <w:r w:rsidR="007C7A9B">
        <w:rPr>
          <w:color w:val="000000"/>
        </w:rPr>
        <w:t xml:space="preserve"> </w:t>
      </w:r>
      <w:r w:rsidR="00506569" w:rsidRPr="00496F71">
        <w:rPr>
          <w:color w:val="000000"/>
        </w:rPr>
        <w:t xml:space="preserve">статьями 23, 25, </w:t>
      </w:r>
      <w:r w:rsidR="00496F71">
        <w:rPr>
          <w:color w:val="000000"/>
        </w:rPr>
        <w:t xml:space="preserve">34, </w:t>
      </w:r>
      <w:r w:rsidR="00506569" w:rsidRPr="00496F71">
        <w:rPr>
          <w:color w:val="000000"/>
        </w:rPr>
        <w:t>43 Устава муниципального образования город Усть-Илимск, Городская Дума, -</w:t>
      </w:r>
    </w:p>
    <w:p w:rsidR="00506569" w:rsidRPr="00496F71" w:rsidRDefault="00506569" w:rsidP="00506569">
      <w:pPr>
        <w:keepLines/>
        <w:autoSpaceDE w:val="0"/>
        <w:autoSpaceDN w:val="0"/>
        <w:adjustRightInd w:val="0"/>
        <w:ind w:firstLine="709"/>
        <w:rPr>
          <w:b/>
        </w:rPr>
      </w:pPr>
      <w:r w:rsidRPr="00496F71">
        <w:rPr>
          <w:b/>
        </w:rPr>
        <w:t>РЕШИЛА:</w:t>
      </w:r>
    </w:p>
    <w:p w:rsidR="00506569" w:rsidRDefault="00F074C6" w:rsidP="00A733E2">
      <w:pPr>
        <w:keepLines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496F71">
        <w:rPr>
          <w:color w:val="000000"/>
        </w:rPr>
        <w:t>1. </w:t>
      </w:r>
      <w:r w:rsidR="00506569" w:rsidRPr="00496F71">
        <w:rPr>
          <w:color w:val="000000"/>
        </w:rPr>
        <w:t xml:space="preserve">Внести в </w:t>
      </w:r>
      <w:r w:rsidR="00891195" w:rsidRPr="00891195">
        <w:rPr>
          <w:color w:val="000000"/>
        </w:rPr>
        <w:t xml:space="preserve">раздел </w:t>
      </w:r>
      <w:r w:rsidR="00446E0F">
        <w:rPr>
          <w:color w:val="000000"/>
        </w:rPr>
        <w:t>8</w:t>
      </w:r>
      <w:r w:rsidR="00891195" w:rsidRPr="00891195">
        <w:rPr>
          <w:color w:val="000000"/>
        </w:rPr>
        <w:t xml:space="preserve"> </w:t>
      </w:r>
      <w:r w:rsidR="00446E0F" w:rsidRPr="00446E0F">
        <w:rPr>
          <w:color w:val="000000"/>
        </w:rPr>
        <w:t>Порядка предоставления гарантий осуществления полномочий на постоянной основе выборных должностных лиц муниципального образования город Усть-Илимск, утвержденного решением Городской Думы города Усть-</w:t>
      </w:r>
      <w:r w:rsidR="00446E0F">
        <w:rPr>
          <w:color w:val="000000"/>
        </w:rPr>
        <w:t xml:space="preserve">Илимска от 26.05.2010г. № 13/67, </w:t>
      </w:r>
      <w:r w:rsidR="00506569" w:rsidRPr="00496F71">
        <w:rPr>
          <w:color w:val="000000"/>
        </w:rPr>
        <w:t>следующ</w:t>
      </w:r>
      <w:r w:rsidR="00446E0F">
        <w:rPr>
          <w:color w:val="000000"/>
        </w:rPr>
        <w:t>е</w:t>
      </w:r>
      <w:r w:rsidR="00506569" w:rsidRPr="00496F71">
        <w:rPr>
          <w:color w:val="000000"/>
        </w:rPr>
        <w:t>е изменени</w:t>
      </w:r>
      <w:r w:rsidR="00446E0F">
        <w:rPr>
          <w:color w:val="000000"/>
        </w:rPr>
        <w:t>е</w:t>
      </w:r>
      <w:r w:rsidR="00506569" w:rsidRPr="00496F71">
        <w:rPr>
          <w:color w:val="000000"/>
        </w:rPr>
        <w:t>:</w:t>
      </w:r>
    </w:p>
    <w:p w:rsidR="00F074C6" w:rsidRDefault="00446E0F" w:rsidP="00891195">
      <w:pPr>
        <w:keepLines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пункт 8.1 изложить в следующей редакции:</w:t>
      </w:r>
    </w:p>
    <w:p w:rsidR="00446E0F" w:rsidRDefault="00446E0F" w:rsidP="00891195">
      <w:pPr>
        <w:keepLines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«8.1. В</w:t>
      </w:r>
      <w:r w:rsidRPr="00446E0F">
        <w:rPr>
          <w:color w:val="000000"/>
        </w:rPr>
        <w:t>ыборному лицу</w:t>
      </w:r>
      <w:r w:rsidR="00F11E28">
        <w:rPr>
          <w:color w:val="000000"/>
        </w:rPr>
        <w:t>, осуществлявшему полномочия на постоянной основе и в этот период достигшему пенсионного возраста или потерявшему трудоспособность, в связи с прекращением его полномочий (в том числе досрочно),</w:t>
      </w:r>
      <w:r w:rsidRPr="00446E0F">
        <w:rPr>
          <w:color w:val="000000"/>
        </w:rPr>
        <w:t xml:space="preserve"> устанавливается единовременная выплата</w:t>
      </w:r>
      <w:r w:rsidR="00295D4F">
        <w:rPr>
          <w:color w:val="000000"/>
        </w:rPr>
        <w:t xml:space="preserve"> в размере </w:t>
      </w:r>
      <w:r w:rsidR="00C63AFB">
        <w:rPr>
          <w:color w:val="000000"/>
        </w:rPr>
        <w:t>десяти минимальных</w:t>
      </w:r>
      <w:r w:rsidR="00295D4F">
        <w:rPr>
          <w:color w:val="000000"/>
        </w:rPr>
        <w:t xml:space="preserve"> </w:t>
      </w:r>
      <w:proofErr w:type="gramStart"/>
      <w:r w:rsidR="00295D4F">
        <w:rPr>
          <w:color w:val="000000"/>
        </w:rPr>
        <w:t>размер</w:t>
      </w:r>
      <w:r w:rsidR="00C63AFB">
        <w:rPr>
          <w:color w:val="000000"/>
        </w:rPr>
        <w:t>ов</w:t>
      </w:r>
      <w:r w:rsidR="00295D4F">
        <w:rPr>
          <w:color w:val="000000"/>
        </w:rPr>
        <w:t xml:space="preserve"> оплаты труда</w:t>
      </w:r>
      <w:proofErr w:type="gramEnd"/>
      <w:r w:rsidR="00295D4F">
        <w:rPr>
          <w:color w:val="000000"/>
        </w:rPr>
        <w:t>.</w:t>
      </w:r>
      <w:r>
        <w:rPr>
          <w:color w:val="000000"/>
        </w:rPr>
        <w:t xml:space="preserve"> </w:t>
      </w:r>
    </w:p>
    <w:p w:rsidR="00524241" w:rsidRPr="00496F71" w:rsidRDefault="00295D4F" w:rsidP="00295D4F">
      <w:pPr>
        <w:keepLines/>
        <w:autoSpaceDE w:val="0"/>
        <w:autoSpaceDN w:val="0"/>
        <w:adjustRightInd w:val="0"/>
        <w:ind w:firstLine="708"/>
        <w:jc w:val="both"/>
      </w:pPr>
      <w:proofErr w:type="gramStart"/>
      <w:r w:rsidRPr="00295D4F">
        <w:rPr>
          <w:color w:val="000000"/>
        </w:rPr>
        <w:t>Указанная выплата не может быть установлена в случае прекращения полномочий указанного лица по основаниям, предусмотренным абзацем седьмым части 16 статьи 35, пунктами 2.1, 3, 6 - 9 части 6, частью 6.1 статьи 36, частью 7.1, пунктами 5 - 8 части 10, частью 10.1 статьи 40, частями 1 и 2 статьи 73 Федерального закона</w:t>
      </w:r>
      <w:r>
        <w:rPr>
          <w:color w:val="000000"/>
        </w:rPr>
        <w:t xml:space="preserve"> от </w:t>
      </w:r>
      <w:r w:rsidRPr="00295D4F">
        <w:rPr>
          <w:color w:val="000000"/>
        </w:rPr>
        <w:t>06.10.2003</w:t>
      </w:r>
      <w:r>
        <w:rPr>
          <w:color w:val="000000"/>
        </w:rPr>
        <w:t>г.</w:t>
      </w:r>
      <w:r w:rsidRPr="00295D4F">
        <w:rPr>
          <w:color w:val="000000"/>
        </w:rPr>
        <w:t xml:space="preserve"> </w:t>
      </w:r>
      <w:r>
        <w:rPr>
          <w:color w:val="000000"/>
        </w:rPr>
        <w:t xml:space="preserve">№ </w:t>
      </w:r>
      <w:r w:rsidRPr="00295D4F">
        <w:rPr>
          <w:color w:val="000000"/>
        </w:rPr>
        <w:t xml:space="preserve">131-ФЗ </w:t>
      </w:r>
      <w:r>
        <w:rPr>
          <w:color w:val="000000"/>
        </w:rPr>
        <w:t>«</w:t>
      </w:r>
      <w:r w:rsidRPr="00295D4F">
        <w:rPr>
          <w:color w:val="000000"/>
        </w:rPr>
        <w:t>Об общих принципах организации местного</w:t>
      </w:r>
      <w:proofErr w:type="gramEnd"/>
      <w:r w:rsidRPr="00295D4F">
        <w:rPr>
          <w:color w:val="000000"/>
        </w:rPr>
        <w:t xml:space="preserve"> самоуправления в Российской Федерации</w:t>
      </w:r>
      <w:r>
        <w:rPr>
          <w:color w:val="000000"/>
        </w:rPr>
        <w:t>»</w:t>
      </w:r>
      <w:proofErr w:type="gramStart"/>
      <w:r w:rsidRPr="00295D4F">
        <w:rPr>
          <w:color w:val="000000"/>
        </w:rPr>
        <w:t>.</w:t>
      </w:r>
      <w:r>
        <w:rPr>
          <w:color w:val="000000"/>
        </w:rPr>
        <w:t>»</w:t>
      </w:r>
      <w:proofErr w:type="gramEnd"/>
      <w:r>
        <w:rPr>
          <w:color w:val="000000"/>
        </w:rPr>
        <w:t>.</w:t>
      </w:r>
    </w:p>
    <w:p w:rsidR="0036171C" w:rsidRPr="00496F71" w:rsidRDefault="0036171C" w:rsidP="0036171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96F71">
        <w:rPr>
          <w:color w:val="000000"/>
        </w:rPr>
        <w:t xml:space="preserve">2. </w:t>
      </w:r>
      <w:r w:rsidR="00694F7E">
        <w:rPr>
          <w:color w:val="000000"/>
        </w:rPr>
        <w:t>Опубликовать</w:t>
      </w:r>
      <w:r w:rsidRPr="00496F71">
        <w:rPr>
          <w:color w:val="000000"/>
        </w:rPr>
        <w:t xml:space="preserve"> настоящее решение </w:t>
      </w:r>
      <w:r w:rsidR="00694F7E">
        <w:rPr>
          <w:color w:val="000000"/>
        </w:rPr>
        <w:t>в газете «Усть-Илимск официальный»</w:t>
      </w:r>
      <w:r w:rsidR="00170002">
        <w:rPr>
          <w:color w:val="000000"/>
        </w:rPr>
        <w:t xml:space="preserve">, </w:t>
      </w:r>
      <w:r w:rsidR="00694F7E">
        <w:rPr>
          <w:color w:val="000000"/>
        </w:rPr>
        <w:t xml:space="preserve">разместить </w:t>
      </w:r>
      <w:r w:rsidR="00170002" w:rsidRPr="00170002">
        <w:rPr>
          <w:color w:val="000000"/>
        </w:rPr>
        <w:t>сетевом издании «UST-ILIMSK» (</w:t>
      </w:r>
      <w:hyperlink r:id="rId9" w:history="1">
        <w:r w:rsidR="00170002" w:rsidRPr="00DE6485">
          <w:rPr>
            <w:rStyle w:val="aa"/>
          </w:rPr>
          <w:t>www.усть-илимскофициальный.рф</w:t>
        </w:r>
      </w:hyperlink>
      <w:r w:rsidR="00170002">
        <w:rPr>
          <w:color w:val="000000"/>
        </w:rPr>
        <w:t xml:space="preserve">), </w:t>
      </w:r>
      <w:bookmarkStart w:id="0" w:name="_GoBack"/>
      <w:bookmarkEnd w:id="0"/>
      <w:r w:rsidRPr="00496F71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36171C" w:rsidRPr="00496F71" w:rsidRDefault="0036171C" w:rsidP="0036171C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6171C" w:rsidRPr="00496F71" w:rsidRDefault="0036171C" w:rsidP="0036171C">
      <w:pPr>
        <w:autoSpaceDE w:val="0"/>
        <w:autoSpaceDN w:val="0"/>
        <w:adjustRightInd w:val="0"/>
        <w:rPr>
          <w:i/>
          <w:iCs/>
          <w:color w:val="000000"/>
        </w:rPr>
      </w:pPr>
    </w:p>
    <w:p w:rsidR="00967B26" w:rsidRPr="00496F71" w:rsidRDefault="0036171C" w:rsidP="0036171C">
      <w:pPr>
        <w:autoSpaceDE w:val="0"/>
        <w:autoSpaceDN w:val="0"/>
        <w:adjustRightInd w:val="0"/>
        <w:rPr>
          <w:b/>
          <w:iCs/>
          <w:color w:val="000000"/>
        </w:rPr>
      </w:pPr>
      <w:r w:rsidRPr="00496F71">
        <w:rPr>
          <w:b/>
          <w:iCs/>
          <w:color w:val="000000"/>
        </w:rPr>
        <w:t xml:space="preserve">Председатель Городской Думы      </w:t>
      </w:r>
      <w:r w:rsidRPr="00496F71">
        <w:rPr>
          <w:b/>
          <w:iCs/>
          <w:color w:val="000000"/>
        </w:rPr>
        <w:tab/>
      </w:r>
      <w:r w:rsidRPr="00496F71">
        <w:rPr>
          <w:b/>
          <w:iCs/>
          <w:color w:val="000000"/>
        </w:rPr>
        <w:tab/>
      </w:r>
      <w:r w:rsidRPr="00496F71">
        <w:rPr>
          <w:b/>
          <w:iCs/>
          <w:color w:val="000000"/>
        </w:rPr>
        <w:tab/>
      </w:r>
      <w:r w:rsidRPr="00496F71">
        <w:rPr>
          <w:b/>
          <w:iCs/>
          <w:color w:val="000000"/>
        </w:rPr>
        <w:tab/>
        <w:t xml:space="preserve">      </w:t>
      </w:r>
      <w:r w:rsidR="00694F7E">
        <w:rPr>
          <w:b/>
          <w:iCs/>
          <w:color w:val="000000"/>
        </w:rPr>
        <w:t xml:space="preserve">              </w:t>
      </w:r>
      <w:r w:rsidRPr="00496F71">
        <w:rPr>
          <w:b/>
          <w:iCs/>
          <w:color w:val="000000"/>
        </w:rPr>
        <w:t xml:space="preserve">А.П. Чихирьков   </w:t>
      </w:r>
    </w:p>
    <w:p w:rsidR="00967B26" w:rsidRPr="00496F71" w:rsidRDefault="00967B26" w:rsidP="0036171C">
      <w:pPr>
        <w:autoSpaceDE w:val="0"/>
        <w:autoSpaceDN w:val="0"/>
        <w:adjustRightInd w:val="0"/>
        <w:rPr>
          <w:b/>
          <w:iCs/>
          <w:color w:val="000000"/>
        </w:rPr>
      </w:pPr>
    </w:p>
    <w:p w:rsidR="00967B26" w:rsidRPr="00496F71" w:rsidRDefault="00694F7E" w:rsidP="0036171C">
      <w:pPr>
        <w:autoSpaceDE w:val="0"/>
        <w:autoSpaceDN w:val="0"/>
        <w:adjustRightInd w:val="0"/>
        <w:rPr>
          <w:b/>
          <w:iCs/>
          <w:color w:val="000000"/>
        </w:rPr>
      </w:pPr>
      <w:r>
        <w:rPr>
          <w:b/>
          <w:iCs/>
          <w:color w:val="000000"/>
        </w:rPr>
        <w:t>Мэр города                                                                                                              А.И. Щекина</w:t>
      </w:r>
    </w:p>
    <w:p w:rsidR="00967B26" w:rsidRPr="00496F71" w:rsidRDefault="00967B26" w:rsidP="0036171C">
      <w:pPr>
        <w:autoSpaceDE w:val="0"/>
        <w:autoSpaceDN w:val="0"/>
        <w:adjustRightInd w:val="0"/>
        <w:rPr>
          <w:b/>
          <w:iCs/>
          <w:color w:val="000000"/>
        </w:rPr>
      </w:pPr>
    </w:p>
    <w:p w:rsidR="00967B26" w:rsidRPr="00496F71" w:rsidRDefault="00967B26" w:rsidP="0036171C">
      <w:pPr>
        <w:autoSpaceDE w:val="0"/>
        <w:autoSpaceDN w:val="0"/>
        <w:adjustRightInd w:val="0"/>
        <w:rPr>
          <w:b/>
          <w:iCs/>
          <w:color w:val="000000"/>
        </w:rPr>
      </w:pPr>
    </w:p>
    <w:p w:rsidR="00967B26" w:rsidRPr="001124F8" w:rsidRDefault="00967B26" w:rsidP="00967B26">
      <w:pPr>
        <w:jc w:val="center"/>
      </w:pPr>
      <w:r w:rsidRPr="001124F8">
        <w:t>ЛИСТ СОГЛАСОВАНИЯ</w:t>
      </w:r>
    </w:p>
    <w:p w:rsidR="00967B26" w:rsidRPr="00967B26" w:rsidRDefault="00967B26" w:rsidP="00967B26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 w:rsidRPr="00967B26">
        <w:t>«</w:t>
      </w:r>
      <w:r w:rsidR="00295D4F" w:rsidRPr="00295D4F">
        <w:rPr>
          <w:bCs/>
          <w:color w:val="000000"/>
        </w:rPr>
        <w:t>О внесении изменения в раздел 8 Порядка предоставления гарантий осуществления полномочий на постоянной основе выборных должностных лиц муниципального образования город Усть-Илимск, утвержденного решением Городской Думы города Усть-Илимска от 26.05.2010г. № 13/67</w:t>
      </w:r>
      <w:r w:rsidRPr="00967B26">
        <w:t>»</w:t>
      </w:r>
    </w:p>
    <w:p w:rsidR="00967B26" w:rsidRDefault="00967B26" w:rsidP="00967B26">
      <w:pPr>
        <w:pBdr>
          <w:bottom w:val="single" w:sz="12" w:space="1" w:color="auto"/>
        </w:pBdr>
      </w:pPr>
    </w:p>
    <w:p w:rsidR="00967B26" w:rsidRPr="001124F8" w:rsidRDefault="00967B26" w:rsidP="00967B26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0535A9" w:rsidRDefault="000535A9" w:rsidP="000535A9">
      <w:pPr>
        <w:spacing w:before="120" w:after="120"/>
        <w:jc w:val="both"/>
        <w:rPr>
          <w:b/>
          <w:bCs/>
        </w:rPr>
      </w:pPr>
      <w:r>
        <w:rPr>
          <w:b/>
          <w:bCs/>
        </w:rPr>
        <w:t xml:space="preserve">ИСПОЛНИТЕЛЬ: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0535A9" w:rsidTr="000535A9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5A9" w:rsidRDefault="00DD0AB3">
            <w:pPr>
              <w:jc w:val="both"/>
            </w:pPr>
            <w:r>
              <w:t>Заместитель начальника правового отдела</w:t>
            </w:r>
          </w:p>
          <w:p w:rsidR="000535A9" w:rsidRDefault="000535A9">
            <w:pPr>
              <w:jc w:val="both"/>
            </w:pPr>
          </w:p>
        </w:tc>
        <w:tc>
          <w:tcPr>
            <w:tcW w:w="2693" w:type="dxa"/>
          </w:tcPr>
          <w:p w:rsidR="000535A9" w:rsidRDefault="000535A9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5A9" w:rsidRDefault="00DD0AB3">
            <w:pPr>
              <w:jc w:val="both"/>
            </w:pPr>
            <w:r>
              <w:t>Л.В. Тетеревская</w:t>
            </w:r>
          </w:p>
        </w:tc>
      </w:tr>
      <w:tr w:rsidR="000535A9" w:rsidTr="000535A9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35A9" w:rsidRDefault="000535A9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0535A9" w:rsidRDefault="000535A9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35A9" w:rsidRDefault="000535A9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(ФИО)</w:t>
            </w:r>
          </w:p>
        </w:tc>
      </w:tr>
      <w:tr w:rsidR="000535A9" w:rsidTr="000535A9">
        <w:tc>
          <w:tcPr>
            <w:tcW w:w="675" w:type="dxa"/>
            <w:hideMark/>
          </w:tcPr>
          <w:p w:rsidR="000535A9" w:rsidRDefault="000535A9">
            <w: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5A9" w:rsidRDefault="000535A9">
            <w:pPr>
              <w:jc w:val="center"/>
            </w:pPr>
          </w:p>
        </w:tc>
        <w:tc>
          <w:tcPr>
            <w:tcW w:w="1560" w:type="dxa"/>
            <w:hideMark/>
          </w:tcPr>
          <w:p w:rsidR="000535A9" w:rsidRDefault="000535A9">
            <w:pPr>
              <w:jc w:val="center"/>
            </w:pPr>
            <w: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5A9" w:rsidRDefault="000535A9">
            <w:pPr>
              <w:jc w:val="center"/>
            </w:pPr>
          </w:p>
        </w:tc>
        <w:tc>
          <w:tcPr>
            <w:tcW w:w="2693" w:type="dxa"/>
          </w:tcPr>
          <w:p w:rsidR="000535A9" w:rsidRDefault="000535A9">
            <w:pPr>
              <w:jc w:val="center"/>
            </w:pPr>
          </w:p>
        </w:tc>
        <w:tc>
          <w:tcPr>
            <w:tcW w:w="2517" w:type="dxa"/>
          </w:tcPr>
          <w:p w:rsidR="000535A9" w:rsidRDefault="000535A9">
            <w:pPr>
              <w:jc w:val="center"/>
            </w:pPr>
          </w:p>
        </w:tc>
      </w:tr>
    </w:tbl>
    <w:p w:rsidR="000535A9" w:rsidRDefault="000535A9" w:rsidP="000535A9">
      <w:pPr>
        <w:autoSpaceDE w:val="0"/>
        <w:autoSpaceDN w:val="0"/>
        <w:adjustRightInd w:val="0"/>
        <w:spacing w:before="120" w:after="120"/>
        <w:rPr>
          <w:b/>
          <w:bCs/>
        </w:rPr>
      </w:pPr>
      <w:r>
        <w:rPr>
          <w:b/>
          <w:bCs/>
        </w:rPr>
        <w:t>СОГЛАСОВАНО: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0535A9" w:rsidTr="000535A9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5A9" w:rsidRDefault="00DD0AB3">
            <w:pPr>
              <w:jc w:val="both"/>
            </w:pPr>
            <w:r>
              <w:t>Заместитель мэра города по правовым вопросам</w:t>
            </w:r>
          </w:p>
        </w:tc>
        <w:tc>
          <w:tcPr>
            <w:tcW w:w="2693" w:type="dxa"/>
          </w:tcPr>
          <w:p w:rsidR="000535A9" w:rsidRDefault="000535A9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5A9" w:rsidRDefault="00DD0AB3">
            <w:pPr>
              <w:jc w:val="both"/>
            </w:pPr>
            <w:r>
              <w:t>Е.В. Стариков</w:t>
            </w:r>
          </w:p>
        </w:tc>
      </w:tr>
      <w:tr w:rsidR="000535A9" w:rsidTr="000535A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35A9" w:rsidRDefault="000535A9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0535A9" w:rsidRDefault="000535A9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35A9" w:rsidRDefault="000535A9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(ФИО)</w:t>
            </w:r>
          </w:p>
        </w:tc>
      </w:tr>
    </w:tbl>
    <w:p w:rsidR="000535A9" w:rsidRDefault="000535A9" w:rsidP="000535A9">
      <w:pPr>
        <w:autoSpaceDE w:val="0"/>
        <w:autoSpaceDN w:val="0"/>
        <w:adjustRightInd w:val="0"/>
      </w:pPr>
    </w:p>
    <w:p w:rsidR="000535A9" w:rsidRDefault="000535A9" w:rsidP="000535A9">
      <w:pPr>
        <w:autoSpaceDE w:val="0"/>
        <w:autoSpaceDN w:val="0"/>
        <w:adjustRightInd w:val="0"/>
      </w:pPr>
    </w:p>
    <w:p w:rsidR="00DD0AB3" w:rsidRDefault="00295D4F" w:rsidP="00DD0AB3">
      <w:pPr>
        <w:tabs>
          <w:tab w:val="left" w:pos="6938"/>
        </w:tabs>
        <w:autoSpaceDE w:val="0"/>
        <w:autoSpaceDN w:val="0"/>
        <w:adjustRightInd w:val="0"/>
        <w:spacing w:before="120"/>
      </w:pPr>
      <w:r>
        <w:t>Председатель Комитета финансов</w:t>
      </w:r>
      <w:r w:rsidR="00DD0AB3">
        <w:tab/>
        <w:t>О.Ф. Шадрина</w:t>
      </w:r>
    </w:p>
    <w:p w:rsidR="000535A9" w:rsidRDefault="000535A9" w:rsidP="00DD0AB3">
      <w:pPr>
        <w:autoSpaceDE w:val="0"/>
        <w:autoSpaceDN w:val="0"/>
        <w:adjustRightInd w:val="0"/>
      </w:pPr>
      <w:r>
        <w:t>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0535A9" w:rsidTr="000535A9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5A9" w:rsidRDefault="000535A9">
            <w:pPr>
              <w:jc w:val="both"/>
            </w:pPr>
          </w:p>
        </w:tc>
        <w:tc>
          <w:tcPr>
            <w:tcW w:w="2693" w:type="dxa"/>
          </w:tcPr>
          <w:p w:rsidR="000535A9" w:rsidRDefault="000535A9">
            <w:pPr>
              <w:jc w:val="both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35A9" w:rsidRDefault="000535A9">
            <w:pPr>
              <w:jc w:val="both"/>
            </w:pPr>
          </w:p>
        </w:tc>
      </w:tr>
      <w:tr w:rsidR="000535A9" w:rsidTr="000535A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35A9" w:rsidRDefault="000535A9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(должность)</w:t>
            </w:r>
          </w:p>
          <w:p w:rsidR="00DD0AB3" w:rsidRDefault="00DD0AB3">
            <w:pPr>
              <w:jc w:val="center"/>
              <w:rPr>
                <w:vertAlign w:val="superscript"/>
              </w:rPr>
            </w:pPr>
          </w:p>
          <w:p w:rsidR="00DD0AB3" w:rsidRDefault="00DD0AB3" w:rsidP="00295D4F">
            <w:pPr>
              <w:rPr>
                <w:vertAlign w:val="superscript"/>
              </w:rPr>
            </w:pPr>
          </w:p>
        </w:tc>
        <w:tc>
          <w:tcPr>
            <w:tcW w:w="2693" w:type="dxa"/>
          </w:tcPr>
          <w:p w:rsidR="000535A9" w:rsidRDefault="000535A9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35A9" w:rsidRDefault="000535A9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(ФИО)</w:t>
            </w:r>
          </w:p>
        </w:tc>
      </w:tr>
    </w:tbl>
    <w:p w:rsidR="00967B26" w:rsidRDefault="00967B26" w:rsidP="00967B26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967B26" w:rsidRPr="00D10010" w:rsidTr="00BA7C78">
        <w:tc>
          <w:tcPr>
            <w:tcW w:w="3369" w:type="dxa"/>
          </w:tcPr>
          <w:p w:rsidR="00967B26" w:rsidRPr="000015A2" w:rsidRDefault="00967B26" w:rsidP="00BA7C78">
            <w:pPr>
              <w:autoSpaceDE w:val="0"/>
              <w:autoSpaceDN w:val="0"/>
              <w:adjustRightInd w:val="0"/>
              <w:rPr>
                <w:rFonts w:ascii="MT Extra" w:hAnsi="MT Extra"/>
              </w:rPr>
            </w:pPr>
            <w:r w:rsidRPr="00D10010">
              <w:t>Вид акта:</w:t>
            </w:r>
          </w:p>
          <w:p w:rsidR="00967B26" w:rsidRPr="00D10010" w:rsidRDefault="00967B26" w:rsidP="00BA7C78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967B26" w:rsidRPr="00D10010" w:rsidRDefault="00967B26" w:rsidP="00BA7C78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>
              <w:t>не</w:t>
            </w:r>
            <w:r w:rsidRPr="00D10010">
              <w:t>нормативный</w:t>
            </w:r>
            <w:r w:rsidRPr="00D10010">
              <w:tab/>
            </w:r>
          </w:p>
        </w:tc>
        <w:tc>
          <w:tcPr>
            <w:tcW w:w="6202" w:type="dxa"/>
          </w:tcPr>
          <w:p w:rsidR="00967B26" w:rsidRPr="00D10010" w:rsidRDefault="00967B26" w:rsidP="00BA7C78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967B26" w:rsidRPr="00D10010" w:rsidRDefault="00967B26" w:rsidP="00BA7C78">
            <w:pPr>
              <w:jc w:val="both"/>
            </w:pPr>
            <w:r w:rsidRPr="00D10010">
              <w:sym w:font="Symbol" w:char="F0FF"/>
            </w:r>
            <w:r w:rsidRPr="00C053DC">
              <w:t xml:space="preserve"> </w:t>
            </w:r>
            <w:r w:rsidRPr="00D10010">
              <w:t>да</w:t>
            </w:r>
            <w:r w:rsidRPr="00D10010">
              <w:tab/>
            </w:r>
          </w:p>
          <w:p w:rsidR="00967B26" w:rsidRPr="00D10010" w:rsidRDefault="00967B26" w:rsidP="00BA7C78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967B26" w:rsidRDefault="00967B26" w:rsidP="00967B26">
      <w:pPr>
        <w:autoSpaceDE w:val="0"/>
        <w:autoSpaceDN w:val="0"/>
        <w:adjustRightInd w:val="0"/>
      </w:pPr>
    </w:p>
    <w:p w:rsidR="00967B26" w:rsidRDefault="00967B26" w:rsidP="00967B26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967B26" w:rsidRPr="001124F8" w:rsidRDefault="00967B26" w:rsidP="00967B26">
      <w:pPr>
        <w:autoSpaceDE w:val="0"/>
        <w:autoSpaceDN w:val="0"/>
        <w:adjustRightInd w:val="0"/>
        <w:jc w:val="both"/>
      </w:pPr>
      <w:r w:rsidRPr="001124F8">
        <w:sym w:font="Symbol" w:char="F0FF"/>
      </w:r>
      <w:r w:rsidR="000015A2">
        <w:t xml:space="preserve"> </w:t>
      </w:r>
      <w:r>
        <w:t>п</w:t>
      </w:r>
      <w:r w:rsidRPr="001124F8">
        <w:t>рив</w:t>
      </w:r>
      <w:r>
        <w:t xml:space="preserve">одится </w:t>
      </w:r>
      <w:r w:rsidRPr="001124F8">
        <w:t>в соответствие с требованиями федерального и регионального законодательства</w:t>
      </w:r>
      <w:r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967B26" w:rsidRDefault="00967B26" w:rsidP="00967B26">
      <w:pPr>
        <w:autoSpaceDE w:val="0"/>
        <w:autoSpaceDN w:val="0"/>
        <w:adjustRightInd w:val="0"/>
        <w:jc w:val="both"/>
      </w:pPr>
      <w:r w:rsidRPr="00D10010">
        <w:sym w:font="Symbol" w:char="F0FF"/>
      </w:r>
      <w:r w:rsidRPr="004B5F93">
        <w:t xml:space="preserve"> </w:t>
      </w:r>
      <w:r>
        <w:t>п</w:t>
      </w:r>
      <w:r w:rsidRPr="001124F8">
        <w:t>рив</w:t>
      </w:r>
      <w:r>
        <w:t xml:space="preserve">одится </w:t>
      </w:r>
      <w:r w:rsidRPr="001124F8">
        <w:t>в соответствие с требованиями федерального и регионального законодательства</w:t>
      </w:r>
      <w:r>
        <w:t xml:space="preserve"> </w:t>
      </w:r>
      <w:r w:rsidRPr="001124F8">
        <w:t>самостоятельно</w:t>
      </w:r>
    </w:p>
    <w:p w:rsidR="00967B26" w:rsidRPr="001124F8" w:rsidRDefault="000015A2" w:rsidP="00967B26">
      <w:pPr>
        <w:autoSpaceDE w:val="0"/>
        <w:autoSpaceDN w:val="0"/>
        <w:adjustRightInd w:val="0"/>
      </w:pPr>
      <w:r>
        <w:rPr>
          <w:b/>
        </w:rPr>
        <w:t xml:space="preserve">       </w:t>
      </w:r>
      <w:r w:rsidR="00967B26">
        <w:t>иные причины</w:t>
      </w:r>
    </w:p>
    <w:p w:rsidR="00967B26" w:rsidRPr="001124F8" w:rsidRDefault="00967B26" w:rsidP="00967B26">
      <w:pPr>
        <w:jc w:val="both"/>
      </w:pPr>
    </w:p>
    <w:p w:rsidR="00967B26" w:rsidRPr="001124F8" w:rsidRDefault="00967B26" w:rsidP="00967B26">
      <w:r w:rsidRPr="001124F8">
        <w:t>Рассылка:</w:t>
      </w:r>
    </w:p>
    <w:p w:rsidR="00967B26" w:rsidRPr="001124F8" w:rsidRDefault="00967B26" w:rsidP="00967B26">
      <w:r w:rsidRPr="001124F8">
        <w:t>в дело</w:t>
      </w:r>
      <w:r w:rsidR="00813445">
        <w:t>;</w:t>
      </w:r>
    </w:p>
    <w:p w:rsidR="00967B26" w:rsidRDefault="00016C26" w:rsidP="00967B26">
      <w:r>
        <w:t>1 экз. – исполнителю</w:t>
      </w:r>
      <w:r w:rsidR="00813445">
        <w:t>;</w:t>
      </w:r>
    </w:p>
    <w:p w:rsidR="00967B26" w:rsidRPr="00C053DC" w:rsidRDefault="00967B26" w:rsidP="00967B26">
      <w:r>
        <w:rPr>
          <w:lang w:val="en-US"/>
        </w:rPr>
        <w:t>V</w:t>
      </w:r>
      <w:r w:rsidRPr="004B5F93">
        <w:t xml:space="preserve"> </w:t>
      </w:r>
      <w:r w:rsidRPr="001124F8">
        <w:t xml:space="preserve">на </w:t>
      </w:r>
      <w:r>
        <w:t xml:space="preserve">официальный </w:t>
      </w:r>
      <w:r w:rsidRPr="001124F8">
        <w:t>сайт</w:t>
      </w:r>
      <w:r>
        <w:t xml:space="preserve"> Администрации города</w:t>
      </w:r>
      <w:r w:rsidR="00813445">
        <w:t>;</w:t>
      </w:r>
    </w:p>
    <w:p w:rsidR="00967B26" w:rsidRPr="001124F8" w:rsidRDefault="00967B26" w:rsidP="00967B26">
      <w:r>
        <w:rPr>
          <w:lang w:val="en-US"/>
        </w:rPr>
        <w:t>V</w:t>
      </w:r>
      <w:r w:rsidRPr="004B5F93">
        <w:t xml:space="preserve"> </w:t>
      </w:r>
      <w:r w:rsidRPr="001124F8">
        <w:t xml:space="preserve">на </w:t>
      </w:r>
      <w:r>
        <w:t xml:space="preserve">официальный </w:t>
      </w:r>
      <w:r w:rsidRPr="001124F8">
        <w:t>сайт</w:t>
      </w:r>
      <w:r>
        <w:t xml:space="preserve"> Городской Думы города Усть-Илимска</w:t>
      </w:r>
      <w:r w:rsidR="00813445">
        <w:t>.</w:t>
      </w:r>
    </w:p>
    <w:p w:rsidR="00967B26" w:rsidRPr="004B5F93" w:rsidRDefault="00967B26" w:rsidP="00967B26"/>
    <w:p w:rsidR="0036171C" w:rsidRPr="0036171C" w:rsidRDefault="0036171C" w:rsidP="0036171C">
      <w:pPr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  <w:r w:rsidRPr="0036171C">
        <w:rPr>
          <w:i/>
          <w:iCs/>
          <w:color w:val="000000"/>
          <w:sz w:val="28"/>
          <w:szCs w:val="28"/>
        </w:rPr>
        <w:t xml:space="preserve"> </w:t>
      </w:r>
    </w:p>
    <w:p w:rsidR="00317D9B" w:rsidRPr="0036171C" w:rsidRDefault="0036171C" w:rsidP="0036171C">
      <w:pPr>
        <w:ind w:firstLine="709"/>
        <w:jc w:val="both"/>
        <w:rPr>
          <w:sz w:val="28"/>
          <w:szCs w:val="28"/>
        </w:rPr>
      </w:pPr>
      <w:r w:rsidRPr="0036171C">
        <w:rPr>
          <w:i/>
          <w:iCs/>
          <w:color w:val="000000"/>
          <w:sz w:val="28"/>
          <w:szCs w:val="28"/>
        </w:rPr>
        <w:t xml:space="preserve">                                                            </w:t>
      </w:r>
    </w:p>
    <w:sectPr w:rsidR="00317D9B" w:rsidRPr="0036171C" w:rsidSect="00496F71">
      <w:headerReference w:type="even" r:id="rId10"/>
      <w:headerReference w:type="default" r:id="rId11"/>
      <w:pgSz w:w="11906" w:h="16838" w:code="9"/>
      <w:pgMar w:top="851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D0C" w:rsidRDefault="00087D0C">
      <w:r>
        <w:separator/>
      </w:r>
    </w:p>
  </w:endnote>
  <w:endnote w:type="continuationSeparator" w:id="0">
    <w:p w:rsidR="00087D0C" w:rsidRDefault="0008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D0C" w:rsidRDefault="00087D0C">
      <w:r>
        <w:separator/>
      </w:r>
    </w:p>
  </w:footnote>
  <w:footnote w:type="continuationSeparator" w:id="0">
    <w:p w:rsidR="00087D0C" w:rsidRDefault="00087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0002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155BA"/>
    <w:multiLevelType w:val="hybridMultilevel"/>
    <w:tmpl w:val="99025F62"/>
    <w:lvl w:ilvl="0" w:tplc="22789D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46"/>
    <w:rsid w:val="000015A2"/>
    <w:rsid w:val="0000313A"/>
    <w:rsid w:val="00016C26"/>
    <w:rsid w:val="000535A9"/>
    <w:rsid w:val="0005664E"/>
    <w:rsid w:val="00062718"/>
    <w:rsid w:val="00075F8F"/>
    <w:rsid w:val="000832FC"/>
    <w:rsid w:val="000858CE"/>
    <w:rsid w:val="00086999"/>
    <w:rsid w:val="00087D0C"/>
    <w:rsid w:val="00096A57"/>
    <w:rsid w:val="000A073A"/>
    <w:rsid w:val="000A0779"/>
    <w:rsid w:val="000E776A"/>
    <w:rsid w:val="00113623"/>
    <w:rsid w:val="00170002"/>
    <w:rsid w:val="001D00F8"/>
    <w:rsid w:val="00230E17"/>
    <w:rsid w:val="00295D4F"/>
    <w:rsid w:val="002A11E4"/>
    <w:rsid w:val="002A25B5"/>
    <w:rsid w:val="002C1B1A"/>
    <w:rsid w:val="002D3AD0"/>
    <w:rsid w:val="002D638F"/>
    <w:rsid w:val="002E54C2"/>
    <w:rsid w:val="00301824"/>
    <w:rsid w:val="00317D9B"/>
    <w:rsid w:val="0036171C"/>
    <w:rsid w:val="00366AD2"/>
    <w:rsid w:val="00396AB6"/>
    <w:rsid w:val="003B67BB"/>
    <w:rsid w:val="003E3A89"/>
    <w:rsid w:val="00401E0D"/>
    <w:rsid w:val="00416FB0"/>
    <w:rsid w:val="00446E0F"/>
    <w:rsid w:val="004713B9"/>
    <w:rsid w:val="00496F71"/>
    <w:rsid w:val="004A4146"/>
    <w:rsid w:val="004B6769"/>
    <w:rsid w:val="004C7A24"/>
    <w:rsid w:val="004E11D1"/>
    <w:rsid w:val="004F7945"/>
    <w:rsid w:val="00506569"/>
    <w:rsid w:val="00516A26"/>
    <w:rsid w:val="00517590"/>
    <w:rsid w:val="00524241"/>
    <w:rsid w:val="00526F6A"/>
    <w:rsid w:val="005906A2"/>
    <w:rsid w:val="00593FF0"/>
    <w:rsid w:val="005963A1"/>
    <w:rsid w:val="005A1545"/>
    <w:rsid w:val="005A3F1D"/>
    <w:rsid w:val="005E6828"/>
    <w:rsid w:val="00641E80"/>
    <w:rsid w:val="006531B8"/>
    <w:rsid w:val="00665B4E"/>
    <w:rsid w:val="006835B0"/>
    <w:rsid w:val="00685116"/>
    <w:rsid w:val="0068519E"/>
    <w:rsid w:val="00687406"/>
    <w:rsid w:val="006923CC"/>
    <w:rsid w:val="00694F7E"/>
    <w:rsid w:val="006B2D9C"/>
    <w:rsid w:val="006E7E5B"/>
    <w:rsid w:val="006F6562"/>
    <w:rsid w:val="006F7833"/>
    <w:rsid w:val="00744DBD"/>
    <w:rsid w:val="007854A9"/>
    <w:rsid w:val="007C7A9B"/>
    <w:rsid w:val="007D55C6"/>
    <w:rsid w:val="00813445"/>
    <w:rsid w:val="0087273A"/>
    <w:rsid w:val="00891195"/>
    <w:rsid w:val="008F57DB"/>
    <w:rsid w:val="0091201E"/>
    <w:rsid w:val="00927747"/>
    <w:rsid w:val="00967B26"/>
    <w:rsid w:val="009A75C0"/>
    <w:rsid w:val="00A04094"/>
    <w:rsid w:val="00A733E2"/>
    <w:rsid w:val="00A95469"/>
    <w:rsid w:val="00AA0764"/>
    <w:rsid w:val="00AC7D33"/>
    <w:rsid w:val="00AE4BF8"/>
    <w:rsid w:val="00AE6515"/>
    <w:rsid w:val="00AF7757"/>
    <w:rsid w:val="00B269AE"/>
    <w:rsid w:val="00B62FD1"/>
    <w:rsid w:val="00B726C1"/>
    <w:rsid w:val="00B758EB"/>
    <w:rsid w:val="00BE0854"/>
    <w:rsid w:val="00BF4EBD"/>
    <w:rsid w:val="00C50EE6"/>
    <w:rsid w:val="00C63AFB"/>
    <w:rsid w:val="00C65FF0"/>
    <w:rsid w:val="00C66935"/>
    <w:rsid w:val="00C85650"/>
    <w:rsid w:val="00CC1A67"/>
    <w:rsid w:val="00D07B1D"/>
    <w:rsid w:val="00D74BD3"/>
    <w:rsid w:val="00D764E7"/>
    <w:rsid w:val="00D8165B"/>
    <w:rsid w:val="00DB120A"/>
    <w:rsid w:val="00DD0AB3"/>
    <w:rsid w:val="00DD2B58"/>
    <w:rsid w:val="00DD7981"/>
    <w:rsid w:val="00E20421"/>
    <w:rsid w:val="00E23BEC"/>
    <w:rsid w:val="00E437DE"/>
    <w:rsid w:val="00E44C1F"/>
    <w:rsid w:val="00E51ABA"/>
    <w:rsid w:val="00E60D27"/>
    <w:rsid w:val="00E70619"/>
    <w:rsid w:val="00E82993"/>
    <w:rsid w:val="00E8642F"/>
    <w:rsid w:val="00EC238D"/>
    <w:rsid w:val="00EF5669"/>
    <w:rsid w:val="00EF646F"/>
    <w:rsid w:val="00F074C6"/>
    <w:rsid w:val="00F11E28"/>
    <w:rsid w:val="00F27F78"/>
    <w:rsid w:val="00F6026C"/>
    <w:rsid w:val="00F6186F"/>
    <w:rsid w:val="00F67F8F"/>
    <w:rsid w:val="00F742B5"/>
    <w:rsid w:val="00F8408D"/>
    <w:rsid w:val="00F85880"/>
    <w:rsid w:val="00FB2921"/>
    <w:rsid w:val="00FF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506569"/>
    <w:pPr>
      <w:ind w:left="720"/>
      <w:contextualSpacing/>
    </w:pPr>
  </w:style>
  <w:style w:type="paragraph" w:styleId="a8">
    <w:name w:val="Balloon Text"/>
    <w:basedOn w:val="a"/>
    <w:link w:val="a9"/>
    <w:rsid w:val="00C8565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C8565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rsid w:val="0017000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506569"/>
    <w:pPr>
      <w:ind w:left="720"/>
      <w:contextualSpacing/>
    </w:pPr>
  </w:style>
  <w:style w:type="paragraph" w:styleId="a8">
    <w:name w:val="Balloon Text"/>
    <w:basedOn w:val="a"/>
    <w:link w:val="a9"/>
    <w:rsid w:val="00C8565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C8565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rsid w:val="001700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8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98EE1-0CCF-46D1-9ABE-7456B850B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56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Тетеревская Людмила Викторовна</cp:lastModifiedBy>
  <cp:revision>6</cp:revision>
  <cp:lastPrinted>2024-07-02T09:48:00Z</cp:lastPrinted>
  <dcterms:created xsi:type="dcterms:W3CDTF">2024-06-20T07:38:00Z</dcterms:created>
  <dcterms:modified xsi:type="dcterms:W3CDTF">2024-07-02T09:49:00Z</dcterms:modified>
</cp:coreProperties>
</file>