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7ED" w:rsidRPr="00F34FCA" w:rsidRDefault="002517ED" w:rsidP="002517ED">
      <w:pPr>
        <w:jc w:val="right"/>
        <w:rPr>
          <w:u w:val="single"/>
        </w:rPr>
      </w:pPr>
      <w:bookmarkStart w:id="0" w:name="_GoBack"/>
      <w:bookmarkEnd w:id="0"/>
      <w:r w:rsidRPr="00F34FCA">
        <w:rPr>
          <w:u w:val="single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F67F8F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117888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1502E6A6" wp14:editId="2B5726E1">
                      <wp:extent cx="535940" cy="668020"/>
                      <wp:effectExtent l="0" t="0" r="16510" b="17780"/>
                      <wp:docPr id="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6dFwokAALF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F67F8F">
        <w:tc>
          <w:tcPr>
            <w:tcW w:w="9854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CA6E20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4F7752">
              <w:rPr>
                <w:b/>
                <w:caps/>
                <w:sz w:val="28"/>
                <w:szCs w:val="28"/>
              </w:rPr>
              <w:t xml:space="preserve"> </w:t>
            </w:r>
            <w:r w:rsidR="008376E3">
              <w:rPr>
                <w:b/>
                <w:caps/>
                <w:sz w:val="28"/>
                <w:szCs w:val="28"/>
              </w:rPr>
              <w:t>восьмого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8C2CF3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8C2CF3" w:rsidRDefault="00AE6515" w:rsidP="00F67F8F">
            <w:pPr>
              <w:tabs>
                <w:tab w:val="left" w:pos="-2160"/>
              </w:tabs>
              <w:jc w:val="right"/>
              <w:rPr>
                <w:sz w:val="23"/>
                <w:szCs w:val="23"/>
              </w:rPr>
            </w:pPr>
            <w:r w:rsidRPr="008C2CF3">
              <w:rPr>
                <w:sz w:val="23"/>
                <w:szCs w:val="23"/>
              </w:rPr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rPr>
                <w:sz w:val="23"/>
                <w:szCs w:val="23"/>
              </w:rPr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37"/>
              <w:jc w:val="center"/>
              <w:rPr>
                <w:sz w:val="23"/>
                <w:szCs w:val="23"/>
              </w:rPr>
            </w:pPr>
            <w:r w:rsidRPr="008C2CF3">
              <w:rPr>
                <w:sz w:val="23"/>
                <w:szCs w:val="23"/>
              </w:rP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rPr>
                <w:sz w:val="23"/>
                <w:szCs w:val="23"/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jc w:val="center"/>
              <w:rPr>
                <w:sz w:val="23"/>
                <w:szCs w:val="23"/>
              </w:rPr>
            </w:pPr>
          </w:p>
        </w:tc>
      </w:tr>
      <w:tr w:rsidR="003B67BB" w:rsidRPr="008C2CF3" w:rsidTr="00DB076E">
        <w:trPr>
          <w:trHeight w:val="1453"/>
        </w:trPr>
        <w:tc>
          <w:tcPr>
            <w:tcW w:w="9854" w:type="dxa"/>
            <w:gridSpan w:val="5"/>
            <w:shd w:val="clear" w:color="auto" w:fill="auto"/>
          </w:tcPr>
          <w:p w:rsidR="00B269AE" w:rsidRPr="008C2CF3" w:rsidRDefault="008376E3" w:rsidP="0042595E">
            <w:pPr>
              <w:spacing w:before="480" w:after="480" w:line="240" w:lineRule="exact"/>
              <w:ind w:right="3968"/>
              <w:jc w:val="both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</w:t>
            </w:r>
            <w:r w:rsidR="00DA2CD9">
              <w:rPr>
                <w:color w:val="000000"/>
                <w:sz w:val="23"/>
                <w:szCs w:val="23"/>
              </w:rPr>
              <w:t xml:space="preserve">б установлении с 1 </w:t>
            </w:r>
            <w:r w:rsidR="0042595E">
              <w:rPr>
                <w:color w:val="000000"/>
                <w:sz w:val="23"/>
                <w:szCs w:val="23"/>
              </w:rPr>
              <w:t>июля</w:t>
            </w:r>
            <w:r w:rsidR="00DA2CD9">
              <w:rPr>
                <w:color w:val="000000"/>
                <w:sz w:val="23"/>
                <w:szCs w:val="23"/>
              </w:rPr>
              <w:t xml:space="preserve"> 2025 года базовой ставки арендной платы </w:t>
            </w:r>
            <w:r w:rsidR="00DA2CD9" w:rsidRPr="008376E3">
              <w:rPr>
                <w:rStyle w:val="10"/>
                <w:color w:val="000000"/>
                <w:sz w:val="23"/>
                <w:szCs w:val="23"/>
              </w:rPr>
              <w:t xml:space="preserve">за использование </w:t>
            </w:r>
            <w:r w:rsidR="000F7A94">
              <w:rPr>
                <w:rStyle w:val="10"/>
                <w:color w:val="000000"/>
                <w:sz w:val="23"/>
                <w:szCs w:val="23"/>
              </w:rPr>
              <w:t xml:space="preserve">одного </w:t>
            </w:r>
            <w:r w:rsidR="00DA2CD9" w:rsidRPr="008376E3">
              <w:rPr>
                <w:rStyle w:val="10"/>
                <w:color w:val="000000"/>
                <w:sz w:val="23"/>
                <w:szCs w:val="23"/>
              </w:rPr>
              <w:t>места на опор</w:t>
            </w:r>
            <w:r w:rsidR="000F7A94">
              <w:rPr>
                <w:rStyle w:val="10"/>
                <w:color w:val="000000"/>
                <w:sz w:val="23"/>
                <w:szCs w:val="23"/>
              </w:rPr>
              <w:t xml:space="preserve">ах линий электропередач, столбовых опорах, опорах освещения, находящихся в муниципальной собственности муниципального образования город Усть-Илимск, </w:t>
            </w:r>
            <w:r w:rsidR="00DA2CD9" w:rsidRPr="008376E3">
              <w:rPr>
                <w:rStyle w:val="10"/>
                <w:color w:val="000000"/>
                <w:sz w:val="23"/>
                <w:szCs w:val="23"/>
              </w:rPr>
              <w:t>не по прямому назначению для размещения сети связи</w:t>
            </w:r>
            <w:r w:rsidR="00117888">
              <w:rPr>
                <w:noProof/>
                <w:sz w:val="23"/>
                <w:szCs w:val="23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5706655B" wp14:editId="2B6B437B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</w:p>
        </w:tc>
      </w:tr>
    </w:tbl>
    <w:p w:rsidR="00DA2CD9" w:rsidRDefault="00DA2CD9" w:rsidP="00DA2CD9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5B74FF">
        <w:rPr>
          <w:sz w:val="23"/>
          <w:szCs w:val="23"/>
        </w:rPr>
        <w:t xml:space="preserve">На основании отчета от </w:t>
      </w:r>
      <w:r w:rsidR="00124AAF" w:rsidRPr="005B74FF">
        <w:rPr>
          <w:sz w:val="23"/>
          <w:szCs w:val="23"/>
        </w:rPr>
        <w:t>0</w:t>
      </w:r>
      <w:r w:rsidR="0042595E">
        <w:rPr>
          <w:sz w:val="23"/>
          <w:szCs w:val="23"/>
        </w:rPr>
        <w:t>7</w:t>
      </w:r>
      <w:r w:rsidRPr="005B74FF">
        <w:rPr>
          <w:sz w:val="23"/>
          <w:szCs w:val="23"/>
        </w:rPr>
        <w:t>.0</w:t>
      </w:r>
      <w:r w:rsidR="0042595E">
        <w:rPr>
          <w:sz w:val="23"/>
          <w:szCs w:val="23"/>
        </w:rPr>
        <w:t>5</w:t>
      </w:r>
      <w:r w:rsidRPr="005B74FF">
        <w:rPr>
          <w:sz w:val="23"/>
          <w:szCs w:val="23"/>
        </w:rPr>
        <w:t>.202</w:t>
      </w:r>
      <w:r w:rsidR="0042595E">
        <w:rPr>
          <w:sz w:val="23"/>
          <w:szCs w:val="23"/>
        </w:rPr>
        <w:t>5</w:t>
      </w:r>
      <w:r w:rsidRPr="005B74FF">
        <w:rPr>
          <w:sz w:val="23"/>
          <w:szCs w:val="23"/>
        </w:rPr>
        <w:t xml:space="preserve">г. № </w:t>
      </w:r>
      <w:r w:rsidR="0042595E">
        <w:rPr>
          <w:sz w:val="23"/>
          <w:szCs w:val="23"/>
        </w:rPr>
        <w:t>38</w:t>
      </w:r>
      <w:r w:rsidRPr="005B74FF">
        <w:rPr>
          <w:sz w:val="23"/>
          <w:szCs w:val="23"/>
        </w:rPr>
        <w:t>/</w:t>
      </w:r>
      <w:r w:rsidR="00124AAF" w:rsidRPr="005B74FF">
        <w:rPr>
          <w:sz w:val="23"/>
          <w:szCs w:val="23"/>
        </w:rPr>
        <w:t>202</w:t>
      </w:r>
      <w:r w:rsidR="00F71573">
        <w:rPr>
          <w:sz w:val="23"/>
          <w:szCs w:val="23"/>
        </w:rPr>
        <w:t>5</w:t>
      </w:r>
      <w:r w:rsidRPr="005B74FF">
        <w:rPr>
          <w:sz w:val="23"/>
          <w:szCs w:val="23"/>
        </w:rPr>
        <w:t xml:space="preserve"> </w:t>
      </w:r>
      <w:r w:rsidR="00124AAF" w:rsidRPr="005B74FF">
        <w:rPr>
          <w:rStyle w:val="10"/>
          <w:sz w:val="23"/>
          <w:szCs w:val="23"/>
        </w:rPr>
        <w:t xml:space="preserve">по определению </w:t>
      </w:r>
      <w:r w:rsidR="00177651">
        <w:rPr>
          <w:rStyle w:val="10"/>
          <w:sz w:val="23"/>
          <w:szCs w:val="23"/>
        </w:rPr>
        <w:t xml:space="preserve">расчета </w:t>
      </w:r>
      <w:proofErr w:type="gramStart"/>
      <w:r w:rsidR="00124AAF" w:rsidRPr="005B74FF">
        <w:rPr>
          <w:rStyle w:val="10"/>
          <w:sz w:val="23"/>
          <w:szCs w:val="23"/>
        </w:rPr>
        <w:t>рыночной</w:t>
      </w:r>
      <w:proofErr w:type="gramEnd"/>
      <w:r w:rsidR="00124AAF" w:rsidRPr="005B74FF">
        <w:rPr>
          <w:rStyle w:val="10"/>
          <w:sz w:val="23"/>
          <w:szCs w:val="23"/>
        </w:rPr>
        <w:t xml:space="preserve"> </w:t>
      </w:r>
      <w:proofErr w:type="gramStart"/>
      <w:r w:rsidR="00124AAF" w:rsidRPr="005B74FF">
        <w:rPr>
          <w:rStyle w:val="10"/>
          <w:sz w:val="23"/>
          <w:szCs w:val="23"/>
        </w:rPr>
        <w:t xml:space="preserve">стоимости базовой ставки арендной платы за использование места на </w:t>
      </w:r>
      <w:r w:rsidR="005B74FF" w:rsidRPr="005B74FF">
        <w:rPr>
          <w:rStyle w:val="10"/>
          <w:sz w:val="23"/>
          <w:szCs w:val="23"/>
        </w:rPr>
        <w:t xml:space="preserve">опорах </w:t>
      </w:r>
      <w:r w:rsidR="005B74FF">
        <w:rPr>
          <w:rStyle w:val="10"/>
          <w:color w:val="000000"/>
          <w:sz w:val="23"/>
          <w:szCs w:val="23"/>
        </w:rPr>
        <w:t>линий электропередач, столбовых опорах</w:t>
      </w:r>
      <w:r w:rsidR="005B74FF" w:rsidRPr="00C42BCE">
        <w:rPr>
          <w:color w:val="000000"/>
          <w:sz w:val="23"/>
          <w:szCs w:val="23"/>
        </w:rPr>
        <w:t xml:space="preserve">, </w:t>
      </w:r>
      <w:r w:rsidR="005B74FF">
        <w:rPr>
          <w:color w:val="000000"/>
          <w:sz w:val="23"/>
          <w:szCs w:val="23"/>
        </w:rPr>
        <w:t>закрепленных на праве оперативного управления за</w:t>
      </w:r>
      <w:r w:rsidR="005B74FF" w:rsidRPr="00C42BCE">
        <w:rPr>
          <w:color w:val="000000"/>
          <w:sz w:val="23"/>
          <w:szCs w:val="23"/>
        </w:rPr>
        <w:t xml:space="preserve"> Комитет</w:t>
      </w:r>
      <w:r w:rsidR="005B74FF">
        <w:rPr>
          <w:color w:val="000000"/>
          <w:sz w:val="23"/>
          <w:szCs w:val="23"/>
        </w:rPr>
        <w:t>ом городского благоустройства Администрации города Усть-Илимска</w:t>
      </w:r>
      <w:r w:rsidR="00124AAF" w:rsidRPr="008376E3">
        <w:rPr>
          <w:rStyle w:val="10"/>
          <w:color w:val="000000"/>
          <w:sz w:val="23"/>
          <w:szCs w:val="23"/>
        </w:rPr>
        <w:t>,</w:t>
      </w:r>
      <w:r w:rsidR="005B74FF">
        <w:rPr>
          <w:rStyle w:val="10"/>
          <w:color w:val="000000"/>
          <w:sz w:val="23"/>
          <w:szCs w:val="23"/>
        </w:rPr>
        <w:t xml:space="preserve"> выполненного индивидуальным предпринимателем </w:t>
      </w:r>
      <w:proofErr w:type="spellStart"/>
      <w:r w:rsidR="005B74FF">
        <w:rPr>
          <w:rStyle w:val="10"/>
          <w:color w:val="000000"/>
          <w:sz w:val="23"/>
          <w:szCs w:val="23"/>
        </w:rPr>
        <w:t>Веселкиной</w:t>
      </w:r>
      <w:proofErr w:type="spellEnd"/>
      <w:r w:rsidR="005B74FF">
        <w:rPr>
          <w:rStyle w:val="10"/>
          <w:color w:val="000000"/>
          <w:sz w:val="23"/>
          <w:szCs w:val="23"/>
        </w:rPr>
        <w:t xml:space="preserve"> Ю.К., </w:t>
      </w:r>
      <w:r>
        <w:rPr>
          <w:color w:val="000000"/>
          <w:sz w:val="23"/>
          <w:szCs w:val="23"/>
        </w:rPr>
        <w:t>руководствуясь статьями 23, 25, 34, 43, 50 Устава муниципального образования город Усть-Илимск, Положением о заключении договоров аренды, договоров безвозмездного пользования, договоров доверительного управления имуществом, иных договоров, предусматривающих переход</w:t>
      </w:r>
      <w:proofErr w:type="gramEnd"/>
      <w:r>
        <w:rPr>
          <w:color w:val="000000"/>
          <w:sz w:val="23"/>
          <w:szCs w:val="23"/>
        </w:rPr>
        <w:t xml:space="preserve"> прав в отношении муниципального имущества, утвержденным решением </w:t>
      </w:r>
      <w:proofErr w:type="gramStart"/>
      <w:r>
        <w:rPr>
          <w:color w:val="000000"/>
          <w:sz w:val="23"/>
          <w:szCs w:val="23"/>
        </w:rPr>
        <w:t>Городской</w:t>
      </w:r>
      <w:proofErr w:type="gramEnd"/>
      <w:r>
        <w:rPr>
          <w:color w:val="000000"/>
          <w:sz w:val="23"/>
          <w:szCs w:val="23"/>
        </w:rPr>
        <w:t xml:space="preserve"> Думы города Усть-Илимска от 27.10.2021г. № 29/185, Городская Дума, -</w:t>
      </w:r>
    </w:p>
    <w:p w:rsidR="007B082D" w:rsidRPr="008376E3" w:rsidRDefault="00324A96" w:rsidP="007B082D">
      <w:pPr>
        <w:keepLines/>
        <w:autoSpaceDE w:val="0"/>
        <w:autoSpaceDN w:val="0"/>
        <w:adjustRightInd w:val="0"/>
        <w:ind w:firstLine="709"/>
        <w:rPr>
          <w:sz w:val="23"/>
          <w:szCs w:val="23"/>
        </w:rPr>
      </w:pPr>
      <w:r w:rsidRPr="008376E3">
        <w:rPr>
          <w:b/>
          <w:sz w:val="23"/>
          <w:szCs w:val="23"/>
        </w:rPr>
        <w:t>РЕШИЛА</w:t>
      </w:r>
      <w:r w:rsidRPr="008376E3">
        <w:rPr>
          <w:sz w:val="23"/>
          <w:szCs w:val="23"/>
        </w:rPr>
        <w:t>:</w:t>
      </w:r>
    </w:p>
    <w:p w:rsidR="00DA2CD9" w:rsidRDefault="00DA2CD9" w:rsidP="00DA2CD9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1. </w:t>
      </w:r>
      <w:proofErr w:type="gramStart"/>
      <w:r>
        <w:rPr>
          <w:color w:val="000000"/>
          <w:sz w:val="23"/>
          <w:szCs w:val="23"/>
        </w:rPr>
        <w:t xml:space="preserve">Установить с 1 </w:t>
      </w:r>
      <w:r w:rsidR="0042595E">
        <w:rPr>
          <w:color w:val="000000"/>
          <w:sz w:val="23"/>
          <w:szCs w:val="23"/>
        </w:rPr>
        <w:t>июля</w:t>
      </w:r>
      <w:r>
        <w:rPr>
          <w:color w:val="000000"/>
          <w:sz w:val="23"/>
          <w:szCs w:val="23"/>
        </w:rPr>
        <w:t xml:space="preserve"> 2025 года базовую ставку арендной платы в размере </w:t>
      </w:r>
      <w:r w:rsidR="004633E6">
        <w:rPr>
          <w:color w:val="000000"/>
          <w:sz w:val="23"/>
          <w:szCs w:val="23"/>
        </w:rPr>
        <w:t xml:space="preserve">2 </w:t>
      </w:r>
      <w:r w:rsidR="0042595E">
        <w:rPr>
          <w:color w:val="000000"/>
          <w:sz w:val="23"/>
          <w:szCs w:val="23"/>
        </w:rPr>
        <w:t>500</w:t>
      </w:r>
      <w:r w:rsidR="004633E6">
        <w:rPr>
          <w:color w:val="000000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>рубл</w:t>
      </w:r>
      <w:r w:rsidR="000F7A94">
        <w:rPr>
          <w:color w:val="000000"/>
          <w:sz w:val="23"/>
          <w:szCs w:val="23"/>
        </w:rPr>
        <w:t>я</w:t>
      </w:r>
      <w:r>
        <w:rPr>
          <w:color w:val="000000"/>
          <w:sz w:val="23"/>
          <w:szCs w:val="23"/>
        </w:rPr>
        <w:t xml:space="preserve"> за использование </w:t>
      </w:r>
      <w:r w:rsidR="000A2561">
        <w:rPr>
          <w:color w:val="000000"/>
          <w:sz w:val="23"/>
          <w:szCs w:val="23"/>
        </w:rPr>
        <w:t xml:space="preserve">одного </w:t>
      </w:r>
      <w:r>
        <w:rPr>
          <w:color w:val="000000"/>
          <w:sz w:val="23"/>
          <w:szCs w:val="23"/>
        </w:rPr>
        <w:t xml:space="preserve">места </w:t>
      </w:r>
      <w:r w:rsidR="0042595E">
        <w:rPr>
          <w:color w:val="000000"/>
          <w:sz w:val="23"/>
          <w:szCs w:val="23"/>
        </w:rPr>
        <w:t xml:space="preserve">в год </w:t>
      </w:r>
      <w:r>
        <w:rPr>
          <w:color w:val="000000"/>
          <w:sz w:val="23"/>
          <w:szCs w:val="23"/>
        </w:rPr>
        <w:t>на опор</w:t>
      </w:r>
      <w:r w:rsidR="000F7A94">
        <w:rPr>
          <w:color w:val="000000"/>
          <w:sz w:val="23"/>
          <w:szCs w:val="23"/>
        </w:rPr>
        <w:t xml:space="preserve">ах </w:t>
      </w:r>
      <w:r w:rsidR="000F7A94">
        <w:rPr>
          <w:rStyle w:val="10"/>
          <w:color w:val="000000"/>
          <w:sz w:val="23"/>
          <w:szCs w:val="23"/>
        </w:rPr>
        <w:t xml:space="preserve">линий электропередач, столбовых опорах, опорах освещения, находящихся в муниципальной собственности муниципального образования город Усть-Илимск, </w:t>
      </w:r>
      <w:r>
        <w:rPr>
          <w:color w:val="000000"/>
          <w:sz w:val="23"/>
          <w:szCs w:val="23"/>
        </w:rPr>
        <w:t>не по прямому назначению для размещения сети связи, с ежегодным</w:t>
      </w:r>
      <w:r w:rsidR="000F7A94">
        <w:rPr>
          <w:color w:val="000000"/>
          <w:sz w:val="23"/>
          <w:szCs w:val="23"/>
        </w:rPr>
        <w:t xml:space="preserve"> её</w:t>
      </w:r>
      <w:r>
        <w:rPr>
          <w:color w:val="000000"/>
          <w:sz w:val="23"/>
          <w:szCs w:val="23"/>
        </w:rPr>
        <w:t xml:space="preserve"> увеличением с 1 января 2026 года на коэффициент инфляции. </w:t>
      </w:r>
      <w:proofErr w:type="gramEnd"/>
    </w:p>
    <w:p w:rsidR="00DA2CD9" w:rsidRDefault="00DA2CD9" w:rsidP="00DA2CD9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2. Коэффициент инфляции устанавливается федеральным закон</w:t>
      </w:r>
      <w:r w:rsidR="000F7A94">
        <w:rPr>
          <w:color w:val="000000"/>
          <w:sz w:val="23"/>
          <w:szCs w:val="23"/>
        </w:rPr>
        <w:t>о</w:t>
      </w:r>
      <w:r>
        <w:rPr>
          <w:color w:val="000000"/>
          <w:sz w:val="23"/>
          <w:szCs w:val="23"/>
        </w:rPr>
        <w:t>м о федеральном бюджете на очередной финансовый год и плановый период.</w:t>
      </w:r>
    </w:p>
    <w:p w:rsidR="000A2561" w:rsidRDefault="000A2561" w:rsidP="000A2561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3. Разместить настоящее решение в сетевом издании «UST-ILIMSK» (</w:t>
      </w:r>
      <w:r w:rsidRPr="006F0EFA">
        <w:rPr>
          <w:color w:val="000000"/>
          <w:sz w:val="23"/>
          <w:szCs w:val="23"/>
          <w:u w:val="single"/>
        </w:rPr>
        <w:t>www.усть-илимскофициальный</w:t>
      </w:r>
      <w:proofErr w:type="gramStart"/>
      <w:r w:rsidRPr="006F0EFA">
        <w:rPr>
          <w:color w:val="000000"/>
          <w:sz w:val="23"/>
          <w:szCs w:val="23"/>
          <w:u w:val="single"/>
        </w:rPr>
        <w:t>.р</w:t>
      </w:r>
      <w:proofErr w:type="gramEnd"/>
      <w:r w:rsidRPr="006F0EFA">
        <w:rPr>
          <w:color w:val="000000"/>
          <w:sz w:val="23"/>
          <w:szCs w:val="23"/>
          <w:u w:val="single"/>
        </w:rPr>
        <w:t>ф</w:t>
      </w:r>
      <w:r>
        <w:rPr>
          <w:color w:val="000000"/>
          <w:sz w:val="23"/>
          <w:szCs w:val="23"/>
        </w:rPr>
        <w:t>), на официальных сайтах Городской Думы города Усть-Илимска, Администрации города Усть-Илимска.</w:t>
      </w:r>
    </w:p>
    <w:p w:rsidR="000A2561" w:rsidRDefault="000A2561" w:rsidP="000A2561">
      <w:pPr>
        <w:pStyle w:val="ab"/>
        <w:ind w:left="20" w:right="20" w:firstLine="689"/>
        <w:rPr>
          <w:color w:val="000000"/>
          <w:sz w:val="23"/>
          <w:szCs w:val="23"/>
        </w:rPr>
      </w:pPr>
    </w:p>
    <w:p w:rsidR="000A2561" w:rsidRDefault="000A2561" w:rsidP="000A2561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0A2561" w:rsidRDefault="000A2561" w:rsidP="000A2561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  <w:r w:rsidRPr="008C2CF3">
        <w:rPr>
          <w:b/>
          <w:color w:val="000000"/>
          <w:sz w:val="23"/>
          <w:szCs w:val="23"/>
        </w:rPr>
        <w:t xml:space="preserve">Председатель Городской Думы          </w:t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  <w:t xml:space="preserve">                           А.П. Чихирьков</w:t>
      </w:r>
      <w:r w:rsidRPr="008C2CF3">
        <w:rPr>
          <w:b/>
          <w:color w:val="000000"/>
          <w:sz w:val="23"/>
          <w:szCs w:val="23"/>
        </w:rPr>
        <w:t xml:space="preserve">                                                            </w:t>
      </w:r>
      <w:r>
        <w:rPr>
          <w:b/>
          <w:color w:val="000000"/>
          <w:sz w:val="23"/>
          <w:szCs w:val="23"/>
        </w:rPr>
        <w:t xml:space="preserve">        </w:t>
      </w:r>
    </w:p>
    <w:p w:rsidR="000A2561" w:rsidRDefault="000A2561" w:rsidP="000A2561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0A2561" w:rsidRDefault="000A2561" w:rsidP="000A2561">
      <w:pPr>
        <w:autoSpaceDE w:val="0"/>
        <w:autoSpaceDN w:val="0"/>
        <w:adjustRightInd w:val="0"/>
        <w:jc w:val="both"/>
        <w:rPr>
          <w:iCs/>
          <w:color w:val="000000"/>
          <w:sz w:val="20"/>
          <w:szCs w:val="20"/>
        </w:rPr>
      </w:pPr>
      <w:r>
        <w:rPr>
          <w:b/>
          <w:color w:val="000000"/>
          <w:sz w:val="23"/>
          <w:szCs w:val="23"/>
        </w:rPr>
        <w:t>Мэр города</w:t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</w:r>
      <w:r>
        <w:rPr>
          <w:b/>
          <w:color w:val="000000"/>
          <w:sz w:val="23"/>
          <w:szCs w:val="23"/>
        </w:rPr>
        <w:tab/>
        <w:t xml:space="preserve">  Э.В. Симонов</w:t>
      </w:r>
    </w:p>
    <w:sectPr w:rsidR="000A2561" w:rsidSect="001F1852">
      <w:headerReference w:type="even" r:id="rId9"/>
      <w:headerReference w:type="default" r:id="rId10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00A" w:rsidRDefault="00AC000A">
      <w:r>
        <w:separator/>
      </w:r>
    </w:p>
  </w:endnote>
  <w:endnote w:type="continuationSeparator" w:id="0">
    <w:p w:rsidR="00AC000A" w:rsidRDefault="00AC0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00A" w:rsidRDefault="00AC000A">
      <w:r>
        <w:separator/>
      </w:r>
    </w:p>
  </w:footnote>
  <w:footnote w:type="continuationSeparator" w:id="0">
    <w:p w:rsidR="00AC000A" w:rsidRDefault="00AC00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C1115B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Pr="00440E95" w:rsidRDefault="00440E95" w:rsidP="002E54C2">
    <w:pPr>
      <w:pStyle w:val="a4"/>
      <w:framePr w:wrap="around" w:vAnchor="text" w:hAnchor="margin" w:xAlign="center" w:y="1"/>
      <w:rPr>
        <w:rStyle w:val="a5"/>
        <w:sz w:val="16"/>
        <w:szCs w:val="16"/>
      </w:rPr>
    </w:pPr>
    <w:r>
      <w:rPr>
        <w:rStyle w:val="a5"/>
        <w:sz w:val="16"/>
        <w:szCs w:val="16"/>
      </w:rPr>
      <w:t>2</w:t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B3150"/>
    <w:multiLevelType w:val="hybridMultilevel"/>
    <w:tmpl w:val="EEDAC8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77525AE"/>
    <w:multiLevelType w:val="hybridMultilevel"/>
    <w:tmpl w:val="5A32B1F4"/>
    <w:lvl w:ilvl="0" w:tplc="2A08ECAE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473507E2"/>
    <w:multiLevelType w:val="hybridMultilevel"/>
    <w:tmpl w:val="F4C4918A"/>
    <w:lvl w:ilvl="0" w:tplc="BD1E9D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F2386"/>
    <w:multiLevelType w:val="hybridMultilevel"/>
    <w:tmpl w:val="EEC487C8"/>
    <w:lvl w:ilvl="0" w:tplc="BB846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1187619"/>
    <w:multiLevelType w:val="hybridMultilevel"/>
    <w:tmpl w:val="6E4CE5B6"/>
    <w:lvl w:ilvl="0" w:tplc="D246528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7ED"/>
    <w:rsid w:val="0000313A"/>
    <w:rsid w:val="00024D75"/>
    <w:rsid w:val="000343F9"/>
    <w:rsid w:val="00044729"/>
    <w:rsid w:val="00045287"/>
    <w:rsid w:val="00055FAA"/>
    <w:rsid w:val="0005664E"/>
    <w:rsid w:val="00062718"/>
    <w:rsid w:val="00066121"/>
    <w:rsid w:val="00075F8F"/>
    <w:rsid w:val="000832FC"/>
    <w:rsid w:val="000858CE"/>
    <w:rsid w:val="00086999"/>
    <w:rsid w:val="0009092E"/>
    <w:rsid w:val="00092590"/>
    <w:rsid w:val="00094E0F"/>
    <w:rsid w:val="00096A57"/>
    <w:rsid w:val="000A073A"/>
    <w:rsid w:val="000A2561"/>
    <w:rsid w:val="000C25FB"/>
    <w:rsid w:val="000E776A"/>
    <w:rsid w:val="000F6127"/>
    <w:rsid w:val="000F7A94"/>
    <w:rsid w:val="00106AA0"/>
    <w:rsid w:val="00113623"/>
    <w:rsid w:val="00117888"/>
    <w:rsid w:val="00124AAF"/>
    <w:rsid w:val="00131CF4"/>
    <w:rsid w:val="001331AB"/>
    <w:rsid w:val="00135DEA"/>
    <w:rsid w:val="001424CD"/>
    <w:rsid w:val="00177651"/>
    <w:rsid w:val="001D00F8"/>
    <w:rsid w:val="001E6393"/>
    <w:rsid w:val="001E7048"/>
    <w:rsid w:val="001F1852"/>
    <w:rsid w:val="001F4BCC"/>
    <w:rsid w:val="0021076C"/>
    <w:rsid w:val="002214D7"/>
    <w:rsid w:val="00230E17"/>
    <w:rsid w:val="00245173"/>
    <w:rsid w:val="002517ED"/>
    <w:rsid w:val="00263A1F"/>
    <w:rsid w:val="002767E5"/>
    <w:rsid w:val="00287F1D"/>
    <w:rsid w:val="002A11E4"/>
    <w:rsid w:val="002A25B5"/>
    <w:rsid w:val="002A4AFF"/>
    <w:rsid w:val="002A7822"/>
    <w:rsid w:val="002B4C7C"/>
    <w:rsid w:val="002C032B"/>
    <w:rsid w:val="002C1B1A"/>
    <w:rsid w:val="002D638F"/>
    <w:rsid w:val="002E54C2"/>
    <w:rsid w:val="002E7023"/>
    <w:rsid w:val="00301824"/>
    <w:rsid w:val="00317D9B"/>
    <w:rsid w:val="00317FEC"/>
    <w:rsid w:val="00324A96"/>
    <w:rsid w:val="00366AD2"/>
    <w:rsid w:val="00396EFC"/>
    <w:rsid w:val="003B67BB"/>
    <w:rsid w:val="003B7315"/>
    <w:rsid w:val="003C0225"/>
    <w:rsid w:val="003C468C"/>
    <w:rsid w:val="003C57EF"/>
    <w:rsid w:val="003E3A89"/>
    <w:rsid w:val="003F0CAC"/>
    <w:rsid w:val="003F507D"/>
    <w:rsid w:val="00416FB0"/>
    <w:rsid w:val="0042595E"/>
    <w:rsid w:val="00440E95"/>
    <w:rsid w:val="004633E6"/>
    <w:rsid w:val="004713B9"/>
    <w:rsid w:val="00473578"/>
    <w:rsid w:val="00491B83"/>
    <w:rsid w:val="00494913"/>
    <w:rsid w:val="004B6769"/>
    <w:rsid w:val="004C7A24"/>
    <w:rsid w:val="004E11D1"/>
    <w:rsid w:val="004E59BF"/>
    <w:rsid w:val="004F7752"/>
    <w:rsid w:val="004F7945"/>
    <w:rsid w:val="00517590"/>
    <w:rsid w:val="00543E87"/>
    <w:rsid w:val="005473EE"/>
    <w:rsid w:val="0055422B"/>
    <w:rsid w:val="00573854"/>
    <w:rsid w:val="005839E8"/>
    <w:rsid w:val="005906A2"/>
    <w:rsid w:val="005A3F1D"/>
    <w:rsid w:val="005A706A"/>
    <w:rsid w:val="005B1E8A"/>
    <w:rsid w:val="005B74FF"/>
    <w:rsid w:val="005E6828"/>
    <w:rsid w:val="005F1855"/>
    <w:rsid w:val="00600F12"/>
    <w:rsid w:val="00602A50"/>
    <w:rsid w:val="00613EAA"/>
    <w:rsid w:val="0062220D"/>
    <w:rsid w:val="00627F14"/>
    <w:rsid w:val="00635A7B"/>
    <w:rsid w:val="00637AE7"/>
    <w:rsid w:val="00646069"/>
    <w:rsid w:val="006531B8"/>
    <w:rsid w:val="00665B4E"/>
    <w:rsid w:val="006835B0"/>
    <w:rsid w:val="00685116"/>
    <w:rsid w:val="0068519E"/>
    <w:rsid w:val="006923CC"/>
    <w:rsid w:val="006B188D"/>
    <w:rsid w:val="006B6B4A"/>
    <w:rsid w:val="006D379D"/>
    <w:rsid w:val="006E49A7"/>
    <w:rsid w:val="006F6562"/>
    <w:rsid w:val="00706E1B"/>
    <w:rsid w:val="0074025F"/>
    <w:rsid w:val="00741D2D"/>
    <w:rsid w:val="00744DBD"/>
    <w:rsid w:val="007854A9"/>
    <w:rsid w:val="007A11C1"/>
    <w:rsid w:val="007B082D"/>
    <w:rsid w:val="007B594B"/>
    <w:rsid w:val="007B5C34"/>
    <w:rsid w:val="007C32F9"/>
    <w:rsid w:val="007C3D24"/>
    <w:rsid w:val="007D41CA"/>
    <w:rsid w:val="00812F70"/>
    <w:rsid w:val="00817D23"/>
    <w:rsid w:val="008376E3"/>
    <w:rsid w:val="00856AA5"/>
    <w:rsid w:val="008610BD"/>
    <w:rsid w:val="00862C01"/>
    <w:rsid w:val="00866501"/>
    <w:rsid w:val="008716B9"/>
    <w:rsid w:val="00871B80"/>
    <w:rsid w:val="0087273A"/>
    <w:rsid w:val="008771E2"/>
    <w:rsid w:val="008910B3"/>
    <w:rsid w:val="0089126F"/>
    <w:rsid w:val="008C1AB6"/>
    <w:rsid w:val="008C2CF3"/>
    <w:rsid w:val="008D0C6F"/>
    <w:rsid w:val="008E7A40"/>
    <w:rsid w:val="008F3C91"/>
    <w:rsid w:val="008F437A"/>
    <w:rsid w:val="009145C0"/>
    <w:rsid w:val="0093155D"/>
    <w:rsid w:val="00954704"/>
    <w:rsid w:val="00955F7C"/>
    <w:rsid w:val="009745B1"/>
    <w:rsid w:val="00977A66"/>
    <w:rsid w:val="009800B6"/>
    <w:rsid w:val="009A75C0"/>
    <w:rsid w:val="009B59F7"/>
    <w:rsid w:val="00A03FA7"/>
    <w:rsid w:val="00A16857"/>
    <w:rsid w:val="00A31D75"/>
    <w:rsid w:val="00A40788"/>
    <w:rsid w:val="00A448FB"/>
    <w:rsid w:val="00A538D3"/>
    <w:rsid w:val="00A57AA1"/>
    <w:rsid w:val="00A84E64"/>
    <w:rsid w:val="00A95469"/>
    <w:rsid w:val="00AC000A"/>
    <w:rsid w:val="00AC60E2"/>
    <w:rsid w:val="00AC713A"/>
    <w:rsid w:val="00AC7D33"/>
    <w:rsid w:val="00AE4BF8"/>
    <w:rsid w:val="00AE6515"/>
    <w:rsid w:val="00AF7757"/>
    <w:rsid w:val="00B206E7"/>
    <w:rsid w:val="00B269AE"/>
    <w:rsid w:val="00B3002F"/>
    <w:rsid w:val="00B434C7"/>
    <w:rsid w:val="00B44DE0"/>
    <w:rsid w:val="00B56DBA"/>
    <w:rsid w:val="00B6095B"/>
    <w:rsid w:val="00B62FD1"/>
    <w:rsid w:val="00B65C94"/>
    <w:rsid w:val="00B71DDE"/>
    <w:rsid w:val="00B758EB"/>
    <w:rsid w:val="00B831D4"/>
    <w:rsid w:val="00BB0018"/>
    <w:rsid w:val="00BD494D"/>
    <w:rsid w:val="00BD4EEF"/>
    <w:rsid w:val="00BF4EBD"/>
    <w:rsid w:val="00C1115B"/>
    <w:rsid w:val="00C16E28"/>
    <w:rsid w:val="00C335F8"/>
    <w:rsid w:val="00C50EE6"/>
    <w:rsid w:val="00C65FF0"/>
    <w:rsid w:val="00C66935"/>
    <w:rsid w:val="00C714B5"/>
    <w:rsid w:val="00C72895"/>
    <w:rsid w:val="00C75DFF"/>
    <w:rsid w:val="00C815C4"/>
    <w:rsid w:val="00C86AB3"/>
    <w:rsid w:val="00C90B7C"/>
    <w:rsid w:val="00C97499"/>
    <w:rsid w:val="00CA6E20"/>
    <w:rsid w:val="00CC624B"/>
    <w:rsid w:val="00D07B1D"/>
    <w:rsid w:val="00D22F45"/>
    <w:rsid w:val="00D31192"/>
    <w:rsid w:val="00D3464B"/>
    <w:rsid w:val="00D8165B"/>
    <w:rsid w:val="00D81FB6"/>
    <w:rsid w:val="00D928BD"/>
    <w:rsid w:val="00DA2CD9"/>
    <w:rsid w:val="00DB076E"/>
    <w:rsid w:val="00DB120A"/>
    <w:rsid w:val="00DD25D7"/>
    <w:rsid w:val="00DD7981"/>
    <w:rsid w:val="00DE3574"/>
    <w:rsid w:val="00DF35BF"/>
    <w:rsid w:val="00E1306A"/>
    <w:rsid w:val="00E20421"/>
    <w:rsid w:val="00E23BEC"/>
    <w:rsid w:val="00E35B81"/>
    <w:rsid w:val="00E437DE"/>
    <w:rsid w:val="00E5711D"/>
    <w:rsid w:val="00E70619"/>
    <w:rsid w:val="00EA1642"/>
    <w:rsid w:val="00EA1D3A"/>
    <w:rsid w:val="00EA274E"/>
    <w:rsid w:val="00EB31A5"/>
    <w:rsid w:val="00EC238D"/>
    <w:rsid w:val="00EC6C02"/>
    <w:rsid w:val="00EE6E9D"/>
    <w:rsid w:val="00EF3E2A"/>
    <w:rsid w:val="00EF646F"/>
    <w:rsid w:val="00F27F78"/>
    <w:rsid w:val="00F34FCA"/>
    <w:rsid w:val="00F40807"/>
    <w:rsid w:val="00F458BC"/>
    <w:rsid w:val="00F51F8D"/>
    <w:rsid w:val="00F6026C"/>
    <w:rsid w:val="00F6186F"/>
    <w:rsid w:val="00F67F8F"/>
    <w:rsid w:val="00F71573"/>
    <w:rsid w:val="00F8408D"/>
    <w:rsid w:val="00F85880"/>
    <w:rsid w:val="00FB1A2C"/>
    <w:rsid w:val="00FB2921"/>
    <w:rsid w:val="00FC6B43"/>
    <w:rsid w:val="00FC7374"/>
    <w:rsid w:val="00FD144C"/>
    <w:rsid w:val="00FF28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uiPriority w:val="99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rsid w:val="00AC713A"/>
    <w:rPr>
      <w:color w:val="0000FF" w:themeColor="hyperlink"/>
      <w:u w:val="single"/>
    </w:rPr>
  </w:style>
  <w:style w:type="character" w:customStyle="1" w:styleId="10">
    <w:name w:val="Основной текст Знак1"/>
    <w:uiPriority w:val="99"/>
    <w:locked/>
    <w:rsid w:val="00DE3574"/>
    <w:rPr>
      <w:rFonts w:ascii="Times New Roman" w:hAnsi="Times New Roman"/>
      <w:spacing w:val="1"/>
      <w:shd w:val="clear" w:color="auto" w:fill="FFFFFF"/>
    </w:rPr>
  </w:style>
  <w:style w:type="paragraph" w:styleId="ab">
    <w:name w:val="Body Text"/>
    <w:basedOn w:val="a"/>
    <w:link w:val="ac"/>
    <w:uiPriority w:val="99"/>
    <w:rsid w:val="00C335F8"/>
    <w:pPr>
      <w:tabs>
        <w:tab w:val="left" w:pos="-1843"/>
      </w:tabs>
      <w:jc w:val="both"/>
    </w:pPr>
    <w:rPr>
      <w:rFonts w:eastAsiaTheme="minorEastAsia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C335F8"/>
    <w:rPr>
      <w:rFonts w:eastAsiaTheme="minorEastAsia"/>
      <w:sz w:val="24"/>
    </w:rPr>
  </w:style>
  <w:style w:type="character" w:customStyle="1" w:styleId="ad">
    <w:name w:val="Основной текст + Полужирный"/>
    <w:aliases w:val="Интервал 0 pt,Основной текст + 10 pt,Полужирный"/>
    <w:uiPriority w:val="99"/>
    <w:rsid w:val="00C335F8"/>
    <w:rPr>
      <w:rFonts w:ascii="Times New Roman" w:hAnsi="Times New Roman"/>
      <w:b/>
      <w:spacing w:val="0"/>
      <w:shd w:val="clear" w:color="auto" w:fill="FFFFFF"/>
    </w:rPr>
  </w:style>
  <w:style w:type="character" w:customStyle="1" w:styleId="3">
    <w:name w:val="Заголовок №3_"/>
    <w:link w:val="30"/>
    <w:uiPriority w:val="99"/>
    <w:locked/>
    <w:rsid w:val="00C335F8"/>
    <w:rPr>
      <w:b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C335F8"/>
    <w:pPr>
      <w:widowControl w:val="0"/>
      <w:shd w:val="clear" w:color="auto" w:fill="FFFFFF"/>
      <w:spacing w:before="300" w:after="420" w:line="240" w:lineRule="atLeast"/>
      <w:ind w:firstLine="520"/>
      <w:jc w:val="both"/>
      <w:outlineLvl w:val="2"/>
    </w:pPr>
    <w:rPr>
      <w:b/>
      <w:sz w:val="20"/>
      <w:szCs w:val="20"/>
    </w:rPr>
  </w:style>
  <w:style w:type="character" w:customStyle="1" w:styleId="312pt">
    <w:name w:val="Заголовок №3 + 12 pt"/>
    <w:aliases w:val="Не полужирный,Интервал 0 pt4"/>
    <w:uiPriority w:val="99"/>
    <w:rsid w:val="00C335F8"/>
    <w:rPr>
      <w:spacing w:val="2"/>
      <w:sz w:val="24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C335F8"/>
    <w:rPr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C335F8"/>
    <w:pPr>
      <w:widowControl w:val="0"/>
      <w:shd w:val="clear" w:color="auto" w:fill="FFFFFF"/>
      <w:spacing w:before="540" w:after="360" w:line="322" w:lineRule="exact"/>
      <w:jc w:val="center"/>
    </w:pPr>
    <w:rPr>
      <w:b/>
      <w:bCs/>
      <w:sz w:val="20"/>
      <w:szCs w:val="20"/>
    </w:rPr>
  </w:style>
  <w:style w:type="character" w:customStyle="1" w:styleId="11">
    <w:name w:val="Заголовок №1_"/>
    <w:basedOn w:val="a0"/>
    <w:link w:val="12"/>
    <w:uiPriority w:val="99"/>
    <w:locked/>
    <w:rsid w:val="0055422B"/>
    <w:rPr>
      <w:b/>
      <w:bCs/>
      <w:spacing w:val="-10"/>
      <w:sz w:val="42"/>
      <w:szCs w:val="42"/>
      <w:shd w:val="clear" w:color="auto" w:fill="FFFFFF"/>
    </w:rPr>
  </w:style>
  <w:style w:type="character" w:customStyle="1" w:styleId="4">
    <w:name w:val="Заголовок №4_"/>
    <w:basedOn w:val="a0"/>
    <w:link w:val="40"/>
    <w:uiPriority w:val="99"/>
    <w:locked/>
    <w:rsid w:val="0055422B"/>
    <w:rPr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55422B"/>
    <w:pPr>
      <w:widowControl w:val="0"/>
      <w:shd w:val="clear" w:color="auto" w:fill="FFFFFF"/>
      <w:spacing w:before="720" w:after="120" w:line="240" w:lineRule="atLeast"/>
      <w:jc w:val="both"/>
      <w:outlineLvl w:val="0"/>
    </w:pPr>
    <w:rPr>
      <w:b/>
      <w:bCs/>
      <w:spacing w:val="-10"/>
      <w:sz w:val="42"/>
      <w:szCs w:val="42"/>
    </w:rPr>
  </w:style>
  <w:style w:type="paragraph" w:customStyle="1" w:styleId="40">
    <w:name w:val="Заголовок №4"/>
    <w:basedOn w:val="a"/>
    <w:link w:val="4"/>
    <w:uiPriority w:val="99"/>
    <w:rsid w:val="0055422B"/>
    <w:pPr>
      <w:widowControl w:val="0"/>
      <w:shd w:val="clear" w:color="auto" w:fill="FFFFFF"/>
      <w:spacing w:before="360" w:line="274" w:lineRule="exact"/>
      <w:outlineLvl w:val="3"/>
    </w:pPr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uiPriority w:val="99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rsid w:val="00AC713A"/>
    <w:rPr>
      <w:color w:val="0000FF" w:themeColor="hyperlink"/>
      <w:u w:val="single"/>
    </w:rPr>
  </w:style>
  <w:style w:type="character" w:customStyle="1" w:styleId="10">
    <w:name w:val="Основной текст Знак1"/>
    <w:uiPriority w:val="99"/>
    <w:locked/>
    <w:rsid w:val="00DE3574"/>
    <w:rPr>
      <w:rFonts w:ascii="Times New Roman" w:hAnsi="Times New Roman"/>
      <w:spacing w:val="1"/>
      <w:shd w:val="clear" w:color="auto" w:fill="FFFFFF"/>
    </w:rPr>
  </w:style>
  <w:style w:type="paragraph" w:styleId="ab">
    <w:name w:val="Body Text"/>
    <w:basedOn w:val="a"/>
    <w:link w:val="ac"/>
    <w:uiPriority w:val="99"/>
    <w:rsid w:val="00C335F8"/>
    <w:pPr>
      <w:tabs>
        <w:tab w:val="left" w:pos="-1843"/>
      </w:tabs>
      <w:jc w:val="both"/>
    </w:pPr>
    <w:rPr>
      <w:rFonts w:eastAsiaTheme="minorEastAsia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C335F8"/>
    <w:rPr>
      <w:rFonts w:eastAsiaTheme="minorEastAsia"/>
      <w:sz w:val="24"/>
    </w:rPr>
  </w:style>
  <w:style w:type="character" w:customStyle="1" w:styleId="ad">
    <w:name w:val="Основной текст + Полужирный"/>
    <w:aliases w:val="Интервал 0 pt,Основной текст + 10 pt,Полужирный"/>
    <w:uiPriority w:val="99"/>
    <w:rsid w:val="00C335F8"/>
    <w:rPr>
      <w:rFonts w:ascii="Times New Roman" w:hAnsi="Times New Roman"/>
      <w:b/>
      <w:spacing w:val="0"/>
      <w:shd w:val="clear" w:color="auto" w:fill="FFFFFF"/>
    </w:rPr>
  </w:style>
  <w:style w:type="character" w:customStyle="1" w:styleId="3">
    <w:name w:val="Заголовок №3_"/>
    <w:link w:val="30"/>
    <w:uiPriority w:val="99"/>
    <w:locked/>
    <w:rsid w:val="00C335F8"/>
    <w:rPr>
      <w:b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C335F8"/>
    <w:pPr>
      <w:widowControl w:val="0"/>
      <w:shd w:val="clear" w:color="auto" w:fill="FFFFFF"/>
      <w:spacing w:before="300" w:after="420" w:line="240" w:lineRule="atLeast"/>
      <w:ind w:firstLine="520"/>
      <w:jc w:val="both"/>
      <w:outlineLvl w:val="2"/>
    </w:pPr>
    <w:rPr>
      <w:b/>
      <w:sz w:val="20"/>
      <w:szCs w:val="20"/>
    </w:rPr>
  </w:style>
  <w:style w:type="character" w:customStyle="1" w:styleId="312pt">
    <w:name w:val="Заголовок №3 + 12 pt"/>
    <w:aliases w:val="Не полужирный,Интервал 0 pt4"/>
    <w:uiPriority w:val="99"/>
    <w:rsid w:val="00C335F8"/>
    <w:rPr>
      <w:spacing w:val="2"/>
      <w:sz w:val="24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C335F8"/>
    <w:rPr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C335F8"/>
    <w:pPr>
      <w:widowControl w:val="0"/>
      <w:shd w:val="clear" w:color="auto" w:fill="FFFFFF"/>
      <w:spacing w:before="540" w:after="360" w:line="322" w:lineRule="exact"/>
      <w:jc w:val="center"/>
    </w:pPr>
    <w:rPr>
      <w:b/>
      <w:bCs/>
      <w:sz w:val="20"/>
      <w:szCs w:val="20"/>
    </w:rPr>
  </w:style>
  <w:style w:type="character" w:customStyle="1" w:styleId="11">
    <w:name w:val="Заголовок №1_"/>
    <w:basedOn w:val="a0"/>
    <w:link w:val="12"/>
    <w:uiPriority w:val="99"/>
    <w:locked/>
    <w:rsid w:val="0055422B"/>
    <w:rPr>
      <w:b/>
      <w:bCs/>
      <w:spacing w:val="-10"/>
      <w:sz w:val="42"/>
      <w:szCs w:val="42"/>
      <w:shd w:val="clear" w:color="auto" w:fill="FFFFFF"/>
    </w:rPr>
  </w:style>
  <w:style w:type="character" w:customStyle="1" w:styleId="4">
    <w:name w:val="Заголовок №4_"/>
    <w:basedOn w:val="a0"/>
    <w:link w:val="40"/>
    <w:uiPriority w:val="99"/>
    <w:locked/>
    <w:rsid w:val="0055422B"/>
    <w:rPr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55422B"/>
    <w:pPr>
      <w:widowControl w:val="0"/>
      <w:shd w:val="clear" w:color="auto" w:fill="FFFFFF"/>
      <w:spacing w:before="720" w:after="120" w:line="240" w:lineRule="atLeast"/>
      <w:jc w:val="both"/>
      <w:outlineLvl w:val="0"/>
    </w:pPr>
    <w:rPr>
      <w:b/>
      <w:bCs/>
      <w:spacing w:val="-10"/>
      <w:sz w:val="42"/>
      <w:szCs w:val="42"/>
    </w:rPr>
  </w:style>
  <w:style w:type="paragraph" w:customStyle="1" w:styleId="40">
    <w:name w:val="Заголовок №4"/>
    <w:basedOn w:val="a"/>
    <w:link w:val="4"/>
    <w:uiPriority w:val="99"/>
    <w:rsid w:val="0055422B"/>
    <w:pPr>
      <w:widowControl w:val="0"/>
      <w:shd w:val="clear" w:color="auto" w:fill="FFFFFF"/>
      <w:spacing w:before="360" w:line="274" w:lineRule="exact"/>
      <w:outlineLvl w:val="3"/>
    </w:pPr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0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167B1-93A2-4EC7-85DE-ECCA52BB7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Городская Дума города Усть-Илимска</cp:lastModifiedBy>
  <cp:revision>2</cp:revision>
  <cp:lastPrinted>2023-03-10T06:26:00Z</cp:lastPrinted>
  <dcterms:created xsi:type="dcterms:W3CDTF">2025-06-10T03:49:00Z</dcterms:created>
  <dcterms:modified xsi:type="dcterms:W3CDTF">2025-06-10T03:49:00Z</dcterms:modified>
</cp:coreProperties>
</file>